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752" w:rsidRDefault="007B4752" w:rsidP="007B4752">
      <w:pPr>
        <w:spacing w:after="0"/>
        <w:ind w:left="6373"/>
      </w:pPr>
      <w:r>
        <w:t>.......................................</w:t>
      </w:r>
    </w:p>
    <w:p w:rsidR="007B4752" w:rsidRDefault="007B4752" w:rsidP="007B4752">
      <w:pPr>
        <w:spacing w:after="0"/>
        <w:ind w:left="6373"/>
      </w:pPr>
      <w:r>
        <w:t xml:space="preserve"> (miejscowość i data)</w:t>
      </w:r>
    </w:p>
    <w:p w:rsidR="007B4752" w:rsidRDefault="007B4752" w:rsidP="007B4752">
      <w:pPr>
        <w:spacing w:after="0"/>
      </w:pPr>
      <w:r>
        <w:t xml:space="preserve"> .......................................................... </w:t>
      </w:r>
    </w:p>
    <w:p w:rsidR="007B4752" w:rsidRDefault="007B4752" w:rsidP="007B4752">
      <w:pPr>
        <w:spacing w:after="0"/>
      </w:pPr>
      <w:r>
        <w:t>(Nazwisko i Imię)</w:t>
      </w:r>
    </w:p>
    <w:p w:rsidR="007B4752" w:rsidRDefault="007B4752" w:rsidP="007B4752">
      <w:pPr>
        <w:spacing w:before="240" w:after="0"/>
      </w:pPr>
      <w:r>
        <w:t xml:space="preserve"> ..........................................................</w:t>
      </w:r>
    </w:p>
    <w:p w:rsidR="007B4752" w:rsidRDefault="007B4752">
      <w:r>
        <w:t xml:space="preserve"> (Nazwa podmiotu zewnętrznego realizującego usługi na rzecz Resortu Finansów) </w:t>
      </w:r>
    </w:p>
    <w:p w:rsidR="007B4752" w:rsidRDefault="007B4752" w:rsidP="007B4752">
      <w:pPr>
        <w:spacing w:after="0"/>
      </w:pPr>
      <w:r>
        <w:t xml:space="preserve">.......................................................... </w:t>
      </w:r>
    </w:p>
    <w:p w:rsidR="007B4752" w:rsidRDefault="007B4752" w:rsidP="007B4752">
      <w:pPr>
        <w:spacing w:after="0"/>
      </w:pPr>
      <w:r>
        <w:t xml:space="preserve">(Stanowisko/funkcja) </w:t>
      </w:r>
    </w:p>
    <w:p w:rsidR="007B4752" w:rsidRDefault="007B4752" w:rsidP="007B4752">
      <w:pPr>
        <w:spacing w:after="0"/>
      </w:pPr>
    </w:p>
    <w:p w:rsidR="007B4752" w:rsidRDefault="007B4752" w:rsidP="007B4752">
      <w:pPr>
        <w:spacing w:after="0"/>
      </w:pPr>
    </w:p>
    <w:p w:rsidR="007B4752" w:rsidRPr="007B4752" w:rsidRDefault="007B4752" w:rsidP="007B4752">
      <w:pPr>
        <w:jc w:val="center"/>
        <w:rPr>
          <w:b/>
          <w:sz w:val="24"/>
          <w:szCs w:val="24"/>
        </w:rPr>
      </w:pPr>
      <w:r w:rsidRPr="007B4752">
        <w:rPr>
          <w:b/>
          <w:sz w:val="24"/>
          <w:szCs w:val="24"/>
        </w:rPr>
        <w:t>OŚWIADCZENIE</w:t>
      </w:r>
    </w:p>
    <w:p w:rsidR="007B4752" w:rsidRPr="007B4752" w:rsidRDefault="007B4752" w:rsidP="007B4752">
      <w:pPr>
        <w:jc w:val="center"/>
        <w:rPr>
          <w:b/>
          <w:sz w:val="24"/>
          <w:szCs w:val="24"/>
        </w:rPr>
      </w:pPr>
      <w:r w:rsidRPr="007B4752">
        <w:rPr>
          <w:b/>
          <w:sz w:val="24"/>
          <w:szCs w:val="24"/>
        </w:rPr>
        <w:t>o zapoznaniu się z Polityką Bezpieczeństwa Informacji Resortu Finansów</w:t>
      </w:r>
    </w:p>
    <w:p w:rsidR="007B4752" w:rsidRDefault="007B4752"/>
    <w:p w:rsidR="007B4752" w:rsidRDefault="007B4752" w:rsidP="007B4752">
      <w:pPr>
        <w:spacing w:line="480" w:lineRule="auto"/>
      </w:pPr>
      <w:r>
        <w:t xml:space="preserve"> W związku z realizacją zobowiązań z tytułu Umowy / </w:t>
      </w:r>
      <w:r w:rsidRPr="0037782F">
        <w:rPr>
          <w:strike/>
        </w:rPr>
        <w:t>Porozumienia</w:t>
      </w:r>
      <w:r w:rsidRPr="0037782F">
        <w:rPr>
          <w:rStyle w:val="Odwoanieprzypisukocowego"/>
          <w:strike/>
        </w:rPr>
        <w:endnoteReference w:id="1"/>
      </w:r>
      <w:r>
        <w:t xml:space="preserve"> Nr…………….. z dnia ……………….... oświadczam, że zapoznałam/em się z treścią Polityki Bezpieczeństwa Informacji Resortu Finansów</w:t>
      </w:r>
      <w:r>
        <w:rPr>
          <w:rStyle w:val="Odwoanieprzypisukocowego"/>
        </w:rPr>
        <w:endnoteReference w:id="2"/>
      </w:r>
      <w:r>
        <w:t>.</w:t>
      </w: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after="0" w:line="240" w:lineRule="auto"/>
        <w:ind w:left="6373"/>
        <w:jc w:val="center"/>
      </w:pPr>
      <w:r>
        <w:t>...............................................</w:t>
      </w:r>
    </w:p>
    <w:p w:rsidR="00634F34" w:rsidRDefault="007B4752" w:rsidP="007B4752">
      <w:pPr>
        <w:spacing w:after="0" w:line="240" w:lineRule="auto"/>
        <w:ind w:left="6373"/>
        <w:jc w:val="center"/>
      </w:pPr>
      <w:r>
        <w:t>(czytelny podpis)</w:t>
      </w: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sectPr w:rsidR="007B4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D6D" w:rsidRDefault="00F41D6D" w:rsidP="007B4752">
      <w:pPr>
        <w:spacing w:after="0" w:line="240" w:lineRule="auto"/>
      </w:pPr>
      <w:r>
        <w:separator/>
      </w:r>
    </w:p>
  </w:endnote>
  <w:endnote w:type="continuationSeparator" w:id="0">
    <w:p w:rsidR="00F41D6D" w:rsidRDefault="00F41D6D" w:rsidP="007B4752">
      <w:pPr>
        <w:spacing w:after="0" w:line="240" w:lineRule="auto"/>
      </w:pPr>
      <w:r>
        <w:continuationSeparator/>
      </w:r>
    </w:p>
  </w:endnote>
  <w:endnote w:id="1">
    <w:p w:rsidR="007B4752" w:rsidRPr="007B4752" w:rsidRDefault="007B4752">
      <w:pPr>
        <w:pStyle w:val="Tekstprzypisukocowego"/>
        <w:rPr>
          <w:i/>
        </w:rPr>
      </w:pPr>
      <w:r w:rsidRPr="007B4752">
        <w:rPr>
          <w:rStyle w:val="Odwoanieprzypisukocowego"/>
          <w:i/>
        </w:rPr>
        <w:endnoteRef/>
      </w:r>
      <w:r w:rsidRPr="007B4752">
        <w:rPr>
          <w:i/>
        </w:rPr>
        <w:t xml:space="preserve"> niewłaściwe skreślić</w:t>
      </w:r>
    </w:p>
  </w:endnote>
  <w:endnote w:id="2">
    <w:p w:rsidR="007B4752" w:rsidRPr="007B4752" w:rsidRDefault="007B4752">
      <w:pPr>
        <w:pStyle w:val="Tekstprzypisukocowego"/>
        <w:rPr>
          <w:i/>
        </w:rPr>
      </w:pPr>
      <w:r w:rsidRPr="007B4752">
        <w:rPr>
          <w:rStyle w:val="Odwoanieprzypisukocowego"/>
          <w:i/>
        </w:rPr>
        <w:endnoteRef/>
      </w:r>
      <w:r w:rsidRPr="007B4752">
        <w:rPr>
          <w:i/>
        </w:rPr>
        <w:t xml:space="preserve"> Zarządzenie Ministra Finansów z dnia 25 lipca 2022 r. zmieniające zarządzenie w sprawie Systemu Zarządzania Bezpieczeństwem Informacji i Polityki Bezpieczeństwa Informacji Resortu Finansów ( Dz. Urz. Min. Fin. poz. 80)</w:t>
      </w:r>
    </w:p>
    <w:p w:rsidR="007B4752" w:rsidRDefault="007B4752" w:rsidP="007B4752">
      <w:pPr>
        <w:pStyle w:val="Tekstprzypisukocowego"/>
        <w:ind w:firstLine="8080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D6D" w:rsidRDefault="00F41D6D" w:rsidP="007B4752">
      <w:pPr>
        <w:spacing w:after="0" w:line="240" w:lineRule="auto"/>
      </w:pPr>
      <w:r>
        <w:separator/>
      </w:r>
    </w:p>
  </w:footnote>
  <w:footnote w:type="continuationSeparator" w:id="0">
    <w:p w:rsidR="00F41D6D" w:rsidRDefault="00F41D6D" w:rsidP="007B4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52"/>
    <w:rsid w:val="000A2BE1"/>
    <w:rsid w:val="0037782F"/>
    <w:rsid w:val="00634F34"/>
    <w:rsid w:val="006B224E"/>
    <w:rsid w:val="007B4752"/>
    <w:rsid w:val="00E51E5A"/>
    <w:rsid w:val="00F4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74A98"/>
  <w15:chartTrackingRefBased/>
  <w15:docId w15:val="{68557402-0AA7-413F-86C8-E45B2FBE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7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47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47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87349-230E-4DBF-84C6-C4B5978B1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Bryk Ewa</dc:creator>
  <cp:keywords/>
  <dc:description/>
  <cp:lastModifiedBy>Musiał Paulina</cp:lastModifiedBy>
  <cp:revision>4</cp:revision>
  <dcterms:created xsi:type="dcterms:W3CDTF">2023-11-16T10:45:00Z</dcterms:created>
  <dcterms:modified xsi:type="dcterms:W3CDTF">2025-01-21T08:50:00Z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UxC4dwLulzfINJ8nQH+xvX5LNGipWa4BRSZhPgxsCvm9KOK3wD8VTo6PAAl5yay28ZvEMClQoeNuzRKonrRpkQ==</vt:lpwstr>
  </property>
  <property fmtid="{D5CDD505-2E9C-101B-9397-08002B2CF9AE}" pid="4" name="MFClassificationDate">
    <vt:lpwstr>2023-11-16T11:53:23.6655498+01:00</vt:lpwstr>
  </property>
  <property fmtid="{D5CDD505-2E9C-101B-9397-08002B2CF9AE}" pid="5" name="MFClassifiedBySID">
    <vt:lpwstr>UxC4dwLulzfINJ8nQH+xvX5LNGipWa4BRSZhPgxsCvm42mrIC/DSDv0ggS+FjUN/2v1BBotkLlY5aAiEhoi6uTDd06aoJCa8QT4HGJgGiJAbG9bbH2+xt7kwg2VibzKR</vt:lpwstr>
  </property>
  <property fmtid="{D5CDD505-2E9C-101B-9397-08002B2CF9AE}" pid="6" name="MFGRNItemId">
    <vt:lpwstr>GRN-b7bebb92-f29b-492c-9ec5-5d2556617351</vt:lpwstr>
  </property>
  <property fmtid="{D5CDD505-2E9C-101B-9397-08002B2CF9AE}" pid="7" name="MFHash">
    <vt:lpwstr>Zy0cXWyLZyNN5IL9EfWjg8giwX7zL3/+OBbXUroPaG4=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