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C89" w:rsidRDefault="009E4C89" w:rsidP="0017240B">
      <w:pPr>
        <w:ind w:firstLine="5812"/>
        <w:textboxTightWrap w:val="allLines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4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Załącznik nr </w:t>
      </w:r>
      <w:r w:rsidR="00A318DE">
        <w:rPr>
          <w:rFonts w:asciiTheme="minorHAnsi" w:eastAsia="Times New Roman" w:hAnsiTheme="minorHAnsi" w:cstheme="minorHAnsi"/>
          <w:sz w:val="20"/>
          <w:szCs w:val="20"/>
          <w:lang w:eastAsia="pl-PL"/>
        </w:rPr>
        <w:t>2</w:t>
      </w:r>
      <w:r w:rsidRPr="001724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 </w:t>
      </w:r>
      <w:r w:rsidR="0017240B" w:rsidRPr="0017240B">
        <w:rPr>
          <w:rFonts w:asciiTheme="minorHAnsi" w:eastAsia="Times New Roman" w:hAnsiTheme="minorHAnsi" w:cstheme="minorHAnsi"/>
          <w:sz w:val="20"/>
          <w:szCs w:val="20"/>
          <w:lang w:eastAsia="pl-PL"/>
        </w:rPr>
        <w:t>Zapytania ofertowego</w:t>
      </w:r>
    </w:p>
    <w:p w:rsidR="0008721B" w:rsidRDefault="0008721B" w:rsidP="0017240B">
      <w:pPr>
        <w:ind w:firstLine="5812"/>
        <w:textboxTightWrap w:val="allLines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08721B" w:rsidRPr="0017240B" w:rsidRDefault="0008721B" w:rsidP="0017240B">
      <w:pPr>
        <w:ind w:firstLine="5812"/>
        <w:textboxTightWrap w:val="allLines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4C429F" w:rsidRPr="008D4764" w:rsidRDefault="00411593" w:rsidP="00A6279B">
      <w:pPr>
        <w:textboxTightWrap w:val="allLines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Znak sprawy:</w:t>
      </w:r>
      <w:r w:rsidR="004E73E3">
        <w:rPr>
          <w:rFonts w:ascii="Times New Roman" w:eastAsia="Times New Roman" w:hAnsi="Times New Roman"/>
          <w:lang w:eastAsia="pl-PL"/>
        </w:rPr>
        <w:t xml:space="preserve"> 2601-ILN.261.110</w:t>
      </w:r>
      <w:r w:rsidR="0003333A">
        <w:rPr>
          <w:rFonts w:ascii="Times New Roman" w:eastAsia="Times New Roman" w:hAnsi="Times New Roman"/>
          <w:lang w:eastAsia="pl-PL"/>
        </w:rPr>
        <w:t>.2024</w:t>
      </w:r>
    </w:p>
    <w:p w:rsidR="00276A69" w:rsidRPr="008D4764" w:rsidRDefault="004C429F" w:rsidP="004C429F">
      <w:pPr>
        <w:tabs>
          <w:tab w:val="left" w:pos="1215"/>
        </w:tabs>
        <w:textboxTightWrap w:val="allLines"/>
        <w:rPr>
          <w:rFonts w:ascii="Times New Roman" w:eastAsia="Times New Roman" w:hAnsi="Times New Roman"/>
          <w:lang w:eastAsia="pl-PL"/>
        </w:rPr>
      </w:pPr>
      <w:r w:rsidRPr="008D4764">
        <w:rPr>
          <w:rFonts w:ascii="Times New Roman" w:eastAsia="Times New Roman" w:hAnsi="Times New Roman"/>
          <w:lang w:eastAsia="pl-PL"/>
        </w:rPr>
        <w:tab/>
      </w:r>
    </w:p>
    <w:p w:rsidR="00144043" w:rsidRDefault="00144043" w:rsidP="0082596A">
      <w:pPr>
        <w:tabs>
          <w:tab w:val="left" w:pos="1215"/>
        </w:tabs>
        <w:textboxTightWrap w:val="allLines"/>
        <w:rPr>
          <w:rFonts w:ascii="Times New Roman" w:eastAsia="Times New Roman" w:hAnsi="Times New Roman"/>
          <w:b/>
          <w:lang w:eastAsia="pl-PL"/>
        </w:rPr>
      </w:pPr>
    </w:p>
    <w:p w:rsidR="00144043" w:rsidRDefault="00144043" w:rsidP="008D4764">
      <w:pPr>
        <w:tabs>
          <w:tab w:val="left" w:pos="1215"/>
        </w:tabs>
        <w:jc w:val="center"/>
        <w:textboxTightWrap w:val="allLines"/>
        <w:rPr>
          <w:rFonts w:ascii="Times New Roman" w:eastAsia="Times New Roman" w:hAnsi="Times New Roman"/>
          <w:b/>
          <w:lang w:eastAsia="pl-PL"/>
        </w:rPr>
      </w:pPr>
    </w:p>
    <w:p w:rsidR="00EF2F9B" w:rsidRPr="00AE38C0" w:rsidRDefault="00EF2F9B" w:rsidP="00EF2F9B">
      <w:pPr>
        <w:jc w:val="center"/>
        <w:rPr>
          <w:rFonts w:asciiTheme="minorHAnsi" w:hAnsiTheme="minorHAnsi" w:cstheme="minorHAnsi"/>
          <w:b/>
        </w:rPr>
      </w:pPr>
      <w:r w:rsidRPr="00AE38C0">
        <w:rPr>
          <w:rFonts w:asciiTheme="minorHAnsi" w:hAnsiTheme="minorHAnsi" w:cstheme="minorHAnsi"/>
          <w:b/>
        </w:rPr>
        <w:t>FORMULARZ OFERTOWY</w:t>
      </w:r>
    </w:p>
    <w:p w:rsidR="00EF2F9B" w:rsidRPr="00AE38C0" w:rsidRDefault="00EF2F9B" w:rsidP="00EF2F9B">
      <w:pPr>
        <w:jc w:val="center"/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tblpXSpec="center" w:tblpY="1"/>
        <w:tblOverlap w:val="never"/>
        <w:tblW w:w="9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4"/>
        <w:gridCol w:w="5356"/>
      </w:tblGrid>
      <w:tr w:rsidR="00EF2F9B" w:rsidRPr="00AE38C0" w:rsidTr="00E9422D">
        <w:trPr>
          <w:trHeight w:val="334"/>
        </w:trPr>
        <w:tc>
          <w:tcPr>
            <w:tcW w:w="9280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EF2F9B" w:rsidRPr="00AE38C0" w:rsidRDefault="00EF2F9B" w:rsidP="00E9422D">
            <w:pPr>
              <w:ind w:left="7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Dane Wykonawcy</w:t>
            </w:r>
          </w:p>
        </w:tc>
      </w:tr>
      <w:tr w:rsidR="00EF2F9B" w:rsidRPr="00AE38C0" w:rsidTr="0008721B">
        <w:trPr>
          <w:trHeight w:val="421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F9B" w:rsidRDefault="00EF2F9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Nazwa/Imię i Nazwisko</w:t>
            </w:r>
          </w:p>
          <w:p w:rsidR="0008721B" w:rsidRDefault="0008721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</w:p>
          <w:p w:rsidR="0008721B" w:rsidRPr="00AE38C0" w:rsidRDefault="0008721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F2F9B" w:rsidRPr="00AE38C0" w:rsidRDefault="00EF2F9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F9B" w:rsidRPr="00AE38C0" w:rsidTr="00546BC0">
        <w:trPr>
          <w:trHeight w:val="660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F9B" w:rsidRDefault="00EF2F9B" w:rsidP="00546BC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Adres</w:t>
            </w:r>
          </w:p>
          <w:p w:rsidR="0008721B" w:rsidRDefault="0008721B" w:rsidP="0008721B">
            <w:pPr>
              <w:ind w:left="720"/>
              <w:contextualSpacing/>
              <w:rPr>
                <w:rFonts w:asciiTheme="minorHAnsi" w:hAnsiTheme="minorHAnsi" w:cstheme="minorHAnsi"/>
                <w:b/>
              </w:rPr>
            </w:pPr>
          </w:p>
          <w:p w:rsidR="0008721B" w:rsidRPr="00AE38C0" w:rsidRDefault="0008721B" w:rsidP="0008721B">
            <w:pPr>
              <w:ind w:left="720"/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F2F9B" w:rsidRPr="00AE38C0" w:rsidRDefault="00EF2F9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F9B" w:rsidRPr="00AE38C0" w:rsidTr="0008721B">
        <w:trPr>
          <w:trHeight w:val="389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21B" w:rsidRDefault="00EF2F9B" w:rsidP="0008721B">
            <w:pPr>
              <w:contextualSpacing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AE38C0">
              <w:rPr>
                <w:rFonts w:asciiTheme="minorHAnsi" w:hAnsiTheme="minorHAnsi" w:cstheme="minorHAnsi"/>
                <w:b/>
              </w:rPr>
              <w:t>Adres do korespondencji</w:t>
            </w:r>
          </w:p>
          <w:p w:rsidR="00EF2F9B" w:rsidRDefault="00EF2F9B" w:rsidP="0008721B">
            <w:pPr>
              <w:contextualSpacing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E38C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(jeżeli jest inny niż adres siedziby)</w:t>
            </w:r>
          </w:p>
          <w:p w:rsidR="0008721B" w:rsidRPr="00AE38C0" w:rsidRDefault="0008721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F2F9B" w:rsidRPr="00AE38C0" w:rsidRDefault="00EF2F9B" w:rsidP="0008721B">
            <w:pPr>
              <w:contextualSpacing/>
              <w:rPr>
                <w:rFonts w:asciiTheme="minorHAnsi" w:hAnsiTheme="minorHAnsi" w:cstheme="minorHAnsi"/>
              </w:rPr>
            </w:pPr>
          </w:p>
        </w:tc>
      </w:tr>
      <w:tr w:rsidR="0008721B" w:rsidRPr="00AE38C0" w:rsidTr="00546BC0">
        <w:trPr>
          <w:trHeight w:val="514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21B" w:rsidRPr="00AE38C0" w:rsidRDefault="0008721B" w:rsidP="00546BC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NIP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8721B" w:rsidRPr="00AE38C0" w:rsidRDefault="0008721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721B" w:rsidRPr="00AE38C0" w:rsidTr="007C16B6">
        <w:trPr>
          <w:trHeight w:val="506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8721B" w:rsidRPr="00AE38C0" w:rsidRDefault="0008721B" w:rsidP="00546BC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REGON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8721B" w:rsidRPr="00AE38C0" w:rsidRDefault="0008721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46BC0" w:rsidRPr="00AE38C0" w:rsidTr="007C16B6">
        <w:trPr>
          <w:trHeight w:val="506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BC0" w:rsidRPr="00AE38C0" w:rsidRDefault="00546BC0" w:rsidP="00E4626A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Nr telefonu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546BC0" w:rsidRPr="00AE38C0" w:rsidRDefault="00546BC0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F9B" w:rsidRPr="00AE38C0" w:rsidTr="0008721B">
        <w:trPr>
          <w:trHeight w:val="506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F9B" w:rsidRPr="00AE38C0" w:rsidRDefault="00EF2F9B" w:rsidP="00546BC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Adres e-mail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F2F9B" w:rsidRPr="00AE38C0" w:rsidRDefault="00EF2F9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F9B" w:rsidRPr="00AE38C0" w:rsidTr="0008721B">
        <w:trPr>
          <w:trHeight w:val="680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EF2F9B" w:rsidRPr="00AE38C0" w:rsidRDefault="00EF2F9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Osoba</w:t>
            </w:r>
            <w:r w:rsidRPr="00AE38C0">
              <w:rPr>
                <w:rFonts w:asciiTheme="minorHAnsi" w:hAnsiTheme="minorHAnsi" w:cstheme="minorHAnsi"/>
                <w:b/>
              </w:rPr>
              <w:t xml:space="preserve"> upoważniona do kontaktów</w:t>
            </w:r>
          </w:p>
          <w:p w:rsidR="00EF2F9B" w:rsidRPr="00AE38C0" w:rsidRDefault="00EF2F9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z Zamawiającym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EF2F9B">
              <w:rPr>
                <w:rFonts w:asciiTheme="minorHAnsi" w:hAnsiTheme="minorHAnsi" w:cstheme="minorHAnsi"/>
                <w:sz w:val="18"/>
                <w:szCs w:val="18"/>
              </w:rPr>
              <w:t>(imię i nazwisko)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EF2F9B" w:rsidRPr="00AE38C0" w:rsidRDefault="00EF2F9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EF2F9B" w:rsidRDefault="00EF2F9B" w:rsidP="00EF2F9B">
      <w:pPr>
        <w:spacing w:line="276" w:lineRule="auto"/>
        <w:jc w:val="both"/>
        <w:rPr>
          <w:rFonts w:asciiTheme="minorHAnsi" w:hAnsiTheme="minorHAnsi"/>
        </w:rPr>
      </w:pPr>
    </w:p>
    <w:p w:rsidR="00EF2F9B" w:rsidRDefault="00EF2F9B" w:rsidP="001124FC">
      <w:pPr>
        <w:spacing w:line="276" w:lineRule="auto"/>
        <w:ind w:firstLine="426"/>
        <w:jc w:val="both"/>
        <w:rPr>
          <w:rFonts w:asciiTheme="minorHAnsi" w:hAnsiTheme="minorHAnsi"/>
        </w:rPr>
      </w:pPr>
    </w:p>
    <w:p w:rsidR="00EF2F9B" w:rsidRDefault="00EF2F9B" w:rsidP="006148F4">
      <w:pPr>
        <w:rPr>
          <w:rFonts w:asciiTheme="minorHAnsi" w:eastAsia="Times New Roman" w:hAnsiTheme="minorHAnsi" w:cstheme="minorHAnsi"/>
          <w:b/>
          <w:lang w:eastAsia="pl-PL"/>
        </w:rPr>
      </w:pPr>
      <w:r w:rsidRPr="00A318DE">
        <w:rPr>
          <w:rFonts w:asciiTheme="minorHAnsi" w:hAnsiTheme="minorHAnsi"/>
        </w:rPr>
        <w:t>Przystępując do udziału w postępowaniu o udzie</w:t>
      </w:r>
      <w:r w:rsidR="00FB4709" w:rsidRPr="00A318DE">
        <w:rPr>
          <w:rFonts w:asciiTheme="minorHAnsi" w:hAnsiTheme="minorHAnsi"/>
        </w:rPr>
        <w:t>lenie zamówienia publicznego na</w:t>
      </w:r>
      <w:r w:rsidRPr="00A318DE">
        <w:rPr>
          <w:rFonts w:asciiTheme="minorHAnsi" w:hAnsiTheme="minorHAnsi"/>
        </w:rPr>
        <w:t xml:space="preserve"> </w:t>
      </w:r>
      <w:r w:rsidR="00E4626A" w:rsidRPr="00A318DE">
        <w:rPr>
          <w:rFonts w:asciiTheme="minorHAnsi" w:hAnsiTheme="minorHAnsi" w:cstheme="minorHAnsi"/>
        </w:rPr>
        <w:t>„</w:t>
      </w:r>
      <w:r w:rsidR="0003333A" w:rsidRPr="00CD401D">
        <w:rPr>
          <w:rFonts w:asciiTheme="minorHAnsi" w:hAnsiTheme="minorHAnsi" w:cstheme="minorHAnsi"/>
          <w:b/>
        </w:rPr>
        <w:t>Wykonywanie</w:t>
      </w:r>
      <w:r w:rsidR="00E57866">
        <w:rPr>
          <w:rFonts w:asciiTheme="minorHAnsi" w:hAnsiTheme="minorHAnsi" w:cstheme="minorHAnsi"/>
          <w:b/>
        </w:rPr>
        <w:t>, w latach 2025-2026,</w:t>
      </w:r>
      <w:r w:rsidR="0003333A" w:rsidRPr="00CD401D">
        <w:rPr>
          <w:rFonts w:asciiTheme="minorHAnsi" w:hAnsiTheme="minorHAnsi" w:cstheme="minorHAnsi"/>
          <w:b/>
        </w:rPr>
        <w:t xml:space="preserve"> okresowych kontroli budynków Izby Administracji Skarbowej w Kielcach, których obowiązek przeprowadzania wynika z art. 62 ustawy Prawo budowlane</w:t>
      </w:r>
      <w:r w:rsidR="0003333A">
        <w:rPr>
          <w:rFonts w:asciiTheme="minorHAnsi" w:hAnsiTheme="minorHAnsi" w:cstheme="minorHAnsi"/>
          <w:b/>
        </w:rPr>
        <w:t>”</w:t>
      </w:r>
      <w:r w:rsidR="00A318DE">
        <w:rPr>
          <w:rFonts w:asciiTheme="minorHAnsi" w:eastAsia="Times New Roman" w:hAnsiTheme="minorHAnsi" w:cstheme="minorHAnsi"/>
          <w:b/>
          <w:lang w:eastAsia="pl-PL"/>
        </w:rPr>
        <w:t>:</w:t>
      </w:r>
      <w:r w:rsidR="00A318DE" w:rsidRPr="00A318DE">
        <w:rPr>
          <w:rFonts w:asciiTheme="minorHAnsi" w:eastAsia="Times New Roman" w:hAnsiTheme="minorHAnsi" w:cstheme="minorHAnsi"/>
          <w:b/>
          <w:lang w:eastAsia="pl-PL"/>
        </w:rPr>
        <w:t xml:space="preserve"> </w:t>
      </w:r>
    </w:p>
    <w:p w:rsidR="00A318DE" w:rsidRDefault="00A318DE" w:rsidP="001124FC">
      <w:pPr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:rsidR="00A318DE" w:rsidRDefault="00A318DE" w:rsidP="00A318DE">
      <w:pPr>
        <w:rPr>
          <w:rFonts w:asciiTheme="minorHAnsi" w:eastAsia="Times New Roman" w:hAnsiTheme="minorHAnsi" w:cstheme="minorHAnsi"/>
          <w:b/>
          <w:lang w:eastAsia="pl-PL"/>
        </w:rPr>
      </w:pPr>
    </w:p>
    <w:p w:rsidR="00A318DE" w:rsidRDefault="00A318DE" w:rsidP="00A318DE">
      <w:pPr>
        <w:rPr>
          <w:rFonts w:asciiTheme="minorHAnsi" w:eastAsia="Times New Roman" w:hAnsiTheme="minorHAnsi" w:cstheme="minorHAnsi"/>
          <w:b/>
          <w:lang w:eastAsia="pl-PL"/>
        </w:rPr>
      </w:pPr>
    </w:p>
    <w:p w:rsidR="00A318DE" w:rsidRDefault="00A318DE" w:rsidP="00A318DE">
      <w:pPr>
        <w:rPr>
          <w:rFonts w:asciiTheme="minorHAnsi" w:eastAsia="Times New Roman" w:hAnsiTheme="minorHAnsi" w:cstheme="minorHAnsi"/>
          <w:b/>
          <w:lang w:eastAsia="pl-PL"/>
        </w:rPr>
      </w:pPr>
    </w:p>
    <w:p w:rsidR="00A318DE" w:rsidRDefault="00A318DE" w:rsidP="00A318DE">
      <w:pPr>
        <w:rPr>
          <w:rFonts w:asciiTheme="minorHAnsi" w:eastAsia="Times New Roman" w:hAnsiTheme="minorHAnsi" w:cstheme="minorHAnsi"/>
          <w:b/>
          <w:lang w:eastAsia="pl-PL"/>
        </w:rPr>
      </w:pPr>
    </w:p>
    <w:p w:rsidR="00A318DE" w:rsidRDefault="00A318DE" w:rsidP="00A318DE">
      <w:pPr>
        <w:rPr>
          <w:rFonts w:asciiTheme="minorHAnsi" w:eastAsia="Times New Roman" w:hAnsiTheme="minorHAnsi" w:cstheme="minorHAnsi"/>
          <w:b/>
          <w:lang w:eastAsia="pl-PL"/>
        </w:rPr>
      </w:pPr>
    </w:p>
    <w:p w:rsidR="00A318DE" w:rsidRDefault="00A318DE" w:rsidP="00A318DE">
      <w:pPr>
        <w:rPr>
          <w:rFonts w:asciiTheme="minorHAnsi" w:eastAsia="Times New Roman" w:hAnsiTheme="minorHAnsi" w:cstheme="minorHAnsi"/>
          <w:b/>
          <w:lang w:eastAsia="pl-PL"/>
        </w:rPr>
      </w:pPr>
    </w:p>
    <w:p w:rsidR="00A318DE" w:rsidRDefault="00A318DE" w:rsidP="00A318DE">
      <w:pPr>
        <w:rPr>
          <w:rFonts w:asciiTheme="minorHAnsi" w:eastAsia="Times New Roman" w:hAnsiTheme="minorHAnsi" w:cstheme="minorHAnsi"/>
          <w:b/>
          <w:lang w:eastAsia="pl-PL"/>
        </w:rPr>
      </w:pPr>
    </w:p>
    <w:p w:rsidR="00A318DE" w:rsidRDefault="00A318DE" w:rsidP="00A318DE">
      <w:pPr>
        <w:rPr>
          <w:rFonts w:asciiTheme="minorHAnsi" w:eastAsia="Times New Roman" w:hAnsiTheme="minorHAnsi" w:cstheme="minorHAnsi"/>
          <w:b/>
          <w:lang w:eastAsia="pl-PL"/>
        </w:rPr>
      </w:pPr>
    </w:p>
    <w:p w:rsidR="00A318DE" w:rsidRDefault="00A318DE" w:rsidP="00A318DE">
      <w:pPr>
        <w:rPr>
          <w:rFonts w:asciiTheme="minorHAnsi" w:eastAsia="Times New Roman" w:hAnsiTheme="minorHAnsi" w:cstheme="minorHAnsi"/>
          <w:b/>
          <w:lang w:eastAsia="pl-PL"/>
        </w:rPr>
      </w:pPr>
    </w:p>
    <w:p w:rsidR="00A318DE" w:rsidRPr="00A318DE" w:rsidRDefault="00A318DE" w:rsidP="00A318DE">
      <w:pPr>
        <w:rPr>
          <w:rFonts w:asciiTheme="minorHAnsi" w:hAnsiTheme="minorHAnsi" w:cstheme="minorHAnsi"/>
          <w:b/>
        </w:rPr>
      </w:pPr>
    </w:p>
    <w:p w:rsidR="0004689F" w:rsidRDefault="0004689F" w:rsidP="001D0738">
      <w:pPr>
        <w:spacing w:line="276" w:lineRule="auto"/>
        <w:rPr>
          <w:rFonts w:asciiTheme="minorHAnsi" w:hAnsiTheme="minorHAnsi" w:cstheme="minorHAnsi"/>
          <w:b/>
        </w:rPr>
        <w:sectPr w:rsidR="0004689F" w:rsidSect="0004689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 w:code="9"/>
          <w:pgMar w:top="1418" w:right="1134" w:bottom="1418" w:left="1418" w:header="709" w:footer="340" w:gutter="0"/>
          <w:cols w:space="708"/>
          <w:docGrid w:linePitch="326"/>
        </w:sectPr>
      </w:pPr>
    </w:p>
    <w:p w:rsidR="00EF2F9B" w:rsidRPr="0062597D" w:rsidRDefault="00EF2F9B" w:rsidP="004C6041">
      <w:pPr>
        <w:pStyle w:val="Akapitzlist"/>
        <w:numPr>
          <w:ilvl w:val="0"/>
          <w:numId w:val="19"/>
        </w:numPr>
        <w:spacing w:after="200"/>
        <w:ind w:left="426" w:hanging="426"/>
        <w:rPr>
          <w:rFonts w:asciiTheme="minorHAnsi" w:hAnsiTheme="minorHAnsi"/>
          <w:b/>
          <w:sz w:val="24"/>
          <w:szCs w:val="24"/>
          <w:lang w:eastAsia="pl-PL"/>
        </w:rPr>
      </w:pPr>
      <w:r w:rsidRPr="0062597D">
        <w:rPr>
          <w:rFonts w:asciiTheme="minorHAnsi" w:hAnsiTheme="minorHAnsi"/>
          <w:sz w:val="24"/>
          <w:szCs w:val="24"/>
        </w:rPr>
        <w:lastRenderedPageBreak/>
        <w:t xml:space="preserve">Oferujemy wykonanie przedmiotu zamówienia </w:t>
      </w:r>
      <w:r w:rsidR="00C86F56" w:rsidRPr="0062597D">
        <w:rPr>
          <w:rFonts w:asciiTheme="minorHAnsi" w:hAnsiTheme="minorHAnsi"/>
          <w:sz w:val="24"/>
          <w:szCs w:val="24"/>
        </w:rPr>
        <w:t xml:space="preserve">zgodnie z wymogami określonym  </w:t>
      </w:r>
      <w:r w:rsidRPr="0062597D">
        <w:rPr>
          <w:rFonts w:asciiTheme="minorHAnsi" w:hAnsiTheme="minorHAnsi"/>
          <w:sz w:val="24"/>
          <w:szCs w:val="24"/>
        </w:rPr>
        <w:t>w zapytaniu ofertowym</w:t>
      </w:r>
      <w:r w:rsidR="0004689F" w:rsidRPr="0062597D">
        <w:rPr>
          <w:rFonts w:asciiTheme="minorHAnsi" w:hAnsiTheme="minorHAnsi"/>
          <w:sz w:val="24"/>
          <w:szCs w:val="24"/>
        </w:rPr>
        <w:t>, w tym we wzorze umowy</w:t>
      </w:r>
      <w:r w:rsidR="00E14CCE" w:rsidRPr="0062597D">
        <w:rPr>
          <w:rFonts w:asciiTheme="minorHAnsi" w:hAnsiTheme="minorHAnsi"/>
          <w:sz w:val="24"/>
          <w:szCs w:val="24"/>
        </w:rPr>
        <w:t>,</w:t>
      </w:r>
      <w:r w:rsidRPr="0062597D">
        <w:rPr>
          <w:rFonts w:asciiTheme="minorHAnsi" w:hAnsiTheme="minorHAnsi"/>
          <w:sz w:val="24"/>
          <w:szCs w:val="24"/>
        </w:rPr>
        <w:t xml:space="preserve"> za cenę oferty</w:t>
      </w:r>
      <w:r w:rsidRPr="0062597D">
        <w:rPr>
          <w:rFonts w:asciiTheme="minorHAnsi" w:hAnsiTheme="minorHAnsi"/>
          <w:b/>
          <w:sz w:val="24"/>
          <w:szCs w:val="24"/>
        </w:rPr>
        <w:t>:</w:t>
      </w:r>
    </w:p>
    <w:p w:rsidR="0087080F" w:rsidRPr="0062597D" w:rsidRDefault="0087080F" w:rsidP="0087080F">
      <w:pPr>
        <w:pStyle w:val="Akapitzlist"/>
        <w:spacing w:after="200"/>
        <w:ind w:left="426"/>
        <w:rPr>
          <w:rFonts w:asciiTheme="minorHAnsi" w:hAnsiTheme="minorHAnsi"/>
          <w:b/>
          <w:sz w:val="24"/>
          <w:szCs w:val="24"/>
          <w:lang w:eastAsia="pl-PL"/>
        </w:rPr>
      </w:pPr>
    </w:p>
    <w:p w:rsidR="00A318DE" w:rsidRDefault="00A318DE" w:rsidP="00A318DE">
      <w:pPr>
        <w:pStyle w:val="Akapitzlist"/>
        <w:spacing w:after="200" w:line="240" w:lineRule="auto"/>
        <w:ind w:left="284"/>
        <w:rPr>
          <w:rFonts w:asciiTheme="minorHAnsi" w:hAnsiTheme="minorHAnsi"/>
          <w:b/>
          <w:sz w:val="24"/>
          <w:szCs w:val="24"/>
          <w:lang w:eastAsia="pl-PL"/>
        </w:rPr>
      </w:pPr>
    </w:p>
    <w:p w:rsidR="00B669F6" w:rsidRPr="00E73593" w:rsidRDefault="00EF2F9B" w:rsidP="0087080F">
      <w:pPr>
        <w:pStyle w:val="Akapitzlist"/>
        <w:spacing w:line="360" w:lineRule="auto"/>
        <w:ind w:left="284"/>
        <w:jc w:val="both"/>
        <w:rPr>
          <w:rFonts w:asciiTheme="minorHAnsi" w:hAnsiTheme="minorHAnsi"/>
          <w:b/>
          <w:sz w:val="16"/>
          <w:szCs w:val="16"/>
        </w:rPr>
      </w:pPr>
      <w:r w:rsidRPr="00E73593">
        <w:rPr>
          <w:rFonts w:asciiTheme="minorHAnsi" w:hAnsiTheme="minorHAnsi"/>
          <w:b/>
          <w:sz w:val="24"/>
          <w:szCs w:val="24"/>
        </w:rPr>
        <w:t>brutto: ……………</w:t>
      </w:r>
      <w:r w:rsidR="00756540" w:rsidRPr="00E73593">
        <w:rPr>
          <w:rFonts w:asciiTheme="minorHAnsi" w:hAnsiTheme="minorHAnsi"/>
          <w:b/>
          <w:sz w:val="24"/>
          <w:szCs w:val="24"/>
        </w:rPr>
        <w:t>….</w:t>
      </w:r>
      <w:r w:rsidRPr="00E73593">
        <w:rPr>
          <w:rFonts w:asciiTheme="minorHAnsi" w:hAnsiTheme="minorHAnsi"/>
          <w:b/>
          <w:sz w:val="24"/>
          <w:szCs w:val="24"/>
        </w:rPr>
        <w:t>zł</w:t>
      </w:r>
      <w:r w:rsidR="00073CFF" w:rsidRPr="00E73593">
        <w:rPr>
          <w:rFonts w:asciiTheme="minorHAnsi" w:hAnsiTheme="minorHAnsi"/>
          <w:b/>
          <w:sz w:val="24"/>
          <w:szCs w:val="24"/>
        </w:rPr>
        <w:t xml:space="preserve"> </w:t>
      </w:r>
      <w:r w:rsidR="00073CFF" w:rsidRPr="00E73593">
        <w:rPr>
          <w:rFonts w:asciiTheme="minorHAnsi" w:hAnsiTheme="minorHAnsi"/>
          <w:b/>
          <w:sz w:val="16"/>
          <w:szCs w:val="16"/>
        </w:rPr>
        <w:t>(</w:t>
      </w:r>
      <w:r w:rsidR="00142218" w:rsidRPr="00E73593">
        <w:rPr>
          <w:rFonts w:asciiTheme="minorHAnsi" w:hAnsiTheme="minorHAnsi"/>
          <w:b/>
          <w:sz w:val="16"/>
          <w:szCs w:val="16"/>
        </w:rPr>
        <w:t xml:space="preserve">suma poz. ”Razem” z </w:t>
      </w:r>
      <w:r w:rsidR="004C6041" w:rsidRPr="00E73593">
        <w:rPr>
          <w:rFonts w:asciiTheme="minorHAnsi" w:hAnsiTheme="minorHAnsi"/>
          <w:b/>
          <w:sz w:val="16"/>
          <w:szCs w:val="16"/>
        </w:rPr>
        <w:t>tabel</w:t>
      </w:r>
      <w:r w:rsidR="00142218" w:rsidRPr="00E73593">
        <w:rPr>
          <w:rFonts w:asciiTheme="minorHAnsi" w:hAnsiTheme="minorHAnsi"/>
          <w:b/>
          <w:sz w:val="16"/>
          <w:szCs w:val="16"/>
        </w:rPr>
        <w:t xml:space="preserve"> od 1 do 6  poniże</w:t>
      </w:r>
      <w:r w:rsidR="00073CFF" w:rsidRPr="00E73593">
        <w:rPr>
          <w:rFonts w:asciiTheme="minorHAnsi" w:hAnsiTheme="minorHAnsi"/>
          <w:b/>
          <w:sz w:val="16"/>
          <w:szCs w:val="16"/>
        </w:rPr>
        <w:t>j)</w:t>
      </w:r>
    </w:p>
    <w:p w:rsidR="00EF2F9B" w:rsidRPr="00E73593" w:rsidRDefault="00EF2F9B" w:rsidP="0087080F">
      <w:pPr>
        <w:pStyle w:val="Akapitzlist"/>
        <w:spacing w:line="360" w:lineRule="auto"/>
        <w:ind w:left="284"/>
        <w:jc w:val="both"/>
        <w:rPr>
          <w:rFonts w:asciiTheme="minorHAnsi" w:hAnsiTheme="minorHAnsi"/>
          <w:b/>
          <w:sz w:val="24"/>
          <w:szCs w:val="24"/>
        </w:rPr>
      </w:pPr>
      <w:r w:rsidRPr="00E73593">
        <w:rPr>
          <w:rFonts w:asciiTheme="minorHAnsi" w:hAnsiTheme="minorHAnsi"/>
          <w:b/>
          <w:sz w:val="24"/>
          <w:szCs w:val="24"/>
        </w:rPr>
        <w:t>słownie brutto: …</w:t>
      </w:r>
      <w:r w:rsidR="00B669F6" w:rsidRPr="00E73593">
        <w:rPr>
          <w:rFonts w:asciiTheme="minorHAnsi" w:hAnsiTheme="minorHAnsi"/>
          <w:b/>
          <w:sz w:val="24"/>
          <w:szCs w:val="24"/>
        </w:rPr>
        <w:t>……………………………….…………………………</w:t>
      </w:r>
      <w:r w:rsidR="00FB4709" w:rsidRPr="00E73593">
        <w:rPr>
          <w:rFonts w:asciiTheme="minorHAnsi" w:hAnsiTheme="minorHAnsi"/>
          <w:b/>
          <w:sz w:val="24"/>
          <w:szCs w:val="24"/>
        </w:rPr>
        <w:t>złotych</w:t>
      </w:r>
    </w:p>
    <w:p w:rsidR="0003333A" w:rsidRPr="00E73593" w:rsidRDefault="00EF2F9B" w:rsidP="0087080F">
      <w:pPr>
        <w:pStyle w:val="Akapitzlist"/>
        <w:spacing w:line="360" w:lineRule="auto"/>
        <w:ind w:left="284"/>
        <w:jc w:val="both"/>
        <w:rPr>
          <w:rFonts w:asciiTheme="minorHAnsi" w:hAnsiTheme="minorHAnsi"/>
          <w:b/>
          <w:sz w:val="24"/>
          <w:szCs w:val="24"/>
        </w:rPr>
      </w:pPr>
      <w:r w:rsidRPr="00E73593">
        <w:rPr>
          <w:rFonts w:asciiTheme="minorHAnsi" w:hAnsiTheme="minorHAnsi"/>
          <w:b/>
          <w:sz w:val="24"/>
          <w:szCs w:val="24"/>
        </w:rPr>
        <w:t>w tym:</w:t>
      </w:r>
      <w:r w:rsidR="00D806A6" w:rsidRPr="00E73593">
        <w:rPr>
          <w:rFonts w:asciiTheme="minorHAnsi" w:hAnsiTheme="minorHAnsi"/>
          <w:b/>
          <w:sz w:val="24"/>
          <w:szCs w:val="24"/>
        </w:rPr>
        <w:t xml:space="preserve"> </w:t>
      </w:r>
      <w:r w:rsidRPr="00E73593">
        <w:rPr>
          <w:rFonts w:asciiTheme="minorHAnsi" w:hAnsiTheme="minorHAnsi"/>
          <w:b/>
          <w:sz w:val="24"/>
          <w:szCs w:val="24"/>
          <w:lang w:val="en-US"/>
        </w:rPr>
        <w:t xml:space="preserve">netto: …………….. zł    VAT wg stawki ……...% w kwocie </w:t>
      </w:r>
      <w:r w:rsidR="0003333A" w:rsidRPr="00E73593">
        <w:rPr>
          <w:rFonts w:asciiTheme="minorHAnsi" w:hAnsiTheme="minorHAnsi"/>
          <w:b/>
          <w:sz w:val="24"/>
          <w:szCs w:val="24"/>
        </w:rPr>
        <w:t>……………………… zł</w:t>
      </w:r>
    </w:p>
    <w:p w:rsidR="00625249" w:rsidRPr="0087080F" w:rsidRDefault="00625249" w:rsidP="0087080F">
      <w:pPr>
        <w:jc w:val="both"/>
        <w:rPr>
          <w:rFonts w:asciiTheme="minorHAnsi" w:hAnsiTheme="minorHAnsi"/>
        </w:rPr>
      </w:pPr>
    </w:p>
    <w:p w:rsidR="0003333A" w:rsidRPr="0062597D" w:rsidRDefault="0003333A" w:rsidP="0003333A">
      <w:pPr>
        <w:pStyle w:val="Akapitzlist"/>
        <w:spacing w:line="48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62597D">
        <w:rPr>
          <w:rFonts w:asciiTheme="minorHAnsi" w:hAnsiTheme="minorHAnsi" w:cstheme="minorHAnsi"/>
          <w:sz w:val="24"/>
          <w:szCs w:val="24"/>
        </w:rPr>
        <w:t>Na cenę oferty składają się niżej wymienione usługi w poszczególnych obiektach:</w:t>
      </w:r>
    </w:p>
    <w:p w:rsidR="0003333A" w:rsidRPr="0062597D" w:rsidRDefault="001268EB" w:rsidP="0062597D">
      <w:pPr>
        <w:pStyle w:val="Akapitzlist"/>
        <w:spacing w:line="276" w:lineRule="auto"/>
        <w:ind w:left="993" w:hanging="993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62597D">
        <w:rPr>
          <w:rFonts w:asciiTheme="minorHAnsi" w:hAnsiTheme="minorHAnsi" w:cstheme="minorHAnsi"/>
          <w:sz w:val="24"/>
          <w:szCs w:val="24"/>
          <w:u w:val="single"/>
        </w:rPr>
        <w:t xml:space="preserve">Tabela 1: </w:t>
      </w:r>
      <w:r w:rsidR="0003333A" w:rsidRPr="0062597D">
        <w:rPr>
          <w:rFonts w:asciiTheme="minorHAnsi" w:hAnsiTheme="minorHAnsi" w:cstheme="minorHAnsi"/>
          <w:sz w:val="24"/>
          <w:szCs w:val="24"/>
          <w:u w:val="single"/>
        </w:rPr>
        <w:t>kontrola okresowa roczna budynku z uwzględnieniem instalacji i urządzeń służących ochronie środowiska – zgodnie z art. 62 ust. 1 pkt 1 lit. a i b ustawy Prawo budowlane:</w:t>
      </w:r>
    </w:p>
    <w:p w:rsidR="0003333A" w:rsidRPr="00167645" w:rsidRDefault="0003333A" w:rsidP="0003333A">
      <w:pPr>
        <w:pStyle w:val="Akapitzlist"/>
        <w:spacing w:before="240" w:after="240" w:line="276" w:lineRule="auto"/>
        <w:ind w:left="284" w:hanging="284"/>
        <w:jc w:val="both"/>
        <w:rPr>
          <w:rFonts w:ascii="Calibri" w:hAnsi="Calibri"/>
          <w:u w:val="single"/>
        </w:rPr>
      </w:pPr>
    </w:p>
    <w:tbl>
      <w:tblPr>
        <w:tblW w:w="99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3"/>
        <w:gridCol w:w="2203"/>
        <w:gridCol w:w="1542"/>
        <w:gridCol w:w="1134"/>
        <w:gridCol w:w="1107"/>
        <w:gridCol w:w="1102"/>
      </w:tblGrid>
      <w:tr w:rsidR="0003333A" w:rsidRPr="00167645" w:rsidTr="006737D1">
        <w:trPr>
          <w:jc w:val="center"/>
        </w:trPr>
        <w:tc>
          <w:tcPr>
            <w:tcW w:w="567" w:type="dxa"/>
            <w:vMerge w:val="restart"/>
            <w:vAlign w:val="center"/>
          </w:tcPr>
          <w:p w:rsidR="0003333A" w:rsidRPr="00167645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 w:rsidRPr="00167645">
              <w:rPr>
                <w:rFonts w:ascii="Calibri" w:eastAsia="Calibri" w:hAnsi="Calibri"/>
                <w:b/>
              </w:rPr>
              <w:t>l.p.</w:t>
            </w:r>
          </w:p>
        </w:tc>
        <w:tc>
          <w:tcPr>
            <w:tcW w:w="2263" w:type="dxa"/>
            <w:vMerge w:val="restart"/>
            <w:vAlign w:val="center"/>
          </w:tcPr>
          <w:p w:rsidR="0003333A" w:rsidRPr="0003333A" w:rsidRDefault="006737D1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O</w:t>
            </w:r>
            <w:r w:rsidR="0003333A" w:rsidRPr="0003333A">
              <w:rPr>
                <w:rFonts w:ascii="Calibri" w:eastAsia="Calibri" w:hAnsi="Calibri"/>
                <w:b/>
              </w:rPr>
              <w:t>biekt</w:t>
            </w:r>
          </w:p>
        </w:tc>
        <w:tc>
          <w:tcPr>
            <w:tcW w:w="2203" w:type="dxa"/>
            <w:vMerge w:val="restart"/>
            <w:vAlign w:val="center"/>
          </w:tcPr>
          <w:p w:rsidR="0003333A" w:rsidRPr="0003333A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</w:p>
          <w:p w:rsidR="0003333A" w:rsidRPr="0003333A" w:rsidRDefault="00E14CCE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R</w:t>
            </w:r>
            <w:r w:rsidR="0003333A" w:rsidRPr="0003333A">
              <w:rPr>
                <w:rFonts w:ascii="Calibri" w:eastAsia="Calibri" w:hAnsi="Calibri"/>
                <w:b/>
              </w:rPr>
              <w:t>odzaj obiektu</w:t>
            </w:r>
          </w:p>
        </w:tc>
        <w:tc>
          <w:tcPr>
            <w:tcW w:w="1542" w:type="dxa"/>
            <w:vMerge w:val="restart"/>
            <w:vAlign w:val="center"/>
          </w:tcPr>
          <w:p w:rsidR="0003333A" w:rsidRPr="0003333A" w:rsidRDefault="006737D1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I</w:t>
            </w:r>
            <w:r w:rsidR="0003333A" w:rsidRPr="0003333A">
              <w:rPr>
                <w:rFonts w:ascii="Calibri" w:eastAsia="Calibri" w:hAnsi="Calibri"/>
                <w:b/>
              </w:rPr>
              <w:t xml:space="preserve">lość kontroli do wykonania </w:t>
            </w:r>
          </w:p>
          <w:p w:rsidR="0003333A" w:rsidRPr="0003333A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 w:rsidRPr="0003333A">
              <w:rPr>
                <w:rFonts w:ascii="Calibri" w:eastAsia="Calibri" w:hAnsi="Calibri"/>
                <w:b/>
              </w:rPr>
              <w:t>w okresie trwania umowy</w:t>
            </w:r>
          </w:p>
        </w:tc>
        <w:tc>
          <w:tcPr>
            <w:tcW w:w="2241" w:type="dxa"/>
            <w:gridSpan w:val="2"/>
            <w:vAlign w:val="center"/>
          </w:tcPr>
          <w:p w:rsidR="0003333A" w:rsidRPr="0003333A" w:rsidRDefault="006737D1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C</w:t>
            </w:r>
            <w:r w:rsidR="0003333A" w:rsidRPr="0003333A">
              <w:rPr>
                <w:rFonts w:ascii="Calibri" w:eastAsia="Calibri" w:hAnsi="Calibri"/>
                <w:b/>
              </w:rPr>
              <w:t>ena za jedną kontrolę</w:t>
            </w:r>
          </w:p>
        </w:tc>
        <w:tc>
          <w:tcPr>
            <w:tcW w:w="1102" w:type="dxa"/>
            <w:vMerge w:val="restart"/>
            <w:vAlign w:val="center"/>
          </w:tcPr>
          <w:p w:rsidR="0003333A" w:rsidRPr="0003333A" w:rsidRDefault="006737D1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R</w:t>
            </w:r>
            <w:r w:rsidR="0003333A" w:rsidRPr="0003333A">
              <w:rPr>
                <w:rFonts w:ascii="Calibri" w:eastAsia="Calibri" w:hAnsi="Calibri"/>
                <w:b/>
              </w:rPr>
              <w:t>azem brutto</w:t>
            </w:r>
          </w:p>
          <w:p w:rsidR="0003333A" w:rsidRPr="006737D1" w:rsidRDefault="006737D1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>
              <w:rPr>
                <w:rFonts w:ascii="Calibri" w:eastAsia="Calibri" w:hAnsi="Calibri"/>
                <w:sz w:val="18"/>
                <w:szCs w:val="18"/>
              </w:rPr>
              <w:t>(kol. 4*</w:t>
            </w:r>
            <w:r w:rsidR="0003333A" w:rsidRPr="006737D1">
              <w:rPr>
                <w:rFonts w:ascii="Calibri" w:eastAsia="Calibri" w:hAnsi="Calibri"/>
                <w:sz w:val="18"/>
                <w:szCs w:val="18"/>
              </w:rPr>
              <w:t>6)</w:t>
            </w:r>
          </w:p>
        </w:tc>
      </w:tr>
      <w:tr w:rsidR="0003333A" w:rsidRPr="00167645" w:rsidTr="003F7805">
        <w:trPr>
          <w:jc w:val="center"/>
        </w:trPr>
        <w:tc>
          <w:tcPr>
            <w:tcW w:w="567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63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03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542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134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b/>
              </w:rPr>
            </w:pPr>
            <w:r w:rsidRPr="00167645">
              <w:rPr>
                <w:rFonts w:ascii="Calibri" w:eastAsia="Calibri" w:hAnsi="Calibri"/>
                <w:b/>
              </w:rPr>
              <w:t>netto</w:t>
            </w:r>
          </w:p>
        </w:tc>
        <w:tc>
          <w:tcPr>
            <w:tcW w:w="110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b/>
              </w:rPr>
            </w:pPr>
            <w:r w:rsidRPr="00167645">
              <w:rPr>
                <w:rFonts w:ascii="Calibri" w:eastAsia="Calibri" w:hAnsi="Calibri"/>
                <w:b/>
              </w:rPr>
              <w:t>brutto</w:t>
            </w:r>
          </w:p>
        </w:tc>
        <w:tc>
          <w:tcPr>
            <w:tcW w:w="1102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</w:tr>
      <w:tr w:rsidR="0003333A" w:rsidRPr="00167645" w:rsidTr="003F7805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1</w:t>
            </w:r>
          </w:p>
        </w:tc>
        <w:tc>
          <w:tcPr>
            <w:tcW w:w="2263" w:type="dxa"/>
            <w:vAlign w:val="center"/>
          </w:tcPr>
          <w:p w:rsidR="0003333A" w:rsidRPr="00167645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2</w:t>
            </w:r>
          </w:p>
        </w:tc>
        <w:tc>
          <w:tcPr>
            <w:tcW w:w="2203" w:type="dxa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3</w:t>
            </w:r>
          </w:p>
        </w:tc>
        <w:tc>
          <w:tcPr>
            <w:tcW w:w="1542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4</w:t>
            </w:r>
          </w:p>
        </w:tc>
        <w:tc>
          <w:tcPr>
            <w:tcW w:w="1134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5</w:t>
            </w:r>
          </w:p>
        </w:tc>
        <w:tc>
          <w:tcPr>
            <w:tcW w:w="110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6</w:t>
            </w:r>
          </w:p>
        </w:tc>
        <w:tc>
          <w:tcPr>
            <w:tcW w:w="1102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7</w:t>
            </w:r>
          </w:p>
        </w:tc>
      </w:tr>
      <w:tr w:rsidR="0003333A" w:rsidRPr="00167645" w:rsidTr="003F7805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1</w:t>
            </w:r>
          </w:p>
        </w:tc>
        <w:tc>
          <w:tcPr>
            <w:tcW w:w="2263" w:type="dxa"/>
            <w:vAlign w:val="center"/>
          </w:tcPr>
          <w:p w:rsidR="0003333A" w:rsidRPr="0003333A" w:rsidRDefault="0003333A" w:rsidP="007C16B6">
            <w:pPr>
              <w:pStyle w:val="Akapitzlist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 xml:space="preserve">Izba Administracji Skarbowej w Kielcach, </w:t>
            </w:r>
          </w:p>
          <w:p w:rsidR="0003333A" w:rsidRPr="0003333A" w:rsidRDefault="0003333A" w:rsidP="007C16B6">
            <w:pPr>
              <w:pStyle w:val="Akapitzlist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ul. Sandomierska 105</w:t>
            </w:r>
          </w:p>
        </w:tc>
        <w:tc>
          <w:tcPr>
            <w:tcW w:w="2203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513B8B" w:rsidP="007C16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03333A" w:rsidRPr="00167645" w:rsidTr="003F7805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2</w:t>
            </w:r>
          </w:p>
        </w:tc>
        <w:tc>
          <w:tcPr>
            <w:tcW w:w="2263" w:type="dxa"/>
            <w:vAlign w:val="center"/>
          </w:tcPr>
          <w:p w:rsidR="0003333A" w:rsidRPr="0003333A" w:rsidRDefault="0003333A" w:rsidP="007C16B6">
            <w:pPr>
              <w:pStyle w:val="Akapitzlist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 xml:space="preserve">Izba Administracji Skarbowej w Kielcach, </w:t>
            </w:r>
          </w:p>
          <w:p w:rsidR="0003333A" w:rsidRPr="0003333A" w:rsidRDefault="0003333A" w:rsidP="007C16B6">
            <w:pPr>
              <w:pStyle w:val="Akapitzlist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ul. W. Witosa 78B</w:t>
            </w:r>
          </w:p>
        </w:tc>
        <w:tc>
          <w:tcPr>
            <w:tcW w:w="2203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513B8B" w:rsidP="007C16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3333A" w:rsidRPr="00167645" w:rsidTr="003F7805">
        <w:trPr>
          <w:jc w:val="center"/>
        </w:trPr>
        <w:tc>
          <w:tcPr>
            <w:tcW w:w="567" w:type="dxa"/>
            <w:vMerge w:val="restart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3</w:t>
            </w:r>
          </w:p>
        </w:tc>
        <w:tc>
          <w:tcPr>
            <w:tcW w:w="2263" w:type="dxa"/>
            <w:vMerge w:val="restart"/>
            <w:vAlign w:val="center"/>
          </w:tcPr>
          <w:p w:rsidR="0003333A" w:rsidRPr="0003333A" w:rsidRDefault="0003333A" w:rsidP="008D3E89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Świętokrzyski Urząd Celno-Skarbowy w Kielcach</w:t>
            </w:r>
          </w:p>
        </w:tc>
        <w:tc>
          <w:tcPr>
            <w:tcW w:w="2203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513B8B" w:rsidP="007C16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3333A" w:rsidRPr="00167645" w:rsidTr="003F7805">
        <w:trPr>
          <w:jc w:val="center"/>
        </w:trPr>
        <w:tc>
          <w:tcPr>
            <w:tcW w:w="567" w:type="dxa"/>
            <w:vMerge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263" w:type="dxa"/>
            <w:vMerge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203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oficyna</w:t>
            </w: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3333A" w:rsidRPr="00167645" w:rsidTr="003F7805">
        <w:trPr>
          <w:jc w:val="center"/>
        </w:trPr>
        <w:tc>
          <w:tcPr>
            <w:tcW w:w="567" w:type="dxa"/>
            <w:vMerge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263" w:type="dxa"/>
            <w:vMerge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203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garaż</w:t>
            </w: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3333A" w:rsidRPr="00167645" w:rsidTr="003F7805">
        <w:trPr>
          <w:jc w:val="center"/>
        </w:trPr>
        <w:tc>
          <w:tcPr>
            <w:tcW w:w="567" w:type="dxa"/>
            <w:vMerge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263" w:type="dxa"/>
            <w:vMerge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203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magazyn podręczny</w:t>
            </w: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3333A" w:rsidRPr="00167645" w:rsidTr="003F7805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4</w:t>
            </w:r>
          </w:p>
        </w:tc>
        <w:tc>
          <w:tcPr>
            <w:tcW w:w="2263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 xml:space="preserve">Delegatura Świętokrzyskiego Urzędu Celno-Skarbowego </w:t>
            </w:r>
          </w:p>
          <w:p w:rsidR="0003333A" w:rsidRPr="0003333A" w:rsidRDefault="0003333A" w:rsidP="007C16B6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w Kielcach</w:t>
            </w:r>
          </w:p>
          <w:p w:rsidR="006737D1" w:rsidRDefault="0003333A" w:rsidP="007C16B6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 xml:space="preserve">Oddział Celny </w:t>
            </w:r>
          </w:p>
          <w:p w:rsidR="0003333A" w:rsidRPr="0003333A" w:rsidRDefault="0003333A" w:rsidP="008D3E89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w Kielcach</w:t>
            </w:r>
          </w:p>
        </w:tc>
        <w:tc>
          <w:tcPr>
            <w:tcW w:w="2203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513B8B" w:rsidP="007C16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3333A" w:rsidRPr="00167645" w:rsidTr="003F7805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5</w:t>
            </w:r>
          </w:p>
        </w:tc>
        <w:tc>
          <w:tcPr>
            <w:tcW w:w="2263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 xml:space="preserve">Urząd Skarbowy </w:t>
            </w:r>
          </w:p>
          <w:p w:rsidR="0003333A" w:rsidRPr="0003333A" w:rsidRDefault="0003333A" w:rsidP="007C16B6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w Busku Zdroju</w:t>
            </w: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513B8B" w:rsidP="007C16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3333A" w:rsidRPr="00167645" w:rsidTr="003F7805">
        <w:trPr>
          <w:jc w:val="center"/>
        </w:trPr>
        <w:tc>
          <w:tcPr>
            <w:tcW w:w="567" w:type="dxa"/>
            <w:vMerge w:val="restart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6</w:t>
            </w:r>
          </w:p>
        </w:tc>
        <w:tc>
          <w:tcPr>
            <w:tcW w:w="2263" w:type="dxa"/>
            <w:vMerge w:val="restart"/>
            <w:tcBorders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 xml:space="preserve">Pierwszy Urząd Skarbowy </w:t>
            </w:r>
          </w:p>
          <w:p w:rsidR="0003333A" w:rsidRPr="0003333A" w:rsidRDefault="0003333A" w:rsidP="007C16B6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w Kielcach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513B8B" w:rsidP="007C16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ind w:right="61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ind w:righ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ind w:right="486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3333A" w:rsidRPr="00167645" w:rsidTr="00625249">
        <w:trPr>
          <w:trHeight w:val="480"/>
          <w:jc w:val="center"/>
        </w:trPr>
        <w:tc>
          <w:tcPr>
            <w:tcW w:w="567" w:type="dxa"/>
            <w:vMerge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263" w:type="dxa"/>
            <w:vMerge/>
            <w:tcBorders>
              <w:bottom w:val="single" w:sz="4" w:space="0" w:color="auto"/>
            </w:tcBorders>
            <w:vAlign w:val="center"/>
          </w:tcPr>
          <w:p w:rsidR="0003333A" w:rsidRPr="0003333A" w:rsidRDefault="0003333A" w:rsidP="007C16B6">
            <w:pPr>
              <w:pStyle w:val="Akapitzlist"/>
              <w:ind w:left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203" w:type="dxa"/>
            <w:tcBorders>
              <w:top w:val="single" w:sz="4" w:space="0" w:color="auto"/>
              <w:bottom w:val="single" w:sz="4" w:space="0" w:color="auto"/>
            </w:tcBorders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garaż</w:t>
            </w: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3333A" w:rsidRPr="00167645" w:rsidTr="00625249">
        <w:trPr>
          <w:trHeight w:val="480"/>
          <w:jc w:val="center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lastRenderedPageBreak/>
              <w:t>7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pStyle w:val="Akapitzlist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 xml:space="preserve">Drugi Urząd Skarbowy </w:t>
            </w:r>
          </w:p>
          <w:p w:rsidR="0003333A" w:rsidRPr="0003333A" w:rsidRDefault="0003333A" w:rsidP="007C16B6">
            <w:pPr>
              <w:pStyle w:val="Akapitzlist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w Kielcach</w:t>
            </w:r>
          </w:p>
          <w:p w:rsidR="0003333A" w:rsidRPr="0003333A" w:rsidRDefault="0003333A" w:rsidP="007C16B6">
            <w:pPr>
              <w:pStyle w:val="Akapitzlist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Świętokrzyski Urząd Skarbowy w Kielcach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513B8B" w:rsidP="007C16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3333A" w:rsidRPr="00167645" w:rsidTr="00625249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8</w:t>
            </w:r>
          </w:p>
        </w:tc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w Końskich</w:t>
            </w:r>
          </w:p>
        </w:tc>
        <w:tc>
          <w:tcPr>
            <w:tcW w:w="2203" w:type="dxa"/>
            <w:tcBorders>
              <w:top w:val="single" w:sz="4" w:space="0" w:color="auto"/>
            </w:tcBorders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513B8B" w:rsidP="007C16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Default="0003333A" w:rsidP="007C16B6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 </w:t>
            </w:r>
          </w:p>
        </w:tc>
      </w:tr>
      <w:tr w:rsidR="0003333A" w:rsidRPr="00167645" w:rsidTr="003F7805">
        <w:trPr>
          <w:jc w:val="center"/>
        </w:trPr>
        <w:tc>
          <w:tcPr>
            <w:tcW w:w="567" w:type="dxa"/>
            <w:vMerge w:val="restart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9</w:t>
            </w:r>
          </w:p>
        </w:tc>
        <w:tc>
          <w:tcPr>
            <w:tcW w:w="2263" w:type="dxa"/>
            <w:vMerge w:val="restart"/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Urząd Skarbowy</w:t>
            </w:r>
          </w:p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w Opatowie</w:t>
            </w:r>
          </w:p>
        </w:tc>
        <w:tc>
          <w:tcPr>
            <w:tcW w:w="2203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513B8B" w:rsidP="007C16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ind w:right="3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Default="0003333A" w:rsidP="007C16B6">
            <w:pPr>
              <w:ind w:right="202"/>
              <w:jc w:val="right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 </w:t>
            </w:r>
          </w:p>
        </w:tc>
      </w:tr>
      <w:tr w:rsidR="0003333A" w:rsidRPr="00167645" w:rsidTr="003F7805">
        <w:trPr>
          <w:jc w:val="center"/>
        </w:trPr>
        <w:tc>
          <w:tcPr>
            <w:tcW w:w="567" w:type="dxa"/>
            <w:vMerge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263" w:type="dxa"/>
            <w:vMerge/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203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garaż</w:t>
            </w: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333A" w:rsidRDefault="0003333A" w:rsidP="007C16B6">
            <w:pPr>
              <w:rPr>
                <w:rFonts w:ascii="Arial" w:hAnsi="Arial"/>
                <w:b/>
                <w:bCs/>
                <w:color w:val="000000"/>
              </w:rPr>
            </w:pPr>
          </w:p>
        </w:tc>
      </w:tr>
      <w:tr w:rsidR="0003333A" w:rsidRPr="00167645" w:rsidTr="003F7805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10</w:t>
            </w:r>
          </w:p>
        </w:tc>
        <w:tc>
          <w:tcPr>
            <w:tcW w:w="2263" w:type="dxa"/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w Ostrowcu Świętokrzyskim</w:t>
            </w:r>
          </w:p>
        </w:tc>
        <w:tc>
          <w:tcPr>
            <w:tcW w:w="2203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513B8B" w:rsidP="007C16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Default="0003333A" w:rsidP="007C16B6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 </w:t>
            </w:r>
          </w:p>
        </w:tc>
      </w:tr>
      <w:tr w:rsidR="0003333A" w:rsidRPr="00167645" w:rsidTr="003F7805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11</w:t>
            </w:r>
          </w:p>
        </w:tc>
        <w:tc>
          <w:tcPr>
            <w:tcW w:w="2263" w:type="dxa"/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w Pińczowie</w:t>
            </w:r>
          </w:p>
        </w:tc>
        <w:tc>
          <w:tcPr>
            <w:tcW w:w="2203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513B8B" w:rsidP="007C16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Default="0003333A" w:rsidP="007C16B6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 </w:t>
            </w:r>
          </w:p>
        </w:tc>
      </w:tr>
      <w:tr w:rsidR="0003333A" w:rsidRPr="00167645" w:rsidTr="003F7805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12</w:t>
            </w:r>
          </w:p>
        </w:tc>
        <w:tc>
          <w:tcPr>
            <w:tcW w:w="2263" w:type="dxa"/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w Sandomierzu</w:t>
            </w:r>
          </w:p>
        </w:tc>
        <w:tc>
          <w:tcPr>
            <w:tcW w:w="2203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513B8B" w:rsidP="007C16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Default="0003333A" w:rsidP="007C16B6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 </w:t>
            </w:r>
          </w:p>
        </w:tc>
      </w:tr>
      <w:tr w:rsidR="0003333A" w:rsidRPr="00167645" w:rsidTr="003F7805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13</w:t>
            </w:r>
          </w:p>
        </w:tc>
        <w:tc>
          <w:tcPr>
            <w:tcW w:w="2263" w:type="dxa"/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w Skarżysku Kamiennej</w:t>
            </w:r>
          </w:p>
        </w:tc>
        <w:tc>
          <w:tcPr>
            <w:tcW w:w="2203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513B8B" w:rsidP="007C16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Default="0003333A" w:rsidP="007C16B6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 </w:t>
            </w:r>
          </w:p>
        </w:tc>
      </w:tr>
      <w:tr w:rsidR="00625249" w:rsidRPr="00167645" w:rsidTr="003F7805">
        <w:trPr>
          <w:jc w:val="center"/>
        </w:trPr>
        <w:tc>
          <w:tcPr>
            <w:tcW w:w="567" w:type="dxa"/>
            <w:vAlign w:val="center"/>
          </w:tcPr>
          <w:p w:rsidR="00625249" w:rsidRPr="00167645" w:rsidRDefault="00625249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14</w:t>
            </w:r>
          </w:p>
        </w:tc>
        <w:tc>
          <w:tcPr>
            <w:tcW w:w="2263" w:type="dxa"/>
            <w:vAlign w:val="center"/>
          </w:tcPr>
          <w:p w:rsidR="00625249" w:rsidRPr="0003333A" w:rsidRDefault="00625249" w:rsidP="00625249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Skarżysko</w:t>
            </w: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Kamienn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a</w:t>
            </w:r>
            <w:r w:rsidR="008D3E8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8D3E89" w:rsidRPr="008D3E89">
              <w:rPr>
                <w:rFonts w:asciiTheme="minorHAnsi" w:eastAsia="Calibri" w:hAnsiTheme="minorHAnsi" w:cstheme="minorHAnsi"/>
                <w:sz w:val="22"/>
                <w:szCs w:val="22"/>
              </w:rPr>
              <w:t>ul. 1-go Maja 105</w:t>
            </w:r>
          </w:p>
        </w:tc>
        <w:tc>
          <w:tcPr>
            <w:tcW w:w="2203" w:type="dxa"/>
          </w:tcPr>
          <w:p w:rsidR="00625249" w:rsidRPr="0003333A" w:rsidRDefault="00625249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5249" w:rsidRDefault="00513B8B" w:rsidP="007C16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5249" w:rsidRPr="0003333A" w:rsidRDefault="00625249" w:rsidP="007C16B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249" w:rsidRPr="0003333A" w:rsidRDefault="00625249" w:rsidP="007C16B6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249" w:rsidRDefault="00625249" w:rsidP="007C16B6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</w:p>
        </w:tc>
      </w:tr>
      <w:tr w:rsidR="0003333A" w:rsidRPr="00167645" w:rsidTr="003F7805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625249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15</w:t>
            </w:r>
          </w:p>
        </w:tc>
        <w:tc>
          <w:tcPr>
            <w:tcW w:w="2263" w:type="dxa"/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w Starachowicach</w:t>
            </w:r>
          </w:p>
        </w:tc>
        <w:tc>
          <w:tcPr>
            <w:tcW w:w="2203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513B8B" w:rsidP="007C16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Default="0003333A" w:rsidP="007C16B6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 </w:t>
            </w:r>
          </w:p>
        </w:tc>
      </w:tr>
      <w:tr w:rsidR="0003333A" w:rsidRPr="00167645" w:rsidTr="003F7805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625249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16</w:t>
            </w:r>
          </w:p>
        </w:tc>
        <w:tc>
          <w:tcPr>
            <w:tcW w:w="2263" w:type="dxa"/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w Staszowie</w:t>
            </w:r>
          </w:p>
        </w:tc>
        <w:tc>
          <w:tcPr>
            <w:tcW w:w="2203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513B8B" w:rsidP="00682AD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Default="0003333A" w:rsidP="007C16B6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 </w:t>
            </w:r>
          </w:p>
        </w:tc>
      </w:tr>
      <w:tr w:rsidR="0003333A" w:rsidRPr="00167645" w:rsidTr="003F7805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625249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17</w:t>
            </w:r>
          </w:p>
        </w:tc>
        <w:tc>
          <w:tcPr>
            <w:tcW w:w="2263" w:type="dxa"/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w Kazimierzy Wielkiej</w:t>
            </w:r>
          </w:p>
        </w:tc>
        <w:tc>
          <w:tcPr>
            <w:tcW w:w="2203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513B8B" w:rsidP="007C16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Default="0003333A" w:rsidP="007C16B6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 </w:t>
            </w:r>
          </w:p>
        </w:tc>
      </w:tr>
      <w:tr w:rsidR="0003333A" w:rsidRPr="00167645" w:rsidTr="0003333A">
        <w:trPr>
          <w:gridBefore w:val="4"/>
          <w:wBefore w:w="6575" w:type="dxa"/>
          <w:trHeight w:val="524"/>
          <w:jc w:val="center"/>
        </w:trPr>
        <w:tc>
          <w:tcPr>
            <w:tcW w:w="2241" w:type="dxa"/>
            <w:gridSpan w:val="2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03333A">
              <w:rPr>
                <w:rFonts w:asciiTheme="minorHAnsi" w:eastAsia="Calibri" w:hAnsiTheme="minorHAnsi" w:cstheme="minorHAnsi"/>
                <w:b/>
              </w:rPr>
              <w:t>Razem</w:t>
            </w:r>
          </w:p>
        </w:tc>
        <w:tc>
          <w:tcPr>
            <w:tcW w:w="1102" w:type="dxa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</w:tr>
    </w:tbl>
    <w:p w:rsidR="001039D9" w:rsidRPr="00142218" w:rsidRDefault="001039D9" w:rsidP="00142218">
      <w:pPr>
        <w:spacing w:line="276" w:lineRule="auto"/>
        <w:jc w:val="both"/>
        <w:rPr>
          <w:rFonts w:ascii="Calibri" w:hAnsi="Calibri"/>
          <w:u w:val="single"/>
        </w:rPr>
      </w:pPr>
    </w:p>
    <w:p w:rsidR="0003333A" w:rsidRPr="0062597D" w:rsidRDefault="001268EB" w:rsidP="0062597D">
      <w:pPr>
        <w:pStyle w:val="Akapitzlist"/>
        <w:spacing w:line="276" w:lineRule="auto"/>
        <w:ind w:left="851" w:hanging="851"/>
        <w:jc w:val="both"/>
        <w:rPr>
          <w:rFonts w:ascii="Calibri" w:hAnsi="Calibri"/>
          <w:sz w:val="24"/>
          <w:szCs w:val="24"/>
          <w:u w:val="single"/>
        </w:rPr>
      </w:pPr>
      <w:r w:rsidRPr="0062597D">
        <w:rPr>
          <w:rFonts w:asciiTheme="minorHAnsi" w:hAnsiTheme="minorHAnsi" w:cstheme="minorHAnsi"/>
          <w:sz w:val="24"/>
          <w:szCs w:val="24"/>
          <w:u w:val="single"/>
        </w:rPr>
        <w:t xml:space="preserve">Tabela 2: </w:t>
      </w:r>
      <w:r w:rsidR="0003333A" w:rsidRPr="0062597D">
        <w:rPr>
          <w:rFonts w:ascii="Calibri" w:hAnsi="Calibri"/>
          <w:sz w:val="24"/>
          <w:szCs w:val="24"/>
          <w:u w:val="single"/>
        </w:rPr>
        <w:t>kontrola okresowa budynku pięcioletnia -  zgodnie z art. 62 ust. 1 pkt 2 ustawy Prawo budowlane:</w:t>
      </w:r>
    </w:p>
    <w:tbl>
      <w:tblPr>
        <w:tblW w:w="105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89"/>
        <w:gridCol w:w="1777"/>
        <w:gridCol w:w="1542"/>
        <w:gridCol w:w="1134"/>
        <w:gridCol w:w="1107"/>
        <w:gridCol w:w="1728"/>
      </w:tblGrid>
      <w:tr w:rsidR="0003333A" w:rsidRPr="00167645" w:rsidTr="0097761A">
        <w:trPr>
          <w:jc w:val="center"/>
        </w:trPr>
        <w:tc>
          <w:tcPr>
            <w:tcW w:w="567" w:type="dxa"/>
            <w:vMerge w:val="restart"/>
            <w:vAlign w:val="center"/>
          </w:tcPr>
          <w:p w:rsidR="0003333A" w:rsidRPr="0003333A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 w:rsidRPr="0003333A">
              <w:rPr>
                <w:rFonts w:ascii="Calibri" w:eastAsia="Calibri" w:hAnsi="Calibri"/>
                <w:b/>
              </w:rPr>
              <w:t>l.p.</w:t>
            </w:r>
          </w:p>
        </w:tc>
        <w:tc>
          <w:tcPr>
            <w:tcW w:w="2689" w:type="dxa"/>
            <w:vMerge w:val="restart"/>
            <w:vAlign w:val="center"/>
          </w:tcPr>
          <w:p w:rsidR="0003333A" w:rsidRPr="0003333A" w:rsidRDefault="00D350F4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O</w:t>
            </w:r>
            <w:r w:rsidR="0003333A" w:rsidRPr="0003333A">
              <w:rPr>
                <w:rFonts w:ascii="Calibri" w:eastAsia="Calibri" w:hAnsi="Calibri"/>
                <w:b/>
              </w:rPr>
              <w:t>biekt</w:t>
            </w:r>
          </w:p>
        </w:tc>
        <w:tc>
          <w:tcPr>
            <w:tcW w:w="1777" w:type="dxa"/>
            <w:vMerge w:val="restart"/>
            <w:vAlign w:val="center"/>
          </w:tcPr>
          <w:p w:rsidR="0003333A" w:rsidRPr="0003333A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</w:p>
          <w:p w:rsidR="0003333A" w:rsidRPr="0003333A" w:rsidRDefault="00D350F4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R</w:t>
            </w:r>
            <w:r w:rsidR="0003333A" w:rsidRPr="0003333A">
              <w:rPr>
                <w:rFonts w:ascii="Calibri" w:eastAsia="Calibri" w:hAnsi="Calibri"/>
                <w:b/>
              </w:rPr>
              <w:t>odzaj obiektu</w:t>
            </w:r>
          </w:p>
        </w:tc>
        <w:tc>
          <w:tcPr>
            <w:tcW w:w="1542" w:type="dxa"/>
            <w:vMerge w:val="restart"/>
            <w:vAlign w:val="center"/>
          </w:tcPr>
          <w:p w:rsidR="0003333A" w:rsidRPr="0003333A" w:rsidRDefault="00D350F4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I</w:t>
            </w:r>
            <w:r w:rsidR="0003333A" w:rsidRPr="0003333A">
              <w:rPr>
                <w:rFonts w:ascii="Calibri" w:eastAsia="Calibri" w:hAnsi="Calibri"/>
                <w:b/>
              </w:rPr>
              <w:t xml:space="preserve">lość kontroli do wykonania </w:t>
            </w:r>
          </w:p>
          <w:p w:rsidR="0003333A" w:rsidRPr="0003333A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 w:rsidRPr="0003333A">
              <w:rPr>
                <w:rFonts w:ascii="Calibri" w:eastAsia="Calibri" w:hAnsi="Calibri"/>
                <w:b/>
              </w:rPr>
              <w:t>w okresie trwania umowy</w:t>
            </w:r>
          </w:p>
        </w:tc>
        <w:tc>
          <w:tcPr>
            <w:tcW w:w="2241" w:type="dxa"/>
            <w:gridSpan w:val="2"/>
            <w:vAlign w:val="center"/>
          </w:tcPr>
          <w:p w:rsidR="0003333A" w:rsidRPr="0003333A" w:rsidRDefault="00D350F4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C</w:t>
            </w:r>
            <w:r w:rsidR="0003333A" w:rsidRPr="0003333A">
              <w:rPr>
                <w:rFonts w:ascii="Calibri" w:eastAsia="Calibri" w:hAnsi="Calibri"/>
                <w:b/>
              </w:rPr>
              <w:t>ena za jedną kontrolę</w:t>
            </w:r>
          </w:p>
        </w:tc>
        <w:tc>
          <w:tcPr>
            <w:tcW w:w="1728" w:type="dxa"/>
            <w:vMerge w:val="restart"/>
            <w:vAlign w:val="center"/>
          </w:tcPr>
          <w:p w:rsidR="0003333A" w:rsidRPr="0003333A" w:rsidRDefault="00D350F4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R</w:t>
            </w:r>
            <w:r w:rsidR="0003333A" w:rsidRPr="0003333A">
              <w:rPr>
                <w:rFonts w:ascii="Calibri" w:eastAsia="Calibri" w:hAnsi="Calibri"/>
                <w:b/>
              </w:rPr>
              <w:t>azem brutto</w:t>
            </w:r>
          </w:p>
          <w:p w:rsidR="0003333A" w:rsidRPr="006737D1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6737D1">
              <w:rPr>
                <w:rFonts w:ascii="Calibri" w:eastAsia="Calibri" w:hAnsi="Calibri"/>
                <w:sz w:val="18"/>
                <w:szCs w:val="18"/>
              </w:rPr>
              <w:t>(kol. 4*6)</w:t>
            </w:r>
          </w:p>
        </w:tc>
      </w:tr>
      <w:tr w:rsidR="0003333A" w:rsidRPr="00167645" w:rsidTr="0097761A">
        <w:trPr>
          <w:jc w:val="center"/>
        </w:trPr>
        <w:tc>
          <w:tcPr>
            <w:tcW w:w="567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689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777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542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134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b/>
              </w:rPr>
            </w:pPr>
            <w:r w:rsidRPr="00167645">
              <w:rPr>
                <w:rFonts w:ascii="Calibri" w:eastAsia="Calibri" w:hAnsi="Calibri"/>
                <w:b/>
              </w:rPr>
              <w:t>netto</w:t>
            </w:r>
          </w:p>
        </w:tc>
        <w:tc>
          <w:tcPr>
            <w:tcW w:w="110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b/>
              </w:rPr>
            </w:pPr>
            <w:r w:rsidRPr="00167645">
              <w:rPr>
                <w:rFonts w:ascii="Calibri" w:eastAsia="Calibri" w:hAnsi="Calibri"/>
                <w:b/>
              </w:rPr>
              <w:t>brutto</w:t>
            </w:r>
          </w:p>
        </w:tc>
        <w:tc>
          <w:tcPr>
            <w:tcW w:w="1728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</w:tr>
      <w:tr w:rsidR="0003333A" w:rsidRPr="00167645" w:rsidTr="0097761A">
        <w:trPr>
          <w:trHeight w:val="167"/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1</w:t>
            </w:r>
          </w:p>
        </w:tc>
        <w:tc>
          <w:tcPr>
            <w:tcW w:w="2689" w:type="dxa"/>
            <w:vAlign w:val="center"/>
          </w:tcPr>
          <w:p w:rsidR="0003333A" w:rsidRPr="00167645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2</w:t>
            </w:r>
          </w:p>
        </w:tc>
        <w:tc>
          <w:tcPr>
            <w:tcW w:w="177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3</w:t>
            </w:r>
          </w:p>
        </w:tc>
        <w:tc>
          <w:tcPr>
            <w:tcW w:w="1542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4</w:t>
            </w:r>
          </w:p>
        </w:tc>
        <w:tc>
          <w:tcPr>
            <w:tcW w:w="1134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5</w:t>
            </w:r>
          </w:p>
        </w:tc>
        <w:tc>
          <w:tcPr>
            <w:tcW w:w="110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6</w:t>
            </w:r>
          </w:p>
        </w:tc>
        <w:tc>
          <w:tcPr>
            <w:tcW w:w="1728" w:type="dxa"/>
            <w:vAlign w:val="center"/>
          </w:tcPr>
          <w:p w:rsidR="0003333A" w:rsidRPr="00167645" w:rsidRDefault="001039D9" w:rsidP="001039D9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>
              <w:rPr>
                <w:rFonts w:ascii="Calibri" w:eastAsia="Calibri" w:hAnsi="Calibri"/>
                <w:sz w:val="13"/>
                <w:szCs w:val="13"/>
              </w:rPr>
              <w:t>7</w:t>
            </w:r>
          </w:p>
        </w:tc>
      </w:tr>
      <w:tr w:rsidR="0003333A" w:rsidRPr="00D350F4" w:rsidTr="0097761A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2B5805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</w:t>
            </w:r>
          </w:p>
        </w:tc>
        <w:tc>
          <w:tcPr>
            <w:tcW w:w="2689" w:type="dxa"/>
            <w:vAlign w:val="center"/>
          </w:tcPr>
          <w:p w:rsidR="0097761A" w:rsidRDefault="0097761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Drugi </w:t>
            </w: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97761A" w:rsidP="004424AD">
            <w:pPr>
              <w:pStyle w:val="Akapitzlist"/>
              <w:spacing w:line="240" w:lineRule="auto"/>
              <w:ind w:left="0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 Kielcach</w:t>
            </w:r>
            <w:r w:rsidR="004424AD">
              <w:rPr>
                <w:rFonts w:asciiTheme="minorHAnsi" w:eastAsia="Calibri" w:hAnsiTheme="minorHAnsi" w:cstheme="minorHAnsi"/>
              </w:rPr>
              <w:t>,</w:t>
            </w:r>
            <w:r w:rsidR="004424AD" w:rsidRPr="0003333A">
              <w:rPr>
                <w:rFonts w:asciiTheme="minorHAnsi" w:eastAsia="Calibri" w:hAnsiTheme="minorHAnsi" w:cstheme="minorHAnsi"/>
              </w:rPr>
              <w:t xml:space="preserve"> Świętokrzyski Urząd Skarbowy w Kielcach</w:t>
            </w:r>
          </w:p>
        </w:tc>
        <w:tc>
          <w:tcPr>
            <w:tcW w:w="1777" w:type="dxa"/>
          </w:tcPr>
          <w:p w:rsidR="0003333A" w:rsidRPr="0003333A" w:rsidRDefault="0097761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D350F4" w:rsidRDefault="001039D9" w:rsidP="00D350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50F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D350F4" w:rsidRDefault="0003333A" w:rsidP="00D350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D350F4" w:rsidRDefault="0003333A" w:rsidP="00D350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D350F4" w:rsidRDefault="0003333A" w:rsidP="00D350F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03333A" w:rsidRPr="00D350F4" w:rsidTr="0097761A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8D3E89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2</w:t>
            </w:r>
          </w:p>
        </w:tc>
        <w:tc>
          <w:tcPr>
            <w:tcW w:w="2689" w:type="dxa"/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03333A" w:rsidP="0097761A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w </w:t>
            </w:r>
            <w:r w:rsidR="0097761A">
              <w:rPr>
                <w:rFonts w:asciiTheme="minorHAnsi" w:eastAsia="Calibri" w:hAnsiTheme="minorHAnsi" w:cstheme="minorHAnsi"/>
                <w:sz w:val="22"/>
                <w:szCs w:val="22"/>
              </w:rPr>
              <w:t>Ostrowcu Świętokrzyskim</w:t>
            </w:r>
          </w:p>
        </w:tc>
        <w:tc>
          <w:tcPr>
            <w:tcW w:w="1777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D350F4" w:rsidRDefault="001039D9" w:rsidP="00D350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350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D350F4" w:rsidRDefault="0003333A" w:rsidP="00D350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D350F4" w:rsidRDefault="0003333A" w:rsidP="00D350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D350F4" w:rsidRDefault="0003333A" w:rsidP="00D350F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03333A" w:rsidRPr="00D350F4" w:rsidTr="0097761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167645" w:rsidRDefault="008D3E89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3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97761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97761A">
              <w:rPr>
                <w:rFonts w:asciiTheme="minorHAnsi" w:eastAsia="Calibri" w:hAnsiTheme="minorHAnsi" w:cstheme="minorHAnsi"/>
                <w:sz w:val="22"/>
                <w:szCs w:val="22"/>
              </w:rPr>
              <w:t>ul. 1-go Maja 105, 26-110 Skarżysko-Kamienna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D350F4" w:rsidRDefault="001039D9" w:rsidP="00D350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350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D350F4" w:rsidRDefault="0003333A" w:rsidP="00D350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D350F4" w:rsidRDefault="0003333A" w:rsidP="00D350F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D350F4" w:rsidRDefault="0003333A" w:rsidP="00D350F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03333A" w:rsidRPr="00167645" w:rsidTr="00CD59C9">
        <w:trPr>
          <w:gridBefore w:val="4"/>
          <w:wBefore w:w="6575" w:type="dxa"/>
          <w:trHeight w:val="524"/>
          <w:jc w:val="center"/>
        </w:trPr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33A" w:rsidRPr="0003333A" w:rsidRDefault="009E0C21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 </w:t>
            </w:r>
            <w:r w:rsidR="0003333A" w:rsidRPr="0003333A">
              <w:rPr>
                <w:rFonts w:asciiTheme="minorHAnsi" w:eastAsia="Calibri" w:hAnsiTheme="minorHAnsi" w:cstheme="minorHAnsi"/>
                <w:b/>
              </w:rPr>
              <w:t>Razem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Theme="minorHAnsi" w:eastAsia="Calibri" w:hAnsiTheme="minorHAnsi" w:cstheme="minorHAnsi"/>
              </w:rPr>
            </w:pPr>
          </w:p>
        </w:tc>
      </w:tr>
    </w:tbl>
    <w:p w:rsidR="0003333A" w:rsidRDefault="0003333A" w:rsidP="0003333A">
      <w:pPr>
        <w:pStyle w:val="Akapitzlist"/>
        <w:spacing w:line="276" w:lineRule="auto"/>
        <w:ind w:left="284" w:hanging="284"/>
        <w:jc w:val="both"/>
        <w:rPr>
          <w:rFonts w:ascii="Calibri" w:hAnsi="Calibri"/>
        </w:rPr>
      </w:pPr>
    </w:p>
    <w:p w:rsidR="0003333A" w:rsidRPr="0062597D" w:rsidRDefault="001268EB" w:rsidP="0062597D">
      <w:pPr>
        <w:pStyle w:val="Akapitzlist"/>
        <w:spacing w:line="276" w:lineRule="auto"/>
        <w:ind w:left="993" w:hanging="993"/>
        <w:jc w:val="both"/>
        <w:rPr>
          <w:rFonts w:ascii="Calibri" w:hAnsi="Calibri"/>
          <w:sz w:val="24"/>
          <w:szCs w:val="24"/>
          <w:u w:val="single"/>
        </w:rPr>
      </w:pPr>
      <w:r w:rsidRPr="0062597D">
        <w:rPr>
          <w:rFonts w:asciiTheme="minorHAnsi" w:hAnsiTheme="minorHAnsi" w:cstheme="minorHAnsi"/>
          <w:sz w:val="24"/>
          <w:szCs w:val="24"/>
          <w:u w:val="single"/>
        </w:rPr>
        <w:lastRenderedPageBreak/>
        <w:t xml:space="preserve">Tabela 3: </w:t>
      </w:r>
      <w:r w:rsidR="0003333A" w:rsidRPr="0062597D">
        <w:rPr>
          <w:rFonts w:ascii="Calibri" w:hAnsi="Calibri"/>
          <w:sz w:val="24"/>
          <w:szCs w:val="24"/>
          <w:u w:val="single"/>
        </w:rPr>
        <w:t>pięcioletnia kontrola okresowa instalacji elektryczne</w:t>
      </w:r>
      <w:r w:rsidR="0062597D">
        <w:rPr>
          <w:rFonts w:ascii="Calibri" w:hAnsi="Calibri"/>
          <w:sz w:val="24"/>
          <w:szCs w:val="24"/>
          <w:u w:val="single"/>
        </w:rPr>
        <w:t>j i piorunochronnej – zgodnie z </w:t>
      </w:r>
      <w:r w:rsidR="0003333A" w:rsidRPr="0062597D">
        <w:rPr>
          <w:rFonts w:ascii="Calibri" w:hAnsi="Calibri"/>
          <w:sz w:val="24"/>
          <w:szCs w:val="24"/>
          <w:u w:val="single"/>
        </w:rPr>
        <w:t>art.62 ust. 1 pkt 2 ustawy Prawo budowlane:</w:t>
      </w:r>
    </w:p>
    <w:tbl>
      <w:tblPr>
        <w:tblW w:w="105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0"/>
        <w:gridCol w:w="1843"/>
        <w:gridCol w:w="1701"/>
        <w:gridCol w:w="992"/>
        <w:gridCol w:w="883"/>
        <w:gridCol w:w="1728"/>
      </w:tblGrid>
      <w:tr w:rsidR="0003333A" w:rsidRPr="00167645" w:rsidTr="002B5805">
        <w:trPr>
          <w:jc w:val="center"/>
        </w:trPr>
        <w:tc>
          <w:tcPr>
            <w:tcW w:w="567" w:type="dxa"/>
            <w:vMerge w:val="restart"/>
            <w:vAlign w:val="center"/>
          </w:tcPr>
          <w:p w:rsidR="0003333A" w:rsidRPr="0003333A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 w:rsidRPr="0003333A">
              <w:rPr>
                <w:rFonts w:ascii="Calibri" w:eastAsia="Calibri" w:hAnsi="Calibri"/>
                <w:b/>
              </w:rPr>
              <w:t>l.p.</w:t>
            </w:r>
          </w:p>
        </w:tc>
        <w:tc>
          <w:tcPr>
            <w:tcW w:w="2830" w:type="dxa"/>
            <w:vMerge w:val="restart"/>
            <w:vAlign w:val="center"/>
          </w:tcPr>
          <w:p w:rsidR="0003333A" w:rsidRPr="0003333A" w:rsidRDefault="006737D1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O</w:t>
            </w:r>
            <w:r w:rsidR="0003333A" w:rsidRPr="0003333A">
              <w:rPr>
                <w:rFonts w:ascii="Calibri" w:eastAsia="Calibri" w:hAnsi="Calibri"/>
                <w:b/>
              </w:rPr>
              <w:t>biekt</w:t>
            </w:r>
          </w:p>
        </w:tc>
        <w:tc>
          <w:tcPr>
            <w:tcW w:w="1843" w:type="dxa"/>
            <w:vMerge w:val="restart"/>
            <w:vAlign w:val="center"/>
          </w:tcPr>
          <w:p w:rsidR="0003333A" w:rsidRPr="0003333A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</w:p>
          <w:p w:rsidR="0003333A" w:rsidRPr="0003333A" w:rsidRDefault="006737D1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R</w:t>
            </w:r>
            <w:r w:rsidR="0003333A" w:rsidRPr="0003333A">
              <w:rPr>
                <w:rFonts w:ascii="Calibri" w:eastAsia="Calibri" w:hAnsi="Calibri"/>
                <w:b/>
              </w:rPr>
              <w:t>odzaj obiektu</w:t>
            </w:r>
          </w:p>
        </w:tc>
        <w:tc>
          <w:tcPr>
            <w:tcW w:w="1701" w:type="dxa"/>
            <w:vMerge w:val="restart"/>
            <w:vAlign w:val="center"/>
          </w:tcPr>
          <w:p w:rsidR="0003333A" w:rsidRPr="0003333A" w:rsidRDefault="006737D1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I</w:t>
            </w:r>
            <w:r w:rsidR="0003333A" w:rsidRPr="0003333A">
              <w:rPr>
                <w:rFonts w:ascii="Calibri" w:eastAsia="Calibri" w:hAnsi="Calibri"/>
                <w:b/>
              </w:rPr>
              <w:t xml:space="preserve">lość kontroli do wykonania </w:t>
            </w:r>
          </w:p>
          <w:p w:rsidR="0003333A" w:rsidRPr="0003333A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 w:rsidRPr="0003333A">
              <w:rPr>
                <w:rFonts w:ascii="Calibri" w:eastAsia="Calibri" w:hAnsi="Calibri"/>
                <w:b/>
              </w:rPr>
              <w:t>w okresie trwania umowy</w:t>
            </w:r>
          </w:p>
        </w:tc>
        <w:tc>
          <w:tcPr>
            <w:tcW w:w="1875" w:type="dxa"/>
            <w:gridSpan w:val="2"/>
            <w:vAlign w:val="center"/>
          </w:tcPr>
          <w:p w:rsidR="0003333A" w:rsidRPr="0003333A" w:rsidRDefault="006737D1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C</w:t>
            </w:r>
            <w:r w:rsidR="0003333A" w:rsidRPr="0003333A">
              <w:rPr>
                <w:rFonts w:ascii="Calibri" w:eastAsia="Calibri" w:hAnsi="Calibri"/>
                <w:b/>
              </w:rPr>
              <w:t>ena za jedną kontrolę</w:t>
            </w:r>
          </w:p>
        </w:tc>
        <w:tc>
          <w:tcPr>
            <w:tcW w:w="1728" w:type="dxa"/>
            <w:vMerge w:val="restart"/>
            <w:vAlign w:val="center"/>
          </w:tcPr>
          <w:p w:rsidR="0003333A" w:rsidRPr="0003333A" w:rsidRDefault="006737D1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R</w:t>
            </w:r>
            <w:r w:rsidR="0003333A" w:rsidRPr="0003333A">
              <w:rPr>
                <w:rFonts w:ascii="Calibri" w:eastAsia="Calibri" w:hAnsi="Calibri"/>
                <w:b/>
              </w:rPr>
              <w:t>azem brutto</w:t>
            </w:r>
          </w:p>
          <w:p w:rsidR="0003333A" w:rsidRPr="001B20C1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1B20C1">
              <w:rPr>
                <w:rFonts w:ascii="Calibri" w:eastAsia="Calibri" w:hAnsi="Calibri"/>
                <w:sz w:val="18"/>
                <w:szCs w:val="18"/>
              </w:rPr>
              <w:t>(kol. 4*6)</w:t>
            </w:r>
          </w:p>
        </w:tc>
      </w:tr>
      <w:tr w:rsidR="0003333A" w:rsidRPr="00167645" w:rsidTr="002B5805">
        <w:trPr>
          <w:jc w:val="center"/>
        </w:trPr>
        <w:tc>
          <w:tcPr>
            <w:tcW w:w="567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830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843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701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992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b/>
              </w:rPr>
            </w:pPr>
            <w:r w:rsidRPr="00167645">
              <w:rPr>
                <w:rFonts w:ascii="Calibri" w:eastAsia="Calibri" w:hAnsi="Calibri"/>
                <w:b/>
              </w:rPr>
              <w:t>netto</w:t>
            </w:r>
          </w:p>
        </w:tc>
        <w:tc>
          <w:tcPr>
            <w:tcW w:w="883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b/>
              </w:rPr>
            </w:pPr>
            <w:r w:rsidRPr="00167645">
              <w:rPr>
                <w:rFonts w:ascii="Calibri" w:eastAsia="Calibri" w:hAnsi="Calibri"/>
                <w:b/>
              </w:rPr>
              <w:t>brutto</w:t>
            </w:r>
          </w:p>
        </w:tc>
        <w:tc>
          <w:tcPr>
            <w:tcW w:w="1728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</w:tr>
      <w:tr w:rsidR="0003333A" w:rsidRPr="00167645" w:rsidTr="002B5805">
        <w:trPr>
          <w:jc w:val="center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3333A" w:rsidRPr="00167645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1</w:t>
            </w:r>
          </w:p>
        </w:tc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:rsidR="0003333A" w:rsidRPr="00167645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5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6</w:t>
            </w:r>
          </w:p>
        </w:tc>
        <w:tc>
          <w:tcPr>
            <w:tcW w:w="1728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7</w:t>
            </w:r>
          </w:p>
        </w:tc>
      </w:tr>
      <w:tr w:rsidR="002B5805" w:rsidRPr="00167645" w:rsidTr="002B5805">
        <w:trPr>
          <w:trHeight w:val="91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05" w:rsidRPr="00167645" w:rsidRDefault="002B5805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05" w:rsidRDefault="002B5805" w:rsidP="00B302B5">
            <w:pPr>
              <w:pStyle w:val="Akapitzlist"/>
              <w:spacing w:after="0" w:line="240" w:lineRule="auto"/>
              <w:ind w:left="0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Izba Administracji Skarbowej w Kielcach</w:t>
            </w:r>
          </w:p>
          <w:p w:rsidR="002B5805" w:rsidRPr="0003333A" w:rsidRDefault="002B5805" w:rsidP="00B302B5">
            <w:pPr>
              <w:pStyle w:val="Akapitzlist"/>
              <w:spacing w:after="0" w:line="240" w:lineRule="auto"/>
              <w:ind w:left="0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ul. Sandomierska 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05" w:rsidRPr="0003333A" w:rsidRDefault="002B5805" w:rsidP="00B302B5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  <w:p w:rsidR="002B5805" w:rsidRPr="0003333A" w:rsidRDefault="002B5805" w:rsidP="00B302B5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Pr="008D3E89" w:rsidRDefault="002B5805" w:rsidP="00B302B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3E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Pr="0003333A" w:rsidRDefault="002B5805" w:rsidP="00B302B5">
            <w:pPr>
              <w:ind w:right="61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Pr="0003333A" w:rsidRDefault="002B5805" w:rsidP="00B302B5">
            <w:pPr>
              <w:ind w:right="34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Pr="0003333A" w:rsidRDefault="002B5805" w:rsidP="00B302B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3333A" w:rsidRPr="00167645" w:rsidTr="002B580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167645" w:rsidRDefault="00E73593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2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3A" w:rsidRPr="0003333A" w:rsidRDefault="002B5805" w:rsidP="00B302B5">
            <w:pPr>
              <w:pStyle w:val="Akapitzlist"/>
              <w:spacing w:after="0" w:line="240" w:lineRule="auto"/>
              <w:ind w:left="0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Izba Administracji Skarbowej w Kielcach, ul. Witosa 78b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3A" w:rsidRPr="0003333A" w:rsidRDefault="0003333A" w:rsidP="00B302B5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33A" w:rsidRPr="008D3E89" w:rsidRDefault="006737D1" w:rsidP="00B302B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3E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33A" w:rsidRPr="0003333A" w:rsidRDefault="0003333A" w:rsidP="00B302B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33A" w:rsidRPr="0003333A" w:rsidRDefault="0003333A" w:rsidP="00B302B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33A" w:rsidRPr="0003333A" w:rsidRDefault="0003333A" w:rsidP="00B302B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5805" w:rsidRPr="00167645" w:rsidTr="002B5805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05" w:rsidRDefault="002B5805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3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05" w:rsidRPr="0003333A" w:rsidRDefault="002B5805" w:rsidP="00B302B5">
            <w:pPr>
              <w:pStyle w:val="Akapitzlist"/>
              <w:spacing w:after="0" w:line="240" w:lineRule="auto"/>
              <w:ind w:left="0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Pierwszy </w:t>
            </w:r>
            <w:r w:rsidRPr="0003333A">
              <w:rPr>
                <w:rFonts w:asciiTheme="minorHAnsi" w:eastAsia="Calibri" w:hAnsiTheme="minorHAnsi" w:cstheme="minorHAnsi"/>
              </w:rPr>
              <w:t xml:space="preserve">Urząd Skarbowy </w:t>
            </w:r>
          </w:p>
          <w:p w:rsidR="002B5805" w:rsidRPr="0003333A" w:rsidRDefault="002B5805" w:rsidP="00B302B5">
            <w:pPr>
              <w:pStyle w:val="Akapitzlist"/>
              <w:spacing w:after="0" w:line="240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 xml:space="preserve">w </w:t>
            </w:r>
            <w:r>
              <w:rPr>
                <w:rFonts w:asciiTheme="minorHAnsi" w:eastAsia="Calibri" w:hAnsiTheme="minorHAnsi" w:cstheme="minorHAnsi"/>
              </w:rPr>
              <w:t>Kielcach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05" w:rsidRPr="0003333A" w:rsidRDefault="002B5805" w:rsidP="00B302B5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Pr="008D3E89" w:rsidRDefault="002B5805" w:rsidP="00B302B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Pr="0003333A" w:rsidRDefault="002B5805" w:rsidP="00B302B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Pr="0003333A" w:rsidRDefault="002B5805" w:rsidP="00B302B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B5805" w:rsidRPr="0003333A" w:rsidRDefault="002B5805" w:rsidP="00B302B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5805" w:rsidRPr="00167645" w:rsidTr="002B5805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05" w:rsidRPr="00167645" w:rsidRDefault="002B5805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05" w:rsidRPr="0003333A" w:rsidRDefault="002B5805" w:rsidP="00B302B5">
            <w:pPr>
              <w:pStyle w:val="Akapitzlist"/>
              <w:spacing w:after="0" w:line="240" w:lineRule="auto"/>
              <w:ind w:left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05" w:rsidRPr="0003333A" w:rsidRDefault="002B5805" w:rsidP="00B302B5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garaż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Pr="008D3E89" w:rsidRDefault="002B5805" w:rsidP="00B302B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3E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Pr="0003333A" w:rsidRDefault="002B5805" w:rsidP="00B302B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Pr="0003333A" w:rsidRDefault="002B5805" w:rsidP="00B302B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Pr="0003333A" w:rsidRDefault="002B5805" w:rsidP="00B302B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D3E89" w:rsidRPr="00167645" w:rsidTr="002B580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89" w:rsidRPr="00167645" w:rsidRDefault="00E73593" w:rsidP="008D3E89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4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05" w:rsidRPr="0003333A" w:rsidRDefault="002B5805" w:rsidP="00B302B5">
            <w:pPr>
              <w:pStyle w:val="Akapitzlist"/>
              <w:spacing w:after="0" w:line="240" w:lineRule="auto"/>
              <w:ind w:left="0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Drugi </w:t>
            </w:r>
            <w:r w:rsidRPr="0003333A">
              <w:rPr>
                <w:rFonts w:asciiTheme="minorHAnsi" w:eastAsia="Calibri" w:hAnsiTheme="minorHAnsi" w:cstheme="minorHAnsi"/>
              </w:rPr>
              <w:t xml:space="preserve">Urząd Skarbowy </w:t>
            </w:r>
          </w:p>
          <w:p w:rsidR="008D3E89" w:rsidRPr="0003333A" w:rsidRDefault="002B5805" w:rsidP="00B302B5">
            <w:pPr>
              <w:pStyle w:val="Akapitzlist"/>
              <w:spacing w:line="240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 xml:space="preserve">w </w:t>
            </w:r>
            <w:r>
              <w:rPr>
                <w:rFonts w:asciiTheme="minorHAnsi" w:eastAsia="Calibri" w:hAnsiTheme="minorHAnsi" w:cstheme="minorHAnsi"/>
              </w:rPr>
              <w:t>Kielcach</w:t>
            </w:r>
            <w:r w:rsidR="004424AD">
              <w:rPr>
                <w:rFonts w:asciiTheme="minorHAnsi" w:eastAsia="Calibri" w:hAnsiTheme="minorHAnsi" w:cstheme="minorHAnsi"/>
              </w:rPr>
              <w:t>,</w:t>
            </w:r>
            <w:r w:rsidR="004424AD" w:rsidRPr="0003333A">
              <w:rPr>
                <w:rFonts w:asciiTheme="minorHAnsi" w:eastAsia="Calibri" w:hAnsiTheme="minorHAnsi" w:cstheme="minorHAnsi"/>
              </w:rPr>
              <w:t xml:space="preserve"> Świętokrzyski Urząd Skarbowy w Kielcach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89" w:rsidRPr="0003333A" w:rsidRDefault="008D3E89" w:rsidP="00B302B5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E89" w:rsidRPr="008D3E89" w:rsidRDefault="008D3E89" w:rsidP="00B302B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3E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E89" w:rsidRPr="00824D0D" w:rsidRDefault="008D3E89" w:rsidP="00B302B5"/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E89" w:rsidRPr="00824D0D" w:rsidRDefault="008D3E89" w:rsidP="00B302B5"/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E89" w:rsidRDefault="008D3E89" w:rsidP="00B302B5"/>
        </w:tc>
      </w:tr>
      <w:tr w:rsidR="002B5805" w:rsidRPr="00167645" w:rsidTr="002B580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05" w:rsidRDefault="002B5805" w:rsidP="008D3E89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5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05" w:rsidRDefault="002B5805" w:rsidP="00B302B5">
            <w:pPr>
              <w:pStyle w:val="Akapitzlist"/>
              <w:spacing w:after="0" w:line="240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Urząd Skarbowy</w:t>
            </w:r>
            <w:r>
              <w:rPr>
                <w:rFonts w:asciiTheme="minorHAnsi" w:eastAsia="Calibri" w:hAnsiTheme="minorHAnsi" w:cstheme="minorHAnsi"/>
              </w:rPr>
              <w:t xml:space="preserve"> </w:t>
            </w:r>
          </w:p>
          <w:p w:rsidR="002B5805" w:rsidRDefault="002B5805" w:rsidP="00B302B5">
            <w:pPr>
              <w:pStyle w:val="Akapitzlist"/>
              <w:spacing w:after="0" w:line="240" w:lineRule="auto"/>
              <w:ind w:left="0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 Ostrowcu Świętokrzyskim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05" w:rsidRPr="0003333A" w:rsidRDefault="002B5805" w:rsidP="00B302B5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2B5805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Pr="008D3E89" w:rsidRDefault="00225E17" w:rsidP="00B302B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Pr="00824D0D" w:rsidRDefault="002B5805" w:rsidP="00B302B5"/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Pr="00824D0D" w:rsidRDefault="002B5805" w:rsidP="00B302B5"/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Default="002B5805" w:rsidP="00B302B5"/>
        </w:tc>
      </w:tr>
      <w:tr w:rsidR="002B5805" w:rsidRPr="00167645" w:rsidTr="002B580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05" w:rsidRDefault="002B5805" w:rsidP="008D3E89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6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05" w:rsidRDefault="002B5805" w:rsidP="00B302B5">
            <w:pPr>
              <w:pStyle w:val="Akapitzlist"/>
              <w:spacing w:after="0" w:line="240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Urząd Skarbowy</w:t>
            </w:r>
          </w:p>
          <w:p w:rsidR="002B5805" w:rsidRPr="0003333A" w:rsidRDefault="002B5805" w:rsidP="00B302B5">
            <w:pPr>
              <w:pStyle w:val="Akapitzlist"/>
              <w:spacing w:after="0" w:line="240" w:lineRule="auto"/>
              <w:ind w:left="0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 w Sandomierzu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05" w:rsidRPr="002B5805" w:rsidRDefault="002B5805" w:rsidP="00B302B5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2B5805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Pr="008D3E89" w:rsidRDefault="00225E17" w:rsidP="00B302B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Pr="00824D0D" w:rsidRDefault="002B5805" w:rsidP="00B302B5"/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Pr="00824D0D" w:rsidRDefault="002B5805" w:rsidP="00B302B5"/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Default="002B5805" w:rsidP="00B302B5"/>
        </w:tc>
      </w:tr>
      <w:tr w:rsidR="002B5805" w:rsidRPr="00167645" w:rsidTr="002B580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05" w:rsidRDefault="002B5805" w:rsidP="008D3E89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7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05" w:rsidRPr="0003333A" w:rsidRDefault="002B5805" w:rsidP="00B302B5">
            <w:pPr>
              <w:pStyle w:val="Akapitzlist"/>
              <w:spacing w:after="0" w:line="240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Urząd Skarbowy</w:t>
            </w:r>
            <w:r>
              <w:rPr>
                <w:rFonts w:asciiTheme="minorHAnsi" w:eastAsia="Calibri" w:hAnsiTheme="minorHAnsi" w:cstheme="minorHAnsi"/>
              </w:rPr>
              <w:t xml:space="preserve"> w Skarżysku Kamiennej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05" w:rsidRPr="002B5805" w:rsidRDefault="002B5805" w:rsidP="00B302B5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2B5805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Pr="008D3E89" w:rsidRDefault="00225E17" w:rsidP="00B302B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Pr="00824D0D" w:rsidRDefault="002B5805" w:rsidP="00B302B5"/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Pr="00824D0D" w:rsidRDefault="002B5805" w:rsidP="00B302B5"/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Default="002B5805" w:rsidP="00B302B5"/>
        </w:tc>
      </w:tr>
      <w:tr w:rsidR="002B5805" w:rsidRPr="00167645" w:rsidTr="002B580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05" w:rsidRDefault="002B5805" w:rsidP="008D3E89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8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05" w:rsidRDefault="002B5805" w:rsidP="00B302B5">
            <w:pPr>
              <w:pStyle w:val="Akapitzlist"/>
              <w:spacing w:after="0" w:line="240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Urząd Skarbowy</w:t>
            </w:r>
            <w:r>
              <w:rPr>
                <w:rFonts w:asciiTheme="minorHAnsi" w:eastAsia="Calibri" w:hAnsiTheme="minorHAnsi" w:cstheme="minorHAnsi"/>
              </w:rPr>
              <w:t xml:space="preserve"> </w:t>
            </w:r>
          </w:p>
          <w:p w:rsidR="002B5805" w:rsidRPr="0003333A" w:rsidRDefault="002B5805" w:rsidP="00B302B5">
            <w:pPr>
              <w:pStyle w:val="Akapitzlist"/>
              <w:spacing w:after="0" w:line="240" w:lineRule="auto"/>
              <w:ind w:left="0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 Starachowicach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05" w:rsidRPr="002B5805" w:rsidRDefault="002B5805" w:rsidP="00B302B5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2B5805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Pr="008D3E89" w:rsidRDefault="00225E17" w:rsidP="00B302B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Pr="00824D0D" w:rsidRDefault="002B5805" w:rsidP="00B302B5"/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Pr="00824D0D" w:rsidRDefault="002B5805" w:rsidP="00B302B5"/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05" w:rsidRDefault="002B5805" w:rsidP="00B302B5"/>
        </w:tc>
      </w:tr>
      <w:tr w:rsidR="0003333A" w:rsidRPr="00167645" w:rsidTr="002B5805">
        <w:trPr>
          <w:gridBefore w:val="4"/>
          <w:wBefore w:w="6941" w:type="dxa"/>
          <w:trHeight w:val="524"/>
          <w:jc w:val="center"/>
        </w:trPr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3A" w:rsidRPr="0003333A" w:rsidRDefault="0003333A" w:rsidP="008D3E89">
            <w:pPr>
              <w:pStyle w:val="Akapitzlist"/>
              <w:spacing w:after="0" w:line="276" w:lineRule="auto"/>
              <w:ind w:left="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03333A">
              <w:rPr>
                <w:rFonts w:asciiTheme="minorHAnsi" w:eastAsia="Calibri" w:hAnsiTheme="minorHAnsi" w:cstheme="minorHAnsi"/>
                <w:b/>
              </w:rPr>
              <w:t>Razem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03333A" w:rsidRPr="0003333A" w:rsidRDefault="0003333A" w:rsidP="008D3E89">
            <w:pPr>
              <w:pStyle w:val="Akapitzlist"/>
              <w:spacing w:after="0" w:line="276" w:lineRule="auto"/>
              <w:ind w:left="0"/>
              <w:jc w:val="both"/>
              <w:rPr>
                <w:rFonts w:asciiTheme="minorHAnsi" w:eastAsia="Calibri" w:hAnsiTheme="minorHAnsi" w:cstheme="minorHAnsi"/>
              </w:rPr>
            </w:pPr>
          </w:p>
        </w:tc>
      </w:tr>
    </w:tbl>
    <w:p w:rsidR="0003333A" w:rsidRDefault="0003333A" w:rsidP="0003333A">
      <w:pPr>
        <w:pStyle w:val="Akapitzlist"/>
        <w:spacing w:line="276" w:lineRule="auto"/>
        <w:ind w:left="0"/>
        <w:jc w:val="both"/>
        <w:rPr>
          <w:rFonts w:ascii="Calibri" w:hAnsi="Calibri"/>
          <w:u w:val="single"/>
        </w:rPr>
      </w:pPr>
    </w:p>
    <w:p w:rsidR="008B45CC" w:rsidRDefault="008B45CC" w:rsidP="0003333A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  <w:u w:val="single"/>
        </w:rPr>
      </w:pPr>
    </w:p>
    <w:p w:rsidR="0003333A" w:rsidRPr="0062597D" w:rsidRDefault="001268EB" w:rsidP="0062597D">
      <w:pPr>
        <w:pStyle w:val="Akapitzlist"/>
        <w:spacing w:line="276" w:lineRule="auto"/>
        <w:ind w:left="851" w:hanging="851"/>
        <w:jc w:val="both"/>
        <w:rPr>
          <w:rFonts w:ascii="Calibri" w:hAnsi="Calibri"/>
          <w:sz w:val="24"/>
          <w:szCs w:val="24"/>
          <w:u w:val="single"/>
        </w:rPr>
      </w:pPr>
      <w:r w:rsidRPr="0062597D">
        <w:rPr>
          <w:rFonts w:asciiTheme="minorHAnsi" w:hAnsiTheme="minorHAnsi" w:cstheme="minorHAnsi"/>
          <w:sz w:val="24"/>
          <w:szCs w:val="24"/>
          <w:u w:val="single"/>
        </w:rPr>
        <w:t xml:space="preserve">Tabela 4: </w:t>
      </w:r>
      <w:r w:rsidR="0003333A" w:rsidRPr="0062597D">
        <w:rPr>
          <w:rFonts w:ascii="Calibri" w:hAnsi="Calibri"/>
          <w:sz w:val="24"/>
          <w:szCs w:val="24"/>
          <w:u w:val="single"/>
        </w:rPr>
        <w:t>roczna kontrola okresowa instalacji gazowych – zgodnie z art. 62 ust. 1 pkt 1 lit. c ustawy Prawo budowlane:</w:t>
      </w:r>
    </w:p>
    <w:tbl>
      <w:tblPr>
        <w:tblW w:w="104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06"/>
        <w:gridCol w:w="1860"/>
        <w:gridCol w:w="1408"/>
        <w:gridCol w:w="1134"/>
        <w:gridCol w:w="1107"/>
        <w:gridCol w:w="1728"/>
      </w:tblGrid>
      <w:tr w:rsidR="0003333A" w:rsidRPr="00167645" w:rsidTr="009C7AC0">
        <w:trPr>
          <w:jc w:val="center"/>
        </w:trPr>
        <w:tc>
          <w:tcPr>
            <w:tcW w:w="567" w:type="dxa"/>
            <w:vMerge w:val="restart"/>
            <w:vAlign w:val="center"/>
          </w:tcPr>
          <w:p w:rsidR="0003333A" w:rsidRPr="0003333A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 w:rsidRPr="0003333A">
              <w:rPr>
                <w:rFonts w:ascii="Calibri" w:eastAsia="Calibri" w:hAnsi="Calibri"/>
                <w:b/>
              </w:rPr>
              <w:t>l.p.</w:t>
            </w:r>
          </w:p>
        </w:tc>
        <w:tc>
          <w:tcPr>
            <w:tcW w:w="2606" w:type="dxa"/>
            <w:vMerge w:val="restart"/>
            <w:vAlign w:val="center"/>
          </w:tcPr>
          <w:p w:rsidR="0003333A" w:rsidRPr="0003333A" w:rsidRDefault="001B20C1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O</w:t>
            </w:r>
            <w:r w:rsidR="0003333A" w:rsidRPr="0003333A">
              <w:rPr>
                <w:rFonts w:ascii="Calibri" w:eastAsia="Calibri" w:hAnsi="Calibri"/>
                <w:b/>
              </w:rPr>
              <w:t>biekt</w:t>
            </w:r>
          </w:p>
        </w:tc>
        <w:tc>
          <w:tcPr>
            <w:tcW w:w="1860" w:type="dxa"/>
            <w:vMerge w:val="restart"/>
            <w:vAlign w:val="center"/>
          </w:tcPr>
          <w:p w:rsidR="0003333A" w:rsidRPr="0003333A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</w:p>
          <w:p w:rsidR="0003333A" w:rsidRPr="0003333A" w:rsidRDefault="001B20C1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R</w:t>
            </w:r>
            <w:r w:rsidR="0003333A" w:rsidRPr="0003333A">
              <w:rPr>
                <w:rFonts w:ascii="Calibri" w:eastAsia="Calibri" w:hAnsi="Calibri"/>
                <w:b/>
              </w:rPr>
              <w:t>odzaj obiektu</w:t>
            </w:r>
          </w:p>
        </w:tc>
        <w:tc>
          <w:tcPr>
            <w:tcW w:w="1408" w:type="dxa"/>
            <w:vMerge w:val="restart"/>
            <w:vAlign w:val="center"/>
          </w:tcPr>
          <w:p w:rsidR="0003333A" w:rsidRPr="0003333A" w:rsidRDefault="001B20C1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I</w:t>
            </w:r>
            <w:r w:rsidR="0003333A" w:rsidRPr="0003333A">
              <w:rPr>
                <w:rFonts w:ascii="Calibri" w:eastAsia="Calibri" w:hAnsi="Calibri"/>
                <w:b/>
              </w:rPr>
              <w:t xml:space="preserve">lość kontroli do wykonania </w:t>
            </w:r>
          </w:p>
          <w:p w:rsidR="0003333A" w:rsidRPr="0003333A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 w:rsidRPr="0003333A">
              <w:rPr>
                <w:rFonts w:ascii="Calibri" w:eastAsia="Calibri" w:hAnsi="Calibri"/>
                <w:b/>
              </w:rPr>
              <w:t>w okresie trwania umowy</w:t>
            </w:r>
          </w:p>
        </w:tc>
        <w:tc>
          <w:tcPr>
            <w:tcW w:w="2241" w:type="dxa"/>
            <w:gridSpan w:val="2"/>
            <w:vAlign w:val="center"/>
          </w:tcPr>
          <w:p w:rsidR="0003333A" w:rsidRPr="0003333A" w:rsidRDefault="001B20C1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C</w:t>
            </w:r>
            <w:r w:rsidR="0003333A" w:rsidRPr="0003333A">
              <w:rPr>
                <w:rFonts w:ascii="Calibri" w:eastAsia="Calibri" w:hAnsi="Calibri"/>
                <w:b/>
              </w:rPr>
              <w:t>ena za jedną kontrolę</w:t>
            </w:r>
          </w:p>
        </w:tc>
        <w:tc>
          <w:tcPr>
            <w:tcW w:w="1728" w:type="dxa"/>
            <w:vMerge w:val="restart"/>
            <w:vAlign w:val="center"/>
          </w:tcPr>
          <w:p w:rsidR="0003333A" w:rsidRPr="0003333A" w:rsidRDefault="001B20C1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R</w:t>
            </w:r>
            <w:r w:rsidR="0003333A" w:rsidRPr="0003333A">
              <w:rPr>
                <w:rFonts w:ascii="Calibri" w:eastAsia="Calibri" w:hAnsi="Calibri"/>
                <w:b/>
              </w:rPr>
              <w:t>azem brutto</w:t>
            </w:r>
          </w:p>
          <w:p w:rsidR="0003333A" w:rsidRPr="001B20C1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1B20C1">
              <w:rPr>
                <w:rFonts w:ascii="Calibri" w:eastAsia="Calibri" w:hAnsi="Calibri"/>
                <w:sz w:val="18"/>
                <w:szCs w:val="18"/>
              </w:rPr>
              <w:t>(kol. 4*6)</w:t>
            </w:r>
          </w:p>
        </w:tc>
      </w:tr>
      <w:tr w:rsidR="0003333A" w:rsidRPr="00167645" w:rsidTr="009C7AC0">
        <w:trPr>
          <w:jc w:val="center"/>
        </w:trPr>
        <w:tc>
          <w:tcPr>
            <w:tcW w:w="567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606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860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408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134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b/>
              </w:rPr>
            </w:pPr>
            <w:r w:rsidRPr="00167645">
              <w:rPr>
                <w:rFonts w:ascii="Calibri" w:eastAsia="Calibri" w:hAnsi="Calibri"/>
                <w:b/>
              </w:rPr>
              <w:t>netto</w:t>
            </w:r>
          </w:p>
        </w:tc>
        <w:tc>
          <w:tcPr>
            <w:tcW w:w="110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b/>
              </w:rPr>
            </w:pPr>
            <w:r w:rsidRPr="00167645">
              <w:rPr>
                <w:rFonts w:ascii="Calibri" w:eastAsia="Calibri" w:hAnsi="Calibri"/>
                <w:b/>
              </w:rPr>
              <w:t>brutto</w:t>
            </w:r>
          </w:p>
        </w:tc>
        <w:tc>
          <w:tcPr>
            <w:tcW w:w="1728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</w:tr>
      <w:tr w:rsidR="0003333A" w:rsidRPr="00167645" w:rsidTr="009C7AC0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1</w:t>
            </w:r>
          </w:p>
        </w:tc>
        <w:tc>
          <w:tcPr>
            <w:tcW w:w="2606" w:type="dxa"/>
            <w:vAlign w:val="center"/>
          </w:tcPr>
          <w:p w:rsidR="0003333A" w:rsidRPr="00167645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2</w:t>
            </w:r>
          </w:p>
        </w:tc>
        <w:tc>
          <w:tcPr>
            <w:tcW w:w="1860" w:type="dxa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3</w:t>
            </w:r>
          </w:p>
        </w:tc>
        <w:tc>
          <w:tcPr>
            <w:tcW w:w="1408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4</w:t>
            </w:r>
          </w:p>
        </w:tc>
        <w:tc>
          <w:tcPr>
            <w:tcW w:w="1134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5</w:t>
            </w:r>
          </w:p>
        </w:tc>
        <w:tc>
          <w:tcPr>
            <w:tcW w:w="110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6</w:t>
            </w:r>
          </w:p>
        </w:tc>
        <w:tc>
          <w:tcPr>
            <w:tcW w:w="1728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7</w:t>
            </w:r>
          </w:p>
        </w:tc>
      </w:tr>
      <w:tr w:rsidR="0003333A" w:rsidRPr="0003333A" w:rsidTr="009C7AC0">
        <w:trPr>
          <w:jc w:val="center"/>
        </w:trPr>
        <w:tc>
          <w:tcPr>
            <w:tcW w:w="567" w:type="dxa"/>
            <w:vAlign w:val="center"/>
          </w:tcPr>
          <w:p w:rsidR="0003333A" w:rsidRPr="0003333A" w:rsidRDefault="009E6AF7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2606" w:type="dxa"/>
            <w:vAlign w:val="center"/>
          </w:tcPr>
          <w:p w:rsidR="0003333A" w:rsidRPr="0003333A" w:rsidRDefault="0003333A" w:rsidP="004424AD">
            <w:pPr>
              <w:pStyle w:val="Akapitzlist"/>
              <w:spacing w:line="240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 xml:space="preserve">Izba Administracji Skarbowej w Kielcach, </w:t>
            </w:r>
          </w:p>
          <w:p w:rsidR="0003333A" w:rsidRPr="0003333A" w:rsidRDefault="0003333A" w:rsidP="004424AD">
            <w:pPr>
              <w:pStyle w:val="Akapitzlist"/>
              <w:spacing w:line="240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ul. W. Witosa 78B</w:t>
            </w:r>
          </w:p>
        </w:tc>
        <w:tc>
          <w:tcPr>
            <w:tcW w:w="1860" w:type="dxa"/>
          </w:tcPr>
          <w:p w:rsidR="0003333A" w:rsidRPr="0003333A" w:rsidRDefault="0003333A" w:rsidP="004424AD">
            <w:pPr>
              <w:pStyle w:val="Akapitzlist"/>
              <w:spacing w:line="24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  <w:p w:rsidR="0003333A" w:rsidRPr="0003333A" w:rsidRDefault="0003333A" w:rsidP="004424AD">
            <w:pPr>
              <w:pStyle w:val="Akapitzlist"/>
              <w:spacing w:line="24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F35A40" w:rsidP="004424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4424AD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4424AD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4424AD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03333A" w:rsidRPr="0003333A" w:rsidTr="009C7AC0">
        <w:trPr>
          <w:jc w:val="center"/>
        </w:trPr>
        <w:tc>
          <w:tcPr>
            <w:tcW w:w="567" w:type="dxa"/>
            <w:vAlign w:val="center"/>
          </w:tcPr>
          <w:p w:rsidR="0003333A" w:rsidRPr="0003333A" w:rsidRDefault="009E6AF7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2606" w:type="dxa"/>
            <w:vAlign w:val="center"/>
          </w:tcPr>
          <w:p w:rsidR="0003333A" w:rsidRPr="0003333A" w:rsidRDefault="0003333A" w:rsidP="004424AD">
            <w:pPr>
              <w:pStyle w:val="Akapitzlist"/>
              <w:spacing w:line="240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Świętokrzyski U</w:t>
            </w:r>
            <w:r w:rsidR="004424AD">
              <w:rPr>
                <w:rFonts w:asciiTheme="minorHAnsi" w:eastAsia="Calibri" w:hAnsiTheme="minorHAnsi" w:cstheme="minorHAnsi"/>
              </w:rPr>
              <w:t>rząd Celno-Skarbowy w </w:t>
            </w:r>
            <w:r w:rsidR="00CB25CF">
              <w:rPr>
                <w:rFonts w:asciiTheme="minorHAnsi" w:eastAsia="Calibri" w:hAnsiTheme="minorHAnsi" w:cstheme="minorHAnsi"/>
              </w:rPr>
              <w:t>Kielcach</w:t>
            </w:r>
          </w:p>
        </w:tc>
        <w:tc>
          <w:tcPr>
            <w:tcW w:w="1860" w:type="dxa"/>
          </w:tcPr>
          <w:p w:rsidR="0003333A" w:rsidRPr="0003333A" w:rsidRDefault="0003333A" w:rsidP="004424AD">
            <w:pPr>
              <w:pStyle w:val="Akapitzlist"/>
              <w:spacing w:line="24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  <w:p w:rsidR="0003333A" w:rsidRPr="0003333A" w:rsidRDefault="0003333A" w:rsidP="004424AD">
            <w:pPr>
              <w:pStyle w:val="Akapitzlist"/>
              <w:spacing w:line="24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F35A40" w:rsidP="004424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4424AD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4424A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4424A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3333A" w:rsidRPr="0003333A" w:rsidTr="00C35562">
        <w:trPr>
          <w:jc w:val="center"/>
        </w:trPr>
        <w:tc>
          <w:tcPr>
            <w:tcW w:w="567" w:type="dxa"/>
            <w:vAlign w:val="center"/>
          </w:tcPr>
          <w:p w:rsidR="0003333A" w:rsidRPr="0003333A" w:rsidRDefault="009E6AF7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2606" w:type="dxa"/>
            <w:vAlign w:val="center"/>
          </w:tcPr>
          <w:p w:rsidR="0003333A" w:rsidRPr="0003333A" w:rsidRDefault="0003333A" w:rsidP="004424AD">
            <w:pPr>
              <w:pStyle w:val="Akapitzlist"/>
              <w:spacing w:line="240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 xml:space="preserve">Urząd Skarbowy </w:t>
            </w:r>
          </w:p>
          <w:p w:rsidR="0003333A" w:rsidRPr="0003333A" w:rsidRDefault="0003333A" w:rsidP="004424AD">
            <w:pPr>
              <w:pStyle w:val="Akapitzlist"/>
              <w:spacing w:line="240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w Busku Zdroju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:rsidR="0003333A" w:rsidRPr="0003333A" w:rsidRDefault="0003333A" w:rsidP="004424AD">
            <w:pPr>
              <w:pStyle w:val="Akapitzlist"/>
              <w:spacing w:line="24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F35A40" w:rsidP="004424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4424AD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4424A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4424A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3333A" w:rsidRPr="0003333A" w:rsidTr="00C35562">
        <w:trPr>
          <w:jc w:val="center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3333A" w:rsidRPr="0003333A" w:rsidRDefault="009E6AF7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26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4424AD">
            <w:pPr>
              <w:pStyle w:val="Akapitzlist"/>
              <w:spacing w:line="240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 xml:space="preserve">Pierwszy Urząd Skarbowy </w:t>
            </w:r>
          </w:p>
          <w:p w:rsidR="0003333A" w:rsidRPr="0003333A" w:rsidRDefault="0003333A" w:rsidP="004424AD">
            <w:pPr>
              <w:pStyle w:val="Akapitzlist"/>
              <w:spacing w:line="240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w Kielcach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3A" w:rsidRPr="0003333A" w:rsidRDefault="0003333A" w:rsidP="004424AD">
            <w:pPr>
              <w:pStyle w:val="Akapitzlist"/>
              <w:spacing w:line="24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F35A40" w:rsidP="004424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4424AD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4424A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4424A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3333A" w:rsidRPr="0003333A" w:rsidTr="009E6AF7">
        <w:trPr>
          <w:trHeight w:val="48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9E6AF7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lastRenderedPageBreak/>
              <w:t>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4424AD">
            <w:pPr>
              <w:pStyle w:val="Akapitzlist"/>
              <w:spacing w:line="240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 xml:space="preserve">Drugi Urząd Skarbowy </w:t>
            </w:r>
          </w:p>
          <w:p w:rsidR="0003333A" w:rsidRPr="0003333A" w:rsidRDefault="0003333A" w:rsidP="004424AD">
            <w:pPr>
              <w:pStyle w:val="Akapitzlist"/>
              <w:spacing w:line="240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w Kielcach</w:t>
            </w:r>
            <w:r w:rsidR="00B302B5">
              <w:rPr>
                <w:rFonts w:asciiTheme="minorHAnsi" w:eastAsia="Calibri" w:hAnsiTheme="minorHAnsi" w:cstheme="minorHAnsi"/>
              </w:rPr>
              <w:t>,</w:t>
            </w:r>
          </w:p>
          <w:p w:rsidR="0003333A" w:rsidRPr="0003333A" w:rsidRDefault="0003333A" w:rsidP="004424AD">
            <w:pPr>
              <w:pStyle w:val="Akapitzlist"/>
              <w:spacing w:line="240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Świętokrzyski Urząd Skarbowy w Kielcach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3A" w:rsidRPr="0003333A" w:rsidRDefault="0003333A" w:rsidP="004424AD">
            <w:pPr>
              <w:pStyle w:val="Akapitzlist"/>
              <w:spacing w:line="24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  <w:p w:rsidR="0003333A" w:rsidRPr="0003333A" w:rsidRDefault="0003333A" w:rsidP="004424AD">
            <w:pPr>
              <w:pStyle w:val="Akapitzlist"/>
              <w:spacing w:line="24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F35A40" w:rsidP="004424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4424AD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4424A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4424A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3333A" w:rsidRPr="0003333A" w:rsidTr="009E6AF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9E6AF7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6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4424A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03333A" w:rsidP="004424A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w Końskich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3A" w:rsidRPr="0003333A" w:rsidRDefault="0003333A" w:rsidP="004424AD">
            <w:pPr>
              <w:pStyle w:val="Akapitzlist"/>
              <w:spacing w:line="24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F35A40" w:rsidP="004424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4424AD">
            <w:pPr>
              <w:jc w:val="righ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4424A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4424A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3333A" w:rsidRPr="0003333A" w:rsidTr="009E6AF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9E6AF7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7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4424A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Urząd Skarbowy</w:t>
            </w:r>
          </w:p>
          <w:p w:rsidR="0003333A" w:rsidRPr="0003333A" w:rsidRDefault="0003333A" w:rsidP="004424A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w Opatowie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3A" w:rsidRPr="0003333A" w:rsidRDefault="0003333A" w:rsidP="004424AD">
            <w:pPr>
              <w:pStyle w:val="Akapitzlist"/>
              <w:spacing w:line="24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F35A40" w:rsidP="004424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4424AD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4424A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4424A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3333A" w:rsidRPr="0003333A" w:rsidTr="009E6AF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9E6AF7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8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4424A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03333A" w:rsidP="004424A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w Skarżysku Kamiennej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3A" w:rsidRPr="0003333A" w:rsidRDefault="0003333A" w:rsidP="004424AD">
            <w:pPr>
              <w:pStyle w:val="Akapitzlist"/>
              <w:spacing w:line="24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9C7AC0" w:rsidRDefault="00F35A40" w:rsidP="004424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9C7AC0" w:rsidRDefault="0003333A" w:rsidP="004424AD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C7AC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9C7AC0" w:rsidRDefault="0003333A" w:rsidP="004424A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C7AC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9C7AC0" w:rsidRDefault="0003333A" w:rsidP="004424A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C7AC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B45CC" w:rsidRPr="0003333A" w:rsidTr="009E6AF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CC" w:rsidRDefault="009E6AF7" w:rsidP="008B45CC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9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CC" w:rsidRDefault="008B45CC" w:rsidP="004424A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B45CC">
              <w:rPr>
                <w:rFonts w:asciiTheme="minorHAnsi" w:hAnsiTheme="minorHAnsi" w:cstheme="minorHAnsi"/>
                <w:sz w:val="22"/>
                <w:szCs w:val="22"/>
              </w:rPr>
              <w:t>Skarżysko Kamienna</w:t>
            </w:r>
            <w:r w:rsidRPr="008D3E8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</w:p>
          <w:p w:rsidR="008B45CC" w:rsidRPr="008B45CC" w:rsidRDefault="008B45CC" w:rsidP="004424A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3E89">
              <w:rPr>
                <w:rFonts w:asciiTheme="minorHAnsi" w:eastAsia="Calibri" w:hAnsiTheme="minorHAnsi" w:cstheme="minorHAnsi"/>
                <w:sz w:val="22"/>
                <w:szCs w:val="22"/>
              </w:rPr>
              <w:t>ul. 1-go Maja 105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CC" w:rsidRPr="008B45CC" w:rsidRDefault="008B45CC" w:rsidP="004424A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45CC">
              <w:rPr>
                <w:rFonts w:asciiTheme="minorHAnsi" w:hAnsiTheme="minorHAnsi" w:cstheme="minorHAnsi"/>
                <w:sz w:val="22"/>
                <w:szCs w:val="22"/>
              </w:rPr>
              <w:t>budynek biurowy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5CC" w:rsidRPr="008B45CC" w:rsidRDefault="00F35A40" w:rsidP="004424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5CC" w:rsidRPr="008B45CC" w:rsidRDefault="008B45CC" w:rsidP="004424AD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5CC" w:rsidRPr="008B45CC" w:rsidRDefault="008B45CC" w:rsidP="004424A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5CC" w:rsidRPr="008B45CC" w:rsidRDefault="008B45CC" w:rsidP="004424A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3333A" w:rsidRPr="0003333A" w:rsidTr="009E6AF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9E6AF7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10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4424A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03333A" w:rsidP="004424A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w Staszowie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3A" w:rsidRPr="0003333A" w:rsidRDefault="0003333A" w:rsidP="004424AD">
            <w:pPr>
              <w:pStyle w:val="Akapitzlist"/>
              <w:spacing w:line="24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F35A40" w:rsidP="004424A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4424AD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4424A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3A" w:rsidRPr="0003333A" w:rsidRDefault="0003333A" w:rsidP="004424A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3333A" w:rsidRPr="0003333A" w:rsidTr="009C7AC0">
        <w:trPr>
          <w:gridBefore w:val="4"/>
          <w:wBefore w:w="6441" w:type="dxa"/>
          <w:trHeight w:val="524"/>
          <w:jc w:val="center"/>
        </w:trPr>
        <w:tc>
          <w:tcPr>
            <w:tcW w:w="2241" w:type="dxa"/>
            <w:gridSpan w:val="2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03333A">
              <w:rPr>
                <w:rFonts w:asciiTheme="minorHAnsi" w:eastAsia="Calibri" w:hAnsiTheme="minorHAnsi" w:cstheme="minorHAnsi"/>
                <w:b/>
              </w:rPr>
              <w:t>Razem</w:t>
            </w:r>
          </w:p>
        </w:tc>
        <w:tc>
          <w:tcPr>
            <w:tcW w:w="1728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Theme="minorHAnsi" w:eastAsia="Calibri" w:hAnsiTheme="minorHAnsi" w:cstheme="minorHAnsi"/>
              </w:rPr>
            </w:pPr>
          </w:p>
        </w:tc>
      </w:tr>
    </w:tbl>
    <w:p w:rsidR="0003333A" w:rsidRPr="00F90483" w:rsidRDefault="0003333A" w:rsidP="00F90483">
      <w:pPr>
        <w:spacing w:line="276" w:lineRule="auto"/>
        <w:jc w:val="both"/>
        <w:rPr>
          <w:rFonts w:ascii="Calibri" w:hAnsi="Calibri"/>
          <w:u w:val="single"/>
        </w:rPr>
      </w:pPr>
    </w:p>
    <w:p w:rsidR="0003333A" w:rsidRPr="0062597D" w:rsidRDefault="001268EB" w:rsidP="0062597D">
      <w:pPr>
        <w:pStyle w:val="Akapitzlist"/>
        <w:spacing w:line="276" w:lineRule="auto"/>
        <w:ind w:left="851" w:hanging="851"/>
        <w:rPr>
          <w:rFonts w:ascii="Calibri" w:hAnsi="Calibri"/>
          <w:sz w:val="24"/>
          <w:szCs w:val="24"/>
          <w:u w:val="single"/>
        </w:rPr>
      </w:pPr>
      <w:r w:rsidRPr="0062597D">
        <w:rPr>
          <w:rFonts w:asciiTheme="minorHAnsi" w:hAnsiTheme="minorHAnsi" w:cstheme="minorHAnsi"/>
          <w:sz w:val="24"/>
          <w:szCs w:val="24"/>
          <w:u w:val="single"/>
        </w:rPr>
        <w:t xml:space="preserve">Tabela 5:  </w:t>
      </w:r>
      <w:r w:rsidR="0003333A" w:rsidRPr="0062597D">
        <w:rPr>
          <w:rFonts w:ascii="Calibri" w:hAnsi="Calibri"/>
          <w:sz w:val="24"/>
          <w:szCs w:val="24"/>
          <w:u w:val="single"/>
        </w:rPr>
        <w:t xml:space="preserve">roczna kontrola okresowa przewodów kominowych (dymowych, spalinowych </w:t>
      </w:r>
      <w:r w:rsidR="0003333A" w:rsidRPr="0062597D">
        <w:rPr>
          <w:rFonts w:ascii="Calibri" w:hAnsi="Calibri"/>
          <w:sz w:val="24"/>
          <w:szCs w:val="24"/>
          <w:u w:val="single"/>
        </w:rPr>
        <w:br/>
        <w:t xml:space="preserve">i wentylacyjnych – zgodnie z art. 62 ust. 1 pkt 1 lit. c ustawy Prawo budowlane, wraz </w:t>
      </w:r>
      <w:r w:rsidR="0003333A" w:rsidRPr="0062597D">
        <w:rPr>
          <w:rFonts w:ascii="Calibri" w:hAnsi="Calibri"/>
          <w:sz w:val="24"/>
          <w:szCs w:val="24"/>
          <w:u w:val="single"/>
        </w:rPr>
        <w:br/>
        <w:t>z czyszczeniem i udrożnieniem:</w:t>
      </w:r>
    </w:p>
    <w:tbl>
      <w:tblPr>
        <w:tblW w:w="105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06"/>
        <w:gridCol w:w="1860"/>
        <w:gridCol w:w="1542"/>
        <w:gridCol w:w="1134"/>
        <w:gridCol w:w="1107"/>
        <w:gridCol w:w="1728"/>
      </w:tblGrid>
      <w:tr w:rsidR="0003333A" w:rsidRPr="00167645" w:rsidTr="002F6292">
        <w:trPr>
          <w:jc w:val="center"/>
        </w:trPr>
        <w:tc>
          <w:tcPr>
            <w:tcW w:w="567" w:type="dxa"/>
            <w:vMerge w:val="restart"/>
            <w:vAlign w:val="center"/>
          </w:tcPr>
          <w:p w:rsidR="0003333A" w:rsidRPr="0003333A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 w:rsidRPr="0003333A">
              <w:rPr>
                <w:rFonts w:ascii="Calibri" w:eastAsia="Calibri" w:hAnsi="Calibri"/>
                <w:b/>
              </w:rPr>
              <w:t>l.p.</w:t>
            </w:r>
          </w:p>
        </w:tc>
        <w:tc>
          <w:tcPr>
            <w:tcW w:w="2606" w:type="dxa"/>
            <w:vMerge w:val="restart"/>
            <w:vAlign w:val="center"/>
          </w:tcPr>
          <w:p w:rsidR="0003333A" w:rsidRPr="0003333A" w:rsidRDefault="002F6292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O</w:t>
            </w:r>
            <w:r w:rsidR="0003333A" w:rsidRPr="0003333A">
              <w:rPr>
                <w:rFonts w:ascii="Calibri" w:eastAsia="Calibri" w:hAnsi="Calibri"/>
                <w:b/>
              </w:rPr>
              <w:t>biekt</w:t>
            </w:r>
          </w:p>
        </w:tc>
        <w:tc>
          <w:tcPr>
            <w:tcW w:w="1860" w:type="dxa"/>
            <w:vMerge w:val="restart"/>
            <w:vAlign w:val="center"/>
          </w:tcPr>
          <w:p w:rsidR="0003333A" w:rsidRPr="0003333A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</w:p>
          <w:p w:rsidR="0003333A" w:rsidRPr="0003333A" w:rsidRDefault="002F6292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R</w:t>
            </w:r>
            <w:r w:rsidR="0003333A" w:rsidRPr="0003333A">
              <w:rPr>
                <w:rFonts w:ascii="Calibri" w:eastAsia="Calibri" w:hAnsi="Calibri"/>
                <w:b/>
              </w:rPr>
              <w:t>odzaj obiektu</w:t>
            </w:r>
          </w:p>
        </w:tc>
        <w:tc>
          <w:tcPr>
            <w:tcW w:w="1542" w:type="dxa"/>
            <w:vMerge w:val="restart"/>
            <w:vAlign w:val="center"/>
          </w:tcPr>
          <w:p w:rsidR="0003333A" w:rsidRPr="0003333A" w:rsidRDefault="002F6292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I</w:t>
            </w:r>
            <w:r w:rsidR="0003333A" w:rsidRPr="0003333A">
              <w:rPr>
                <w:rFonts w:ascii="Calibri" w:eastAsia="Calibri" w:hAnsi="Calibri"/>
                <w:b/>
              </w:rPr>
              <w:t xml:space="preserve">lość kontroli do wykonania </w:t>
            </w:r>
          </w:p>
          <w:p w:rsidR="0003333A" w:rsidRPr="0003333A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 w:rsidRPr="0003333A">
              <w:rPr>
                <w:rFonts w:ascii="Calibri" w:eastAsia="Calibri" w:hAnsi="Calibri"/>
                <w:b/>
              </w:rPr>
              <w:t>w okresie trwania umowy</w:t>
            </w:r>
          </w:p>
        </w:tc>
        <w:tc>
          <w:tcPr>
            <w:tcW w:w="2241" w:type="dxa"/>
            <w:gridSpan w:val="2"/>
            <w:vAlign w:val="center"/>
          </w:tcPr>
          <w:p w:rsidR="0003333A" w:rsidRPr="0003333A" w:rsidRDefault="002F6292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C</w:t>
            </w:r>
            <w:r w:rsidR="0003333A" w:rsidRPr="0003333A">
              <w:rPr>
                <w:rFonts w:ascii="Calibri" w:eastAsia="Calibri" w:hAnsi="Calibri"/>
                <w:b/>
              </w:rPr>
              <w:t>ena za jedną kontrolę</w:t>
            </w:r>
          </w:p>
        </w:tc>
        <w:tc>
          <w:tcPr>
            <w:tcW w:w="1728" w:type="dxa"/>
            <w:vMerge w:val="restart"/>
            <w:vAlign w:val="center"/>
          </w:tcPr>
          <w:p w:rsidR="0003333A" w:rsidRPr="0003333A" w:rsidRDefault="002F6292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R</w:t>
            </w:r>
            <w:r w:rsidR="0003333A" w:rsidRPr="0003333A">
              <w:rPr>
                <w:rFonts w:ascii="Calibri" w:eastAsia="Calibri" w:hAnsi="Calibri"/>
                <w:b/>
              </w:rPr>
              <w:t>azem brutto</w:t>
            </w:r>
          </w:p>
          <w:p w:rsidR="0003333A" w:rsidRPr="002F6292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F6292">
              <w:rPr>
                <w:rFonts w:ascii="Calibri" w:eastAsia="Calibri" w:hAnsi="Calibri"/>
                <w:sz w:val="18"/>
                <w:szCs w:val="18"/>
              </w:rPr>
              <w:t>(kol. 4*6)</w:t>
            </w:r>
          </w:p>
        </w:tc>
      </w:tr>
      <w:tr w:rsidR="0003333A" w:rsidRPr="00167645" w:rsidTr="007C16B6">
        <w:trPr>
          <w:jc w:val="center"/>
        </w:trPr>
        <w:tc>
          <w:tcPr>
            <w:tcW w:w="567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606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860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542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134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b/>
              </w:rPr>
            </w:pPr>
            <w:r w:rsidRPr="00167645">
              <w:rPr>
                <w:rFonts w:ascii="Calibri" w:eastAsia="Calibri" w:hAnsi="Calibri"/>
                <w:b/>
              </w:rPr>
              <w:t>netto</w:t>
            </w:r>
          </w:p>
        </w:tc>
        <w:tc>
          <w:tcPr>
            <w:tcW w:w="110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b/>
              </w:rPr>
            </w:pPr>
            <w:r w:rsidRPr="00167645">
              <w:rPr>
                <w:rFonts w:ascii="Calibri" w:eastAsia="Calibri" w:hAnsi="Calibri"/>
                <w:b/>
              </w:rPr>
              <w:t>brutto</w:t>
            </w:r>
          </w:p>
        </w:tc>
        <w:tc>
          <w:tcPr>
            <w:tcW w:w="1728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</w:tr>
      <w:tr w:rsidR="0003333A" w:rsidRPr="00167645" w:rsidTr="007C16B6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1</w:t>
            </w:r>
          </w:p>
        </w:tc>
        <w:tc>
          <w:tcPr>
            <w:tcW w:w="2606" w:type="dxa"/>
            <w:vAlign w:val="center"/>
          </w:tcPr>
          <w:p w:rsidR="0003333A" w:rsidRPr="00167645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2</w:t>
            </w:r>
          </w:p>
        </w:tc>
        <w:tc>
          <w:tcPr>
            <w:tcW w:w="1860" w:type="dxa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3</w:t>
            </w:r>
          </w:p>
        </w:tc>
        <w:tc>
          <w:tcPr>
            <w:tcW w:w="1542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4</w:t>
            </w:r>
          </w:p>
        </w:tc>
        <w:tc>
          <w:tcPr>
            <w:tcW w:w="1134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5</w:t>
            </w:r>
          </w:p>
        </w:tc>
        <w:tc>
          <w:tcPr>
            <w:tcW w:w="110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6</w:t>
            </w:r>
          </w:p>
        </w:tc>
        <w:tc>
          <w:tcPr>
            <w:tcW w:w="1728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7</w:t>
            </w:r>
          </w:p>
        </w:tc>
      </w:tr>
      <w:tr w:rsidR="0003333A" w:rsidRPr="00167645" w:rsidTr="007C16B6">
        <w:trPr>
          <w:trHeight w:val="735"/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1</w:t>
            </w:r>
          </w:p>
        </w:tc>
        <w:tc>
          <w:tcPr>
            <w:tcW w:w="2606" w:type="dxa"/>
            <w:vAlign w:val="center"/>
          </w:tcPr>
          <w:p w:rsidR="0003333A" w:rsidRPr="0003333A" w:rsidRDefault="0003333A" w:rsidP="007C16B6">
            <w:pPr>
              <w:pStyle w:val="Akapitzlist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 xml:space="preserve">Izba Administracji Skarbowej w Kielcach, </w:t>
            </w:r>
          </w:p>
          <w:p w:rsidR="0003333A" w:rsidRPr="0003333A" w:rsidRDefault="0003333A" w:rsidP="007C16B6">
            <w:pPr>
              <w:pStyle w:val="Akapitzlist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ul. Sandomierska 105</w:t>
            </w:r>
          </w:p>
        </w:tc>
        <w:tc>
          <w:tcPr>
            <w:tcW w:w="1860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33A" w:rsidRPr="0003333A" w:rsidRDefault="007E69FD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134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7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28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03333A" w:rsidRPr="00167645" w:rsidTr="002F6292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2</w:t>
            </w:r>
          </w:p>
        </w:tc>
        <w:tc>
          <w:tcPr>
            <w:tcW w:w="2606" w:type="dxa"/>
            <w:vAlign w:val="center"/>
          </w:tcPr>
          <w:p w:rsidR="0003333A" w:rsidRPr="0003333A" w:rsidRDefault="0003333A" w:rsidP="007C16B6">
            <w:pPr>
              <w:pStyle w:val="Akapitzlist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 xml:space="preserve">Izba Administracji Skarbowej w Kielcach, </w:t>
            </w:r>
          </w:p>
          <w:p w:rsidR="0003333A" w:rsidRPr="0003333A" w:rsidRDefault="0003333A" w:rsidP="007C16B6">
            <w:pPr>
              <w:pStyle w:val="Akapitzlist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ul. W. Witosa 78B</w:t>
            </w:r>
          </w:p>
        </w:tc>
        <w:tc>
          <w:tcPr>
            <w:tcW w:w="1860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vAlign w:val="center"/>
          </w:tcPr>
          <w:p w:rsidR="0003333A" w:rsidRPr="0003333A" w:rsidRDefault="007E69FD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03333A" w:rsidRPr="00167645" w:rsidTr="002F6292">
        <w:trPr>
          <w:jc w:val="center"/>
        </w:trPr>
        <w:tc>
          <w:tcPr>
            <w:tcW w:w="567" w:type="dxa"/>
            <w:vMerge w:val="restart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3</w:t>
            </w:r>
          </w:p>
        </w:tc>
        <w:tc>
          <w:tcPr>
            <w:tcW w:w="2606" w:type="dxa"/>
            <w:vMerge w:val="restart"/>
            <w:vAlign w:val="center"/>
          </w:tcPr>
          <w:p w:rsidR="0003333A" w:rsidRPr="0003333A" w:rsidRDefault="0003333A" w:rsidP="00FF3FF2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 xml:space="preserve">Świętokrzyski Urząd Celno-Skarbowy w Kielcach 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7E69FD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 w:right="344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03333A" w:rsidRPr="00167645" w:rsidTr="002F6292">
        <w:trPr>
          <w:jc w:val="center"/>
        </w:trPr>
        <w:tc>
          <w:tcPr>
            <w:tcW w:w="567" w:type="dxa"/>
            <w:vMerge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606" w:type="dxa"/>
            <w:vMerge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oficyna</w:t>
            </w: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03333A" w:rsidRPr="00167645" w:rsidTr="002F6292">
        <w:trPr>
          <w:jc w:val="center"/>
        </w:trPr>
        <w:tc>
          <w:tcPr>
            <w:tcW w:w="567" w:type="dxa"/>
            <w:vMerge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606" w:type="dxa"/>
            <w:vMerge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garaż</w:t>
            </w: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03333A" w:rsidRPr="00167645" w:rsidTr="002F6292">
        <w:trPr>
          <w:jc w:val="center"/>
        </w:trPr>
        <w:tc>
          <w:tcPr>
            <w:tcW w:w="567" w:type="dxa"/>
            <w:vMerge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606" w:type="dxa"/>
            <w:vMerge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0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magazyn podręczny</w:t>
            </w:r>
          </w:p>
        </w:tc>
        <w:tc>
          <w:tcPr>
            <w:tcW w:w="1542" w:type="dxa"/>
            <w:vMerge/>
            <w:tcBorders>
              <w:top w:val="single" w:sz="4" w:space="0" w:color="auto"/>
            </w:tcBorders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</w:tcBorders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</w:tcBorders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03333A" w:rsidRPr="00167645" w:rsidTr="007C16B6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4</w:t>
            </w:r>
          </w:p>
        </w:tc>
        <w:tc>
          <w:tcPr>
            <w:tcW w:w="2606" w:type="dxa"/>
            <w:vAlign w:val="center"/>
          </w:tcPr>
          <w:p w:rsidR="00B302B5" w:rsidRDefault="00B302B5" w:rsidP="00822FAB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 xml:space="preserve">Świętokrzyski </w:t>
            </w:r>
            <w:r>
              <w:rPr>
                <w:rFonts w:asciiTheme="minorHAnsi" w:eastAsia="Calibri" w:hAnsiTheme="minorHAnsi" w:cstheme="minorHAnsi"/>
              </w:rPr>
              <w:t xml:space="preserve">Urząd Celno-Skarbowy w Kielcach, </w:t>
            </w:r>
            <w:r w:rsidR="0003333A" w:rsidRPr="0003333A">
              <w:rPr>
                <w:rFonts w:asciiTheme="minorHAnsi" w:eastAsia="Calibri" w:hAnsiTheme="minorHAnsi" w:cstheme="minorHAnsi"/>
              </w:rPr>
              <w:t xml:space="preserve">Oddział Celny </w:t>
            </w:r>
          </w:p>
          <w:p w:rsidR="0003333A" w:rsidRPr="0003333A" w:rsidRDefault="0003333A" w:rsidP="00822FAB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w Kielcach</w:t>
            </w:r>
          </w:p>
        </w:tc>
        <w:tc>
          <w:tcPr>
            <w:tcW w:w="1860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33A" w:rsidRPr="0003333A" w:rsidRDefault="007E69FD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7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28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03333A" w:rsidRPr="00167645" w:rsidTr="007C16B6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5</w:t>
            </w:r>
          </w:p>
        </w:tc>
        <w:tc>
          <w:tcPr>
            <w:tcW w:w="2606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 xml:space="preserve">Urząd Skarbowy </w:t>
            </w:r>
          </w:p>
          <w:p w:rsidR="0003333A" w:rsidRPr="0003333A" w:rsidRDefault="0003333A" w:rsidP="007C16B6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w Busku Zdroju</w:t>
            </w:r>
          </w:p>
        </w:tc>
        <w:tc>
          <w:tcPr>
            <w:tcW w:w="1860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vAlign w:val="center"/>
          </w:tcPr>
          <w:p w:rsidR="0003333A" w:rsidRPr="0003333A" w:rsidRDefault="007E69FD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134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7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28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03333A" w:rsidRPr="00167645" w:rsidTr="007C16B6">
        <w:trPr>
          <w:jc w:val="center"/>
        </w:trPr>
        <w:tc>
          <w:tcPr>
            <w:tcW w:w="567" w:type="dxa"/>
            <w:vMerge w:val="restart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6</w:t>
            </w:r>
          </w:p>
        </w:tc>
        <w:tc>
          <w:tcPr>
            <w:tcW w:w="2606" w:type="dxa"/>
            <w:vMerge w:val="restart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 xml:space="preserve">Pierwszy Urząd Skarbowy </w:t>
            </w:r>
          </w:p>
          <w:p w:rsidR="0003333A" w:rsidRPr="0003333A" w:rsidRDefault="0003333A" w:rsidP="007C16B6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w Kielcach</w:t>
            </w:r>
          </w:p>
        </w:tc>
        <w:tc>
          <w:tcPr>
            <w:tcW w:w="1860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vMerge w:val="restart"/>
            <w:vAlign w:val="center"/>
          </w:tcPr>
          <w:p w:rsidR="0003333A" w:rsidRPr="0003333A" w:rsidRDefault="007E69FD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7" w:type="dxa"/>
            <w:vMerge w:val="restart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03333A" w:rsidRPr="00167645" w:rsidTr="007C16B6">
        <w:trPr>
          <w:trHeight w:val="480"/>
          <w:jc w:val="center"/>
        </w:trPr>
        <w:tc>
          <w:tcPr>
            <w:tcW w:w="567" w:type="dxa"/>
            <w:vMerge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606" w:type="dxa"/>
            <w:vMerge/>
            <w:vAlign w:val="center"/>
          </w:tcPr>
          <w:p w:rsidR="0003333A" w:rsidRPr="0003333A" w:rsidRDefault="0003333A" w:rsidP="007C16B6">
            <w:pPr>
              <w:pStyle w:val="Akapitzlist"/>
              <w:ind w:left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0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garaż</w:t>
            </w:r>
          </w:p>
        </w:tc>
        <w:tc>
          <w:tcPr>
            <w:tcW w:w="1542" w:type="dxa"/>
            <w:vMerge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34" w:type="dxa"/>
            <w:vMerge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7" w:type="dxa"/>
            <w:vMerge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28" w:type="dxa"/>
            <w:vMerge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03333A" w:rsidRPr="00167645" w:rsidTr="007C16B6">
        <w:trPr>
          <w:trHeight w:val="480"/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lastRenderedPageBreak/>
              <w:t>7</w:t>
            </w:r>
          </w:p>
        </w:tc>
        <w:tc>
          <w:tcPr>
            <w:tcW w:w="2606" w:type="dxa"/>
            <w:vAlign w:val="center"/>
          </w:tcPr>
          <w:p w:rsidR="0003333A" w:rsidRPr="0003333A" w:rsidRDefault="0003333A" w:rsidP="007C16B6">
            <w:pPr>
              <w:pStyle w:val="Akapitzlist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 xml:space="preserve">Drugi Urząd Skarbowy </w:t>
            </w:r>
          </w:p>
          <w:p w:rsidR="0003333A" w:rsidRPr="0003333A" w:rsidRDefault="0003333A" w:rsidP="007C16B6">
            <w:pPr>
              <w:pStyle w:val="Akapitzlist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w Kielcach</w:t>
            </w:r>
            <w:r w:rsidR="00B302B5">
              <w:rPr>
                <w:rFonts w:asciiTheme="minorHAnsi" w:eastAsia="Calibri" w:hAnsiTheme="minorHAnsi" w:cstheme="minorHAnsi"/>
              </w:rPr>
              <w:t>,</w:t>
            </w:r>
          </w:p>
          <w:p w:rsidR="0003333A" w:rsidRPr="0003333A" w:rsidRDefault="0003333A" w:rsidP="007C16B6">
            <w:pPr>
              <w:pStyle w:val="Akapitzlist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Świętokrzyski Urząd Skarbowy w Kielcach</w:t>
            </w:r>
          </w:p>
        </w:tc>
        <w:tc>
          <w:tcPr>
            <w:tcW w:w="1860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vAlign w:val="center"/>
          </w:tcPr>
          <w:p w:rsidR="0003333A" w:rsidRPr="0003333A" w:rsidRDefault="007E69FD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134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7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28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03333A" w:rsidRPr="00167645" w:rsidTr="007C16B6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8</w:t>
            </w:r>
          </w:p>
        </w:tc>
        <w:tc>
          <w:tcPr>
            <w:tcW w:w="2606" w:type="dxa"/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w Końskich</w:t>
            </w:r>
          </w:p>
        </w:tc>
        <w:tc>
          <w:tcPr>
            <w:tcW w:w="1860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vAlign w:val="center"/>
          </w:tcPr>
          <w:p w:rsidR="0003333A" w:rsidRPr="0003333A" w:rsidRDefault="007E69FD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134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7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28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03333A" w:rsidRPr="00167645" w:rsidTr="007C16B6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9</w:t>
            </w:r>
          </w:p>
        </w:tc>
        <w:tc>
          <w:tcPr>
            <w:tcW w:w="2606" w:type="dxa"/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Urząd Skarbowy</w:t>
            </w:r>
          </w:p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w Opatowie</w:t>
            </w:r>
          </w:p>
        </w:tc>
        <w:tc>
          <w:tcPr>
            <w:tcW w:w="1860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vAlign w:val="center"/>
          </w:tcPr>
          <w:p w:rsidR="0003333A" w:rsidRPr="0003333A" w:rsidRDefault="007E69FD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134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7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28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03333A" w:rsidRPr="00167645" w:rsidTr="007C16B6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10</w:t>
            </w:r>
          </w:p>
        </w:tc>
        <w:tc>
          <w:tcPr>
            <w:tcW w:w="2606" w:type="dxa"/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w Ostrowcu Świętokrzyskim</w:t>
            </w:r>
          </w:p>
        </w:tc>
        <w:tc>
          <w:tcPr>
            <w:tcW w:w="1860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vAlign w:val="center"/>
          </w:tcPr>
          <w:p w:rsidR="0003333A" w:rsidRPr="0003333A" w:rsidRDefault="007E69FD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134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7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28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03333A" w:rsidRPr="00167645" w:rsidTr="007C16B6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11</w:t>
            </w:r>
          </w:p>
        </w:tc>
        <w:tc>
          <w:tcPr>
            <w:tcW w:w="2606" w:type="dxa"/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w Pińczowie</w:t>
            </w:r>
          </w:p>
        </w:tc>
        <w:tc>
          <w:tcPr>
            <w:tcW w:w="1860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vAlign w:val="center"/>
          </w:tcPr>
          <w:p w:rsidR="0003333A" w:rsidRPr="0003333A" w:rsidRDefault="007E69FD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134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7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28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03333A" w:rsidRPr="00167645" w:rsidTr="007C16B6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12</w:t>
            </w:r>
          </w:p>
        </w:tc>
        <w:tc>
          <w:tcPr>
            <w:tcW w:w="2606" w:type="dxa"/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w Sandomierzu</w:t>
            </w:r>
          </w:p>
        </w:tc>
        <w:tc>
          <w:tcPr>
            <w:tcW w:w="1860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vAlign w:val="center"/>
          </w:tcPr>
          <w:p w:rsidR="0003333A" w:rsidRPr="0003333A" w:rsidRDefault="007E69FD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134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7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28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03333A" w:rsidRPr="00167645" w:rsidTr="007C16B6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13</w:t>
            </w:r>
          </w:p>
        </w:tc>
        <w:tc>
          <w:tcPr>
            <w:tcW w:w="2606" w:type="dxa"/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w Skarżysku Kamiennej</w:t>
            </w:r>
          </w:p>
        </w:tc>
        <w:tc>
          <w:tcPr>
            <w:tcW w:w="1860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vAlign w:val="center"/>
          </w:tcPr>
          <w:p w:rsidR="0003333A" w:rsidRPr="0003333A" w:rsidRDefault="007E69FD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134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7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28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C6684" w:rsidRPr="00167645" w:rsidTr="00863D53">
        <w:trPr>
          <w:jc w:val="center"/>
        </w:trPr>
        <w:tc>
          <w:tcPr>
            <w:tcW w:w="567" w:type="dxa"/>
            <w:vAlign w:val="center"/>
          </w:tcPr>
          <w:p w:rsidR="00EC6684" w:rsidRPr="00167645" w:rsidRDefault="00EC6684" w:rsidP="00EC6684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14</w:t>
            </w:r>
          </w:p>
        </w:tc>
        <w:tc>
          <w:tcPr>
            <w:tcW w:w="2606" w:type="dxa"/>
          </w:tcPr>
          <w:p w:rsidR="00FF3FF2" w:rsidRDefault="00EC6684" w:rsidP="00EC6684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C6684">
              <w:rPr>
                <w:rFonts w:asciiTheme="minorHAnsi" w:hAnsiTheme="minorHAnsi" w:cstheme="minorHAnsi"/>
                <w:sz w:val="22"/>
                <w:szCs w:val="22"/>
              </w:rPr>
              <w:t>Skarżysko Kamienna</w:t>
            </w:r>
            <w:r w:rsidR="00FF3FF2" w:rsidRPr="008D3E8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FF3FF2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</w:p>
          <w:p w:rsidR="00EC6684" w:rsidRPr="00EC6684" w:rsidRDefault="00FF3FF2" w:rsidP="00EC66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3E89">
              <w:rPr>
                <w:rFonts w:asciiTheme="minorHAnsi" w:eastAsia="Calibri" w:hAnsiTheme="minorHAnsi" w:cstheme="minorHAnsi"/>
                <w:sz w:val="22"/>
                <w:szCs w:val="22"/>
              </w:rPr>
              <w:t>ul. 1-go Maja 105</w:t>
            </w:r>
          </w:p>
        </w:tc>
        <w:tc>
          <w:tcPr>
            <w:tcW w:w="1860" w:type="dxa"/>
          </w:tcPr>
          <w:p w:rsidR="00EC6684" w:rsidRPr="00EC6684" w:rsidRDefault="00EC6684" w:rsidP="00EC66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6684">
              <w:rPr>
                <w:rFonts w:asciiTheme="minorHAnsi" w:hAnsiTheme="minorHAnsi" w:cstheme="minorHAnsi"/>
                <w:sz w:val="22"/>
                <w:szCs w:val="22"/>
              </w:rPr>
              <w:t>budynek biurowy</w:t>
            </w:r>
          </w:p>
        </w:tc>
        <w:tc>
          <w:tcPr>
            <w:tcW w:w="1542" w:type="dxa"/>
            <w:vAlign w:val="center"/>
          </w:tcPr>
          <w:p w:rsidR="00EC6684" w:rsidRDefault="007E69FD" w:rsidP="00EC6684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134" w:type="dxa"/>
            <w:vAlign w:val="center"/>
          </w:tcPr>
          <w:p w:rsidR="00EC6684" w:rsidRPr="0003333A" w:rsidRDefault="00EC6684" w:rsidP="00EC6684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7" w:type="dxa"/>
            <w:vAlign w:val="center"/>
          </w:tcPr>
          <w:p w:rsidR="00EC6684" w:rsidRPr="0003333A" w:rsidRDefault="00EC6684" w:rsidP="00EC6684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28" w:type="dxa"/>
            <w:vAlign w:val="center"/>
          </w:tcPr>
          <w:p w:rsidR="00EC6684" w:rsidRPr="0003333A" w:rsidRDefault="00EC6684" w:rsidP="00EC6684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03333A" w:rsidRPr="00167645" w:rsidTr="007C16B6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EC6684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15</w:t>
            </w:r>
          </w:p>
        </w:tc>
        <w:tc>
          <w:tcPr>
            <w:tcW w:w="2606" w:type="dxa"/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w Starachowicach</w:t>
            </w:r>
          </w:p>
        </w:tc>
        <w:tc>
          <w:tcPr>
            <w:tcW w:w="1860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vAlign w:val="center"/>
          </w:tcPr>
          <w:p w:rsidR="0003333A" w:rsidRPr="0003333A" w:rsidRDefault="007E69FD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134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7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28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03333A" w:rsidRPr="00167645" w:rsidTr="007C16B6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EC6684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16</w:t>
            </w:r>
          </w:p>
        </w:tc>
        <w:tc>
          <w:tcPr>
            <w:tcW w:w="2606" w:type="dxa"/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w Staszowie</w:t>
            </w:r>
          </w:p>
        </w:tc>
        <w:tc>
          <w:tcPr>
            <w:tcW w:w="1860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vAlign w:val="center"/>
          </w:tcPr>
          <w:p w:rsidR="0003333A" w:rsidRPr="0003333A" w:rsidRDefault="007E69FD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134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7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28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03333A" w:rsidRPr="00167645" w:rsidTr="007C16B6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EC6684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 w:rsidRPr="00167645">
              <w:rPr>
                <w:rFonts w:ascii="Calibri" w:eastAsia="Calibri" w:hAnsi="Calibri"/>
              </w:rPr>
              <w:t>1</w:t>
            </w:r>
            <w:r w:rsidR="00EC6684">
              <w:rPr>
                <w:rFonts w:ascii="Calibri" w:eastAsia="Calibri" w:hAnsi="Calibri"/>
              </w:rPr>
              <w:t>7</w:t>
            </w:r>
          </w:p>
        </w:tc>
        <w:tc>
          <w:tcPr>
            <w:tcW w:w="2606" w:type="dxa"/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w Kazimierzy Wielkiej</w:t>
            </w:r>
          </w:p>
        </w:tc>
        <w:tc>
          <w:tcPr>
            <w:tcW w:w="1860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vAlign w:val="center"/>
          </w:tcPr>
          <w:p w:rsidR="0003333A" w:rsidRPr="0003333A" w:rsidRDefault="007E69FD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134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07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28" w:type="dxa"/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03333A" w:rsidRPr="00167645" w:rsidTr="007C16B6">
        <w:trPr>
          <w:gridBefore w:val="4"/>
          <w:wBefore w:w="6575" w:type="dxa"/>
          <w:trHeight w:val="425"/>
          <w:jc w:val="center"/>
        </w:trPr>
        <w:tc>
          <w:tcPr>
            <w:tcW w:w="2241" w:type="dxa"/>
            <w:gridSpan w:val="2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03333A">
              <w:rPr>
                <w:rFonts w:asciiTheme="minorHAnsi" w:eastAsia="Calibri" w:hAnsiTheme="minorHAnsi" w:cstheme="minorHAnsi"/>
                <w:b/>
              </w:rPr>
              <w:t>Razem</w:t>
            </w:r>
          </w:p>
        </w:tc>
        <w:tc>
          <w:tcPr>
            <w:tcW w:w="1728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Theme="minorHAnsi" w:eastAsia="Calibri" w:hAnsiTheme="minorHAnsi" w:cstheme="minorHAnsi"/>
              </w:rPr>
            </w:pPr>
          </w:p>
        </w:tc>
      </w:tr>
    </w:tbl>
    <w:p w:rsidR="002F6292" w:rsidRDefault="002F6292" w:rsidP="0003333A">
      <w:pPr>
        <w:pStyle w:val="Akapitzlist"/>
        <w:spacing w:line="276" w:lineRule="auto"/>
        <w:ind w:left="0"/>
        <w:jc w:val="both"/>
        <w:rPr>
          <w:rFonts w:ascii="Calibri" w:hAnsi="Calibri"/>
        </w:rPr>
      </w:pPr>
    </w:p>
    <w:p w:rsidR="0003333A" w:rsidRPr="0062597D" w:rsidRDefault="001268EB" w:rsidP="0003333A">
      <w:pPr>
        <w:pStyle w:val="Akapitzlist"/>
        <w:spacing w:line="276" w:lineRule="auto"/>
        <w:ind w:left="0"/>
        <w:jc w:val="both"/>
        <w:rPr>
          <w:rFonts w:ascii="Calibri" w:hAnsi="Calibri"/>
          <w:sz w:val="24"/>
          <w:szCs w:val="24"/>
          <w:u w:val="single"/>
        </w:rPr>
      </w:pPr>
      <w:r w:rsidRPr="0062597D">
        <w:rPr>
          <w:rFonts w:asciiTheme="minorHAnsi" w:hAnsiTheme="minorHAnsi" w:cstheme="minorHAnsi"/>
          <w:sz w:val="24"/>
          <w:szCs w:val="24"/>
          <w:u w:val="single"/>
        </w:rPr>
        <w:t xml:space="preserve">Tabela 6: </w:t>
      </w:r>
      <w:r w:rsidR="0003333A" w:rsidRPr="0062597D">
        <w:rPr>
          <w:rFonts w:ascii="Calibri" w:hAnsi="Calibri"/>
          <w:sz w:val="24"/>
          <w:szCs w:val="24"/>
          <w:u w:val="single"/>
        </w:rPr>
        <w:t xml:space="preserve"> dodatkowe czyszczenie przewodów kominowych dymowych i spalinowych:</w:t>
      </w:r>
    </w:p>
    <w:tbl>
      <w:tblPr>
        <w:tblW w:w="105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06"/>
        <w:gridCol w:w="1860"/>
        <w:gridCol w:w="1542"/>
        <w:gridCol w:w="1134"/>
        <w:gridCol w:w="1107"/>
        <w:gridCol w:w="1728"/>
      </w:tblGrid>
      <w:tr w:rsidR="0003333A" w:rsidRPr="00167645" w:rsidTr="007C16B6">
        <w:trPr>
          <w:jc w:val="center"/>
        </w:trPr>
        <w:tc>
          <w:tcPr>
            <w:tcW w:w="567" w:type="dxa"/>
            <w:vMerge w:val="restart"/>
            <w:vAlign w:val="center"/>
          </w:tcPr>
          <w:p w:rsidR="0003333A" w:rsidRPr="00167645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 w:rsidRPr="00167645">
              <w:rPr>
                <w:rFonts w:ascii="Calibri" w:eastAsia="Calibri" w:hAnsi="Calibri"/>
                <w:b/>
              </w:rPr>
              <w:t>l.p.</w:t>
            </w:r>
          </w:p>
        </w:tc>
        <w:tc>
          <w:tcPr>
            <w:tcW w:w="2606" w:type="dxa"/>
            <w:vMerge w:val="restart"/>
            <w:vAlign w:val="center"/>
          </w:tcPr>
          <w:p w:rsidR="0003333A" w:rsidRPr="0003333A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 w:rsidRPr="0003333A">
              <w:rPr>
                <w:rFonts w:ascii="Calibri" w:eastAsia="Calibri" w:hAnsi="Calibri"/>
                <w:b/>
              </w:rPr>
              <w:t>obiekt</w:t>
            </w:r>
          </w:p>
        </w:tc>
        <w:tc>
          <w:tcPr>
            <w:tcW w:w="1860" w:type="dxa"/>
            <w:vMerge w:val="restart"/>
          </w:tcPr>
          <w:p w:rsidR="0003333A" w:rsidRPr="0003333A" w:rsidRDefault="0003333A" w:rsidP="007C16B6">
            <w:pPr>
              <w:pStyle w:val="Akapitzlist"/>
              <w:ind w:left="0"/>
              <w:rPr>
                <w:rFonts w:ascii="Calibri" w:eastAsia="Calibri" w:hAnsi="Calibri"/>
                <w:b/>
              </w:rPr>
            </w:pPr>
          </w:p>
          <w:p w:rsidR="0003333A" w:rsidRPr="0003333A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 w:rsidRPr="0003333A">
              <w:rPr>
                <w:rFonts w:ascii="Calibri" w:eastAsia="Calibri" w:hAnsi="Calibri"/>
                <w:b/>
              </w:rPr>
              <w:t>rodzaj obiektu</w:t>
            </w:r>
          </w:p>
        </w:tc>
        <w:tc>
          <w:tcPr>
            <w:tcW w:w="1542" w:type="dxa"/>
            <w:vMerge w:val="restart"/>
            <w:vAlign w:val="center"/>
          </w:tcPr>
          <w:p w:rsidR="0003333A" w:rsidRPr="0003333A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 w:rsidRPr="0003333A">
              <w:rPr>
                <w:rFonts w:ascii="Calibri" w:eastAsia="Calibri" w:hAnsi="Calibri"/>
                <w:b/>
              </w:rPr>
              <w:t xml:space="preserve">ilość kontroli do wykonania </w:t>
            </w:r>
          </w:p>
          <w:p w:rsidR="0003333A" w:rsidRPr="0003333A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 w:rsidRPr="0003333A">
              <w:rPr>
                <w:rFonts w:ascii="Calibri" w:eastAsia="Calibri" w:hAnsi="Calibri"/>
                <w:b/>
              </w:rPr>
              <w:t>w okresie trwania umowy</w:t>
            </w:r>
          </w:p>
        </w:tc>
        <w:tc>
          <w:tcPr>
            <w:tcW w:w="2241" w:type="dxa"/>
            <w:gridSpan w:val="2"/>
            <w:vAlign w:val="center"/>
          </w:tcPr>
          <w:p w:rsidR="0003333A" w:rsidRPr="0003333A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 w:rsidRPr="0003333A">
              <w:rPr>
                <w:rFonts w:ascii="Calibri" w:eastAsia="Calibri" w:hAnsi="Calibri"/>
                <w:b/>
              </w:rPr>
              <w:t>cena za jedną kontrolę</w:t>
            </w:r>
          </w:p>
        </w:tc>
        <w:tc>
          <w:tcPr>
            <w:tcW w:w="1728" w:type="dxa"/>
            <w:vMerge w:val="restart"/>
            <w:vAlign w:val="center"/>
          </w:tcPr>
          <w:p w:rsidR="0003333A" w:rsidRPr="0003333A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b/>
              </w:rPr>
            </w:pPr>
            <w:r w:rsidRPr="0003333A">
              <w:rPr>
                <w:rFonts w:ascii="Calibri" w:eastAsia="Calibri" w:hAnsi="Calibri"/>
                <w:b/>
              </w:rPr>
              <w:t>razem brutto</w:t>
            </w:r>
          </w:p>
          <w:p w:rsidR="0003333A" w:rsidRPr="0003333A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</w:rPr>
            </w:pPr>
            <w:r w:rsidRPr="0003333A">
              <w:rPr>
                <w:rFonts w:ascii="Calibri" w:eastAsia="Calibri" w:hAnsi="Calibri"/>
              </w:rPr>
              <w:t>(kol. 4*6)</w:t>
            </w:r>
          </w:p>
        </w:tc>
      </w:tr>
      <w:tr w:rsidR="0003333A" w:rsidRPr="00167645" w:rsidTr="007C16B6">
        <w:trPr>
          <w:jc w:val="center"/>
        </w:trPr>
        <w:tc>
          <w:tcPr>
            <w:tcW w:w="567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606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860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542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134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b/>
              </w:rPr>
            </w:pPr>
            <w:r w:rsidRPr="00167645">
              <w:rPr>
                <w:rFonts w:ascii="Calibri" w:eastAsia="Calibri" w:hAnsi="Calibri"/>
                <w:b/>
              </w:rPr>
              <w:t>netto</w:t>
            </w:r>
          </w:p>
        </w:tc>
        <w:tc>
          <w:tcPr>
            <w:tcW w:w="110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b/>
              </w:rPr>
            </w:pPr>
            <w:r w:rsidRPr="00167645">
              <w:rPr>
                <w:rFonts w:ascii="Calibri" w:eastAsia="Calibri" w:hAnsi="Calibri"/>
                <w:b/>
              </w:rPr>
              <w:t>brutto</w:t>
            </w:r>
          </w:p>
        </w:tc>
        <w:tc>
          <w:tcPr>
            <w:tcW w:w="1728" w:type="dxa"/>
            <w:vMerge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="Calibri" w:eastAsia="Calibri" w:hAnsi="Calibri"/>
              </w:rPr>
            </w:pPr>
          </w:p>
        </w:tc>
      </w:tr>
      <w:tr w:rsidR="0003333A" w:rsidRPr="00167645" w:rsidTr="007C16B6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1</w:t>
            </w:r>
          </w:p>
        </w:tc>
        <w:tc>
          <w:tcPr>
            <w:tcW w:w="2606" w:type="dxa"/>
            <w:vAlign w:val="center"/>
          </w:tcPr>
          <w:p w:rsidR="0003333A" w:rsidRPr="00167645" w:rsidRDefault="0003333A" w:rsidP="007C16B6">
            <w:pPr>
              <w:pStyle w:val="Akapitzlist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2</w:t>
            </w:r>
          </w:p>
        </w:tc>
        <w:tc>
          <w:tcPr>
            <w:tcW w:w="1860" w:type="dxa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3</w:t>
            </w:r>
          </w:p>
        </w:tc>
        <w:tc>
          <w:tcPr>
            <w:tcW w:w="1542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4</w:t>
            </w:r>
          </w:p>
        </w:tc>
        <w:tc>
          <w:tcPr>
            <w:tcW w:w="1134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5</w:t>
            </w:r>
          </w:p>
        </w:tc>
        <w:tc>
          <w:tcPr>
            <w:tcW w:w="1107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6</w:t>
            </w:r>
          </w:p>
        </w:tc>
        <w:tc>
          <w:tcPr>
            <w:tcW w:w="1728" w:type="dxa"/>
            <w:vAlign w:val="center"/>
          </w:tcPr>
          <w:p w:rsidR="0003333A" w:rsidRPr="00167645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  <w:sz w:val="13"/>
                <w:szCs w:val="13"/>
              </w:rPr>
            </w:pPr>
            <w:r w:rsidRPr="00167645">
              <w:rPr>
                <w:rFonts w:ascii="Calibri" w:eastAsia="Calibri" w:hAnsi="Calibri"/>
                <w:sz w:val="13"/>
                <w:szCs w:val="13"/>
              </w:rPr>
              <w:t>7</w:t>
            </w:r>
          </w:p>
        </w:tc>
      </w:tr>
      <w:tr w:rsidR="0003333A" w:rsidRPr="00167645" w:rsidTr="007C16B6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192BC8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</w:t>
            </w:r>
          </w:p>
        </w:tc>
        <w:tc>
          <w:tcPr>
            <w:tcW w:w="2606" w:type="dxa"/>
            <w:vAlign w:val="center"/>
          </w:tcPr>
          <w:p w:rsidR="0003333A" w:rsidRPr="0003333A" w:rsidRDefault="0003333A" w:rsidP="00B302B5">
            <w:pPr>
              <w:pStyle w:val="Akapitzlist"/>
              <w:spacing w:line="240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Izba Admi</w:t>
            </w:r>
            <w:r w:rsidR="006A3537">
              <w:rPr>
                <w:rFonts w:asciiTheme="minorHAnsi" w:eastAsia="Calibri" w:hAnsiTheme="minorHAnsi" w:cstheme="minorHAnsi"/>
              </w:rPr>
              <w:t>nistracji Skarbowej w Kielcach</w:t>
            </w:r>
          </w:p>
          <w:p w:rsidR="0003333A" w:rsidRPr="0003333A" w:rsidRDefault="0003333A" w:rsidP="00B302B5">
            <w:pPr>
              <w:pStyle w:val="Akapitzlist"/>
              <w:spacing w:line="240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ul. W. Witosa 78B</w:t>
            </w:r>
          </w:p>
        </w:tc>
        <w:tc>
          <w:tcPr>
            <w:tcW w:w="1860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CA28C3" w:rsidP="007C16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90483" w:rsidRPr="00167645" w:rsidTr="00FC69D4">
        <w:trPr>
          <w:jc w:val="center"/>
        </w:trPr>
        <w:tc>
          <w:tcPr>
            <w:tcW w:w="567" w:type="dxa"/>
            <w:vMerge w:val="restart"/>
            <w:vAlign w:val="center"/>
          </w:tcPr>
          <w:p w:rsidR="00F90483" w:rsidRPr="00167645" w:rsidRDefault="00192BC8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2</w:t>
            </w:r>
          </w:p>
        </w:tc>
        <w:tc>
          <w:tcPr>
            <w:tcW w:w="2606" w:type="dxa"/>
            <w:vMerge w:val="restart"/>
            <w:vAlign w:val="center"/>
          </w:tcPr>
          <w:p w:rsidR="00F90483" w:rsidRPr="0003333A" w:rsidRDefault="00F90483" w:rsidP="00B302B5">
            <w:pPr>
              <w:pStyle w:val="Akapitzlist"/>
              <w:spacing w:after="0" w:line="240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 xml:space="preserve">Świętokrzyski </w:t>
            </w:r>
            <w:r w:rsidR="006A3537">
              <w:rPr>
                <w:rFonts w:asciiTheme="minorHAnsi" w:eastAsia="Calibri" w:hAnsiTheme="minorHAnsi" w:cstheme="minorHAnsi"/>
              </w:rPr>
              <w:t>Urząd Celno-Skarbowy w </w:t>
            </w:r>
            <w:r>
              <w:rPr>
                <w:rFonts w:asciiTheme="minorHAnsi" w:eastAsia="Calibri" w:hAnsiTheme="minorHAnsi" w:cstheme="minorHAnsi"/>
              </w:rPr>
              <w:t>Kielcach</w:t>
            </w:r>
          </w:p>
        </w:tc>
        <w:tc>
          <w:tcPr>
            <w:tcW w:w="1860" w:type="dxa"/>
          </w:tcPr>
          <w:p w:rsidR="00F90483" w:rsidRPr="0003333A" w:rsidRDefault="00F90483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0483" w:rsidRPr="0003333A" w:rsidRDefault="00CA28C3" w:rsidP="007C16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0483" w:rsidRPr="0003333A" w:rsidRDefault="00F90483" w:rsidP="007C16B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90483" w:rsidRPr="0003333A" w:rsidRDefault="00F90483" w:rsidP="007C16B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0483" w:rsidRPr="0003333A" w:rsidRDefault="00F90483" w:rsidP="007C16B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90483" w:rsidRPr="00167645" w:rsidTr="00B302B5">
        <w:trPr>
          <w:trHeight w:val="469"/>
          <w:jc w:val="center"/>
        </w:trPr>
        <w:tc>
          <w:tcPr>
            <w:tcW w:w="567" w:type="dxa"/>
            <w:vMerge/>
            <w:vAlign w:val="center"/>
          </w:tcPr>
          <w:p w:rsidR="00F90483" w:rsidRPr="00167645" w:rsidRDefault="00F90483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606" w:type="dxa"/>
            <w:vMerge/>
            <w:vAlign w:val="center"/>
          </w:tcPr>
          <w:p w:rsidR="00F90483" w:rsidRPr="0003333A" w:rsidRDefault="00F90483" w:rsidP="007C16B6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0" w:type="dxa"/>
          </w:tcPr>
          <w:p w:rsidR="00F90483" w:rsidRPr="0003333A" w:rsidRDefault="00F90483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magazyn podręczny</w:t>
            </w: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0483" w:rsidRPr="0003333A" w:rsidRDefault="00F90483" w:rsidP="007C16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0483" w:rsidRPr="0003333A" w:rsidRDefault="00F90483" w:rsidP="007C16B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90483" w:rsidRPr="0003333A" w:rsidRDefault="00F90483" w:rsidP="007C16B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83" w:rsidRPr="0003333A" w:rsidRDefault="00F90483" w:rsidP="007C16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333A" w:rsidRPr="00167645" w:rsidTr="00192BC8">
        <w:trPr>
          <w:jc w:val="center"/>
        </w:trPr>
        <w:tc>
          <w:tcPr>
            <w:tcW w:w="567" w:type="dxa"/>
            <w:vAlign w:val="center"/>
          </w:tcPr>
          <w:p w:rsidR="0003333A" w:rsidRPr="00167645" w:rsidRDefault="00192BC8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3</w:t>
            </w:r>
          </w:p>
        </w:tc>
        <w:tc>
          <w:tcPr>
            <w:tcW w:w="2606" w:type="dxa"/>
            <w:vAlign w:val="center"/>
          </w:tcPr>
          <w:p w:rsidR="0003333A" w:rsidRPr="0003333A" w:rsidRDefault="0003333A" w:rsidP="00192BC8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Świętokrzyski</w:t>
            </w:r>
            <w:r w:rsidR="004424AD">
              <w:rPr>
                <w:rFonts w:asciiTheme="minorHAnsi" w:eastAsia="Calibri" w:hAnsiTheme="minorHAnsi" w:cstheme="minorHAnsi"/>
              </w:rPr>
              <w:t xml:space="preserve"> </w:t>
            </w:r>
            <w:r w:rsidRPr="0003333A">
              <w:rPr>
                <w:rFonts w:asciiTheme="minorHAnsi" w:eastAsia="Calibri" w:hAnsiTheme="minorHAnsi" w:cstheme="minorHAnsi"/>
              </w:rPr>
              <w:t>Urz</w:t>
            </w:r>
            <w:r w:rsidR="004424AD">
              <w:rPr>
                <w:rFonts w:asciiTheme="minorHAnsi" w:eastAsia="Calibri" w:hAnsiTheme="minorHAnsi" w:cstheme="minorHAnsi"/>
              </w:rPr>
              <w:t xml:space="preserve">ąd </w:t>
            </w:r>
            <w:r w:rsidRPr="0003333A">
              <w:rPr>
                <w:rFonts w:asciiTheme="minorHAnsi" w:eastAsia="Calibri" w:hAnsiTheme="minorHAnsi" w:cstheme="minorHAnsi"/>
              </w:rPr>
              <w:t>Celno-Skarbow</w:t>
            </w:r>
            <w:r w:rsidR="004424AD">
              <w:rPr>
                <w:rFonts w:asciiTheme="minorHAnsi" w:eastAsia="Calibri" w:hAnsiTheme="minorHAnsi" w:cstheme="minorHAnsi"/>
              </w:rPr>
              <w:t>y w </w:t>
            </w:r>
            <w:r w:rsidRPr="0003333A">
              <w:rPr>
                <w:rFonts w:asciiTheme="minorHAnsi" w:eastAsia="Calibri" w:hAnsiTheme="minorHAnsi" w:cstheme="minorHAnsi"/>
              </w:rPr>
              <w:t>Kielcach</w:t>
            </w:r>
            <w:r w:rsidR="00B302B5">
              <w:rPr>
                <w:rFonts w:asciiTheme="minorHAnsi" w:eastAsia="Calibri" w:hAnsiTheme="minorHAnsi" w:cstheme="minorHAnsi"/>
              </w:rPr>
              <w:t xml:space="preserve">, </w:t>
            </w:r>
            <w:r w:rsidRPr="0003333A">
              <w:rPr>
                <w:rFonts w:asciiTheme="minorHAnsi" w:eastAsia="Calibri" w:hAnsiTheme="minorHAnsi" w:cstheme="minorHAnsi"/>
              </w:rPr>
              <w:t>Oddział Celny w Kielcach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CA28C3" w:rsidP="007C16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03333A" w:rsidRPr="00167645" w:rsidTr="00192BC8">
        <w:trPr>
          <w:jc w:val="center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3333A" w:rsidRPr="00167645" w:rsidRDefault="00192BC8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4</w:t>
            </w:r>
          </w:p>
        </w:tc>
        <w:tc>
          <w:tcPr>
            <w:tcW w:w="26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 xml:space="preserve">Urząd Skarbowy </w:t>
            </w:r>
          </w:p>
          <w:p w:rsidR="0003333A" w:rsidRPr="0003333A" w:rsidRDefault="0003333A" w:rsidP="007C16B6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w Busku Zdroju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CA28C3" w:rsidP="007C16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3333A" w:rsidRPr="00167645" w:rsidTr="00192BC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167645" w:rsidRDefault="00192BC8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lastRenderedPageBreak/>
              <w:t>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 xml:space="preserve">Pierwszy Urząd Skarbowy </w:t>
            </w:r>
          </w:p>
          <w:p w:rsidR="0003333A" w:rsidRPr="0003333A" w:rsidRDefault="0003333A" w:rsidP="007C16B6">
            <w:pPr>
              <w:pStyle w:val="Akapitzlist"/>
              <w:spacing w:line="276" w:lineRule="auto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w Kielcach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</w:tcBorders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CA28C3" w:rsidP="007C16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3333A" w:rsidRPr="00167645" w:rsidTr="00192BC8">
        <w:trPr>
          <w:trHeight w:val="48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167645" w:rsidRDefault="00192BC8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6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pStyle w:val="Akapitzlist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 xml:space="preserve">Drugi Urząd Skarbowy </w:t>
            </w:r>
          </w:p>
          <w:p w:rsidR="0003333A" w:rsidRPr="0003333A" w:rsidRDefault="0003333A" w:rsidP="007C16B6">
            <w:pPr>
              <w:pStyle w:val="Akapitzlist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w Kielcach</w:t>
            </w:r>
            <w:r w:rsidR="00B302B5">
              <w:rPr>
                <w:rFonts w:asciiTheme="minorHAnsi" w:eastAsia="Calibri" w:hAnsiTheme="minorHAnsi" w:cstheme="minorHAnsi"/>
              </w:rPr>
              <w:t>,</w:t>
            </w:r>
          </w:p>
          <w:p w:rsidR="0003333A" w:rsidRPr="0003333A" w:rsidRDefault="0003333A" w:rsidP="007C16B6">
            <w:pPr>
              <w:pStyle w:val="Akapitzlist"/>
              <w:ind w:left="0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Świętokrzyski Urząd Skarbowy w Kielcach</w:t>
            </w:r>
          </w:p>
        </w:tc>
        <w:tc>
          <w:tcPr>
            <w:tcW w:w="1860" w:type="dxa"/>
            <w:tcBorders>
              <w:left w:val="single" w:sz="4" w:space="0" w:color="auto"/>
            </w:tcBorders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</w:p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CA28C3" w:rsidP="007C16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3333A" w:rsidRPr="00167645" w:rsidTr="00192BC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167645" w:rsidRDefault="00192BC8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7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w Końskich</w:t>
            </w:r>
          </w:p>
        </w:tc>
        <w:tc>
          <w:tcPr>
            <w:tcW w:w="1860" w:type="dxa"/>
            <w:tcBorders>
              <w:left w:val="single" w:sz="4" w:space="0" w:color="auto"/>
            </w:tcBorders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CA28C3" w:rsidP="007C16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3333A" w:rsidRPr="00167645" w:rsidTr="00192BC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167645" w:rsidRDefault="00192BC8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8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Urząd Skarbowy</w:t>
            </w:r>
          </w:p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w Opatowie</w:t>
            </w:r>
          </w:p>
        </w:tc>
        <w:tc>
          <w:tcPr>
            <w:tcW w:w="1860" w:type="dxa"/>
            <w:tcBorders>
              <w:left w:val="single" w:sz="4" w:space="0" w:color="auto"/>
            </w:tcBorders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CA28C3" w:rsidP="007C16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3333A" w:rsidRPr="00167645" w:rsidTr="00192BC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167645" w:rsidRDefault="00192BC8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9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w Skarżysku Kamiennej</w:t>
            </w:r>
          </w:p>
        </w:tc>
        <w:tc>
          <w:tcPr>
            <w:tcW w:w="1860" w:type="dxa"/>
            <w:tcBorders>
              <w:left w:val="single" w:sz="4" w:space="0" w:color="auto"/>
            </w:tcBorders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CA28C3" w:rsidP="007C16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EC6684" w:rsidRPr="00167645" w:rsidTr="00192BC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684" w:rsidRPr="00167645" w:rsidRDefault="00192BC8" w:rsidP="00EC6684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10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F2" w:rsidRDefault="00EC6684" w:rsidP="00EC6684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C6684">
              <w:rPr>
                <w:rFonts w:asciiTheme="minorHAnsi" w:hAnsiTheme="minorHAnsi" w:cstheme="minorHAnsi"/>
                <w:sz w:val="22"/>
                <w:szCs w:val="22"/>
              </w:rPr>
              <w:t>Skarżysko Kamienna</w:t>
            </w:r>
            <w:r w:rsidR="00FF3FF2" w:rsidRPr="008D3E8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FF3FF2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</w:p>
          <w:p w:rsidR="00EC6684" w:rsidRPr="00EC6684" w:rsidRDefault="00FF3FF2" w:rsidP="00EC66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3E89">
              <w:rPr>
                <w:rFonts w:asciiTheme="minorHAnsi" w:eastAsia="Calibri" w:hAnsiTheme="minorHAnsi" w:cstheme="minorHAnsi"/>
                <w:sz w:val="22"/>
                <w:szCs w:val="22"/>
              </w:rPr>
              <w:t>ul. 1-go Maja 105</w:t>
            </w:r>
          </w:p>
        </w:tc>
        <w:tc>
          <w:tcPr>
            <w:tcW w:w="1860" w:type="dxa"/>
            <w:tcBorders>
              <w:left w:val="single" w:sz="4" w:space="0" w:color="auto"/>
            </w:tcBorders>
          </w:tcPr>
          <w:p w:rsidR="00EC6684" w:rsidRPr="00EC6684" w:rsidRDefault="00EC6684" w:rsidP="00EC66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6684">
              <w:rPr>
                <w:rFonts w:asciiTheme="minorHAnsi" w:hAnsiTheme="minorHAnsi" w:cstheme="minorHAnsi"/>
                <w:sz w:val="22"/>
                <w:szCs w:val="22"/>
              </w:rPr>
              <w:t>budynek biurowy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6684" w:rsidRDefault="00CA28C3" w:rsidP="00EC668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6684" w:rsidRPr="0003333A" w:rsidRDefault="00EC6684" w:rsidP="00EC668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6684" w:rsidRPr="0003333A" w:rsidRDefault="00EC6684" w:rsidP="00EC668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6684" w:rsidRPr="0003333A" w:rsidRDefault="00EC6684" w:rsidP="00EC668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03333A" w:rsidRPr="00167645" w:rsidTr="00192BC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167645" w:rsidRDefault="00192BC8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w Starachowicach</w:t>
            </w:r>
          </w:p>
        </w:tc>
        <w:tc>
          <w:tcPr>
            <w:tcW w:w="1860" w:type="dxa"/>
            <w:tcBorders>
              <w:left w:val="single" w:sz="4" w:space="0" w:color="auto"/>
            </w:tcBorders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CA28C3" w:rsidP="007C16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3333A" w:rsidRPr="00167645" w:rsidTr="00192BC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167645" w:rsidRDefault="00192BC8" w:rsidP="007C16B6">
            <w:pPr>
              <w:pStyle w:val="Akapitzlist"/>
              <w:spacing w:line="276" w:lineRule="auto"/>
              <w:ind w:left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12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 Skarbowy </w:t>
            </w:r>
          </w:p>
          <w:p w:rsidR="0003333A" w:rsidRPr="0003333A" w:rsidRDefault="0003333A" w:rsidP="007C16B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3333A">
              <w:rPr>
                <w:rFonts w:asciiTheme="minorHAnsi" w:eastAsia="Calibri" w:hAnsiTheme="minorHAnsi" w:cstheme="minorHAnsi"/>
                <w:sz w:val="22"/>
                <w:szCs w:val="22"/>
              </w:rPr>
              <w:t>w Staszowie</w:t>
            </w:r>
          </w:p>
        </w:tc>
        <w:tc>
          <w:tcPr>
            <w:tcW w:w="1860" w:type="dxa"/>
            <w:tcBorders>
              <w:left w:val="single" w:sz="4" w:space="0" w:color="auto"/>
            </w:tcBorders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03333A">
              <w:rPr>
                <w:rFonts w:asciiTheme="minorHAnsi" w:eastAsia="Calibri" w:hAnsiTheme="minorHAnsi" w:cstheme="minorHAnsi"/>
              </w:rPr>
              <w:t>budynek biurowy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CA28C3" w:rsidP="007C16B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33A" w:rsidRPr="0003333A" w:rsidRDefault="0003333A" w:rsidP="007C16B6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33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3333A" w:rsidRPr="00167645" w:rsidTr="007C16B6">
        <w:trPr>
          <w:gridBefore w:val="4"/>
          <w:wBefore w:w="6575" w:type="dxa"/>
          <w:trHeight w:val="524"/>
          <w:jc w:val="center"/>
        </w:trPr>
        <w:tc>
          <w:tcPr>
            <w:tcW w:w="2241" w:type="dxa"/>
            <w:gridSpan w:val="2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03333A">
              <w:rPr>
                <w:rFonts w:asciiTheme="minorHAnsi" w:eastAsia="Calibri" w:hAnsiTheme="minorHAnsi" w:cstheme="minorHAnsi"/>
                <w:b/>
              </w:rPr>
              <w:t>Razem</w:t>
            </w:r>
          </w:p>
        </w:tc>
        <w:tc>
          <w:tcPr>
            <w:tcW w:w="1728" w:type="dxa"/>
          </w:tcPr>
          <w:p w:rsidR="0003333A" w:rsidRPr="0003333A" w:rsidRDefault="0003333A" w:rsidP="007C16B6">
            <w:pPr>
              <w:pStyle w:val="Akapitzlist"/>
              <w:spacing w:line="276" w:lineRule="auto"/>
              <w:ind w:left="0"/>
              <w:jc w:val="both"/>
              <w:rPr>
                <w:rFonts w:asciiTheme="minorHAnsi" w:eastAsia="Calibri" w:hAnsiTheme="minorHAnsi" w:cstheme="minorHAnsi"/>
              </w:rPr>
            </w:pPr>
          </w:p>
        </w:tc>
      </w:tr>
    </w:tbl>
    <w:p w:rsidR="0003333A" w:rsidRPr="00167645" w:rsidRDefault="0003333A" w:rsidP="0003333A">
      <w:pPr>
        <w:pStyle w:val="Akapitzlist"/>
        <w:spacing w:line="276" w:lineRule="auto"/>
        <w:ind w:left="0"/>
        <w:jc w:val="both"/>
        <w:rPr>
          <w:rFonts w:ascii="Calibri" w:hAnsi="Calibri"/>
        </w:rPr>
      </w:pPr>
    </w:p>
    <w:p w:rsidR="0003333A" w:rsidRPr="006E0583" w:rsidRDefault="0003333A" w:rsidP="001268EB">
      <w:pPr>
        <w:jc w:val="both"/>
        <w:rPr>
          <w:rFonts w:asciiTheme="minorHAnsi" w:hAnsiTheme="minorHAnsi"/>
        </w:rPr>
      </w:pPr>
    </w:p>
    <w:p w:rsidR="00175313" w:rsidRPr="006E0583" w:rsidRDefault="006E0583" w:rsidP="006E0583">
      <w:pPr>
        <w:pStyle w:val="Akapitzlist"/>
        <w:numPr>
          <w:ilvl w:val="0"/>
          <w:numId w:val="19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6E058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</w:t>
      </w:r>
      <w:r w:rsidR="004B061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świadczamy, że</w:t>
      </w:r>
      <w:r w:rsidR="00175313" w:rsidRPr="006E058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:rsidR="00175313" w:rsidRPr="006E0583" w:rsidRDefault="00175313" w:rsidP="007C16B6">
      <w:pPr>
        <w:pStyle w:val="Akapitzlist"/>
        <w:numPr>
          <w:ilvl w:val="0"/>
          <w:numId w:val="8"/>
        </w:numPr>
        <w:spacing w:line="276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6E058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posiadamy </w:t>
      </w:r>
      <w:r w:rsidR="007C16B6" w:rsidRPr="006E0583">
        <w:rPr>
          <w:rFonts w:asciiTheme="minorHAnsi" w:hAnsiTheme="minorHAnsi" w:cstheme="minorHAnsi"/>
          <w:color w:val="000000" w:themeColor="text1"/>
          <w:sz w:val="24"/>
          <w:szCs w:val="24"/>
        </w:rPr>
        <w:t>niezbędne</w:t>
      </w:r>
      <w:r w:rsidRPr="006E058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kwalifikacje i uprawnienia do wykonania przedmiotu zamówienia</w:t>
      </w:r>
      <w:r w:rsidR="008429AB" w:rsidRPr="006E0583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502090" w:rsidRPr="006E058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określone </w:t>
      </w:r>
      <w:r w:rsidR="00502090" w:rsidRPr="006E0583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 części V ust. 2 pkt 1 Zapytania ofertowego</w:t>
      </w:r>
      <w:r w:rsidRPr="006E058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 </w:t>
      </w:r>
      <w:r w:rsidRPr="006E0583">
        <w:rPr>
          <w:rFonts w:asciiTheme="minorHAnsi" w:hAnsiTheme="minorHAnsi" w:cstheme="minorHAnsi"/>
          <w:sz w:val="24"/>
          <w:szCs w:val="24"/>
        </w:rPr>
        <w:t>zapewnimy realizację usług</w:t>
      </w:r>
      <w:r w:rsidR="00502090" w:rsidRPr="006E0583">
        <w:rPr>
          <w:rFonts w:asciiTheme="minorHAnsi" w:hAnsiTheme="minorHAnsi" w:cstheme="minorHAnsi"/>
          <w:sz w:val="24"/>
          <w:szCs w:val="24"/>
        </w:rPr>
        <w:t xml:space="preserve"> </w:t>
      </w:r>
      <w:r w:rsidR="007C16B6" w:rsidRPr="006E0583">
        <w:rPr>
          <w:rFonts w:asciiTheme="minorHAnsi" w:hAnsiTheme="minorHAnsi" w:cstheme="minorHAnsi"/>
          <w:sz w:val="24"/>
          <w:szCs w:val="24"/>
        </w:rPr>
        <w:t>przez osoby</w:t>
      </w:r>
      <w:r w:rsidR="006E48AD">
        <w:rPr>
          <w:rFonts w:asciiTheme="minorHAnsi" w:hAnsiTheme="minorHAnsi" w:cstheme="minorHAnsi"/>
          <w:sz w:val="24"/>
          <w:szCs w:val="24"/>
        </w:rPr>
        <w:t xml:space="preserve"> </w:t>
      </w:r>
      <w:r w:rsidR="007C16B6" w:rsidRPr="006E0583">
        <w:rPr>
          <w:rFonts w:asciiTheme="minorHAnsi" w:hAnsiTheme="minorHAnsi" w:cstheme="minorHAnsi"/>
          <w:sz w:val="24"/>
          <w:szCs w:val="24"/>
        </w:rPr>
        <w:t xml:space="preserve"> posiadające</w:t>
      </w:r>
      <w:r w:rsidR="006E48AD">
        <w:rPr>
          <w:rFonts w:asciiTheme="minorHAnsi" w:hAnsiTheme="minorHAnsi" w:cstheme="minorHAnsi"/>
          <w:sz w:val="24"/>
          <w:szCs w:val="24"/>
        </w:rPr>
        <w:t xml:space="preserve"> wymagane</w:t>
      </w:r>
      <w:r w:rsidR="009E0C21" w:rsidRPr="009E0C2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E0C21" w:rsidRPr="006E0583">
        <w:rPr>
          <w:rFonts w:asciiTheme="minorHAnsi" w:hAnsiTheme="minorHAnsi" w:cstheme="minorHAnsi"/>
          <w:color w:val="000000" w:themeColor="text1"/>
          <w:sz w:val="24"/>
          <w:szCs w:val="24"/>
        </w:rPr>
        <w:t>kwalifikacje i uprawnienia</w:t>
      </w:r>
      <w:bookmarkStart w:id="0" w:name="_GoBack"/>
      <w:bookmarkEnd w:id="0"/>
      <w:r w:rsidR="006E48AD">
        <w:rPr>
          <w:rFonts w:asciiTheme="minorHAnsi" w:hAnsiTheme="minorHAnsi" w:cstheme="minorHAnsi"/>
          <w:sz w:val="24"/>
          <w:szCs w:val="24"/>
        </w:rPr>
        <w:t>;</w:t>
      </w:r>
    </w:p>
    <w:p w:rsidR="004B0619" w:rsidRPr="004B0619" w:rsidRDefault="00F20A7D" w:rsidP="004B0619">
      <w:pPr>
        <w:pStyle w:val="Akapitzlist"/>
        <w:numPr>
          <w:ilvl w:val="0"/>
          <w:numId w:val="8"/>
        </w:numPr>
        <w:spacing w:line="276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6E0583">
        <w:rPr>
          <w:rFonts w:asciiTheme="minorHAnsi" w:eastAsia="Times New Roman" w:hAnsiTheme="minorHAnsi" w:cstheme="minorHAnsi"/>
          <w:sz w:val="24"/>
          <w:szCs w:val="24"/>
          <w:lang w:eastAsia="pl-PL"/>
        </w:rPr>
        <w:t>nie zalegam</w:t>
      </w:r>
      <w:r w:rsidR="00502090" w:rsidRPr="006E0583">
        <w:rPr>
          <w:rFonts w:asciiTheme="minorHAnsi" w:eastAsia="Times New Roman" w:hAnsiTheme="minorHAnsi" w:cstheme="minorHAnsi"/>
          <w:sz w:val="24"/>
          <w:szCs w:val="24"/>
          <w:lang w:eastAsia="pl-PL"/>
        </w:rPr>
        <w:t>y</w:t>
      </w:r>
      <w:r w:rsidRPr="006E0583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="004B061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 </w:t>
      </w:r>
      <w:r w:rsidRPr="006E0583">
        <w:rPr>
          <w:rFonts w:asciiTheme="minorHAnsi" w:eastAsia="Times New Roman" w:hAnsiTheme="minorHAnsi" w:cstheme="minorHAnsi"/>
          <w:sz w:val="24"/>
          <w:szCs w:val="24"/>
          <w:lang w:eastAsia="pl-PL"/>
        </w:rPr>
        <w:t>opłacaniem podatków oraz składek na ubez</w:t>
      </w:r>
      <w:r w:rsidR="007C16B6" w:rsidRPr="006E0583">
        <w:rPr>
          <w:rFonts w:asciiTheme="minorHAnsi" w:eastAsia="Times New Roman" w:hAnsiTheme="minorHAnsi" w:cstheme="minorHAnsi"/>
          <w:sz w:val="24"/>
          <w:szCs w:val="24"/>
          <w:lang w:eastAsia="pl-PL"/>
        </w:rPr>
        <w:t>pieczenie zdrowotne i </w:t>
      </w:r>
      <w:r w:rsidR="00502090" w:rsidRPr="006E0583">
        <w:rPr>
          <w:rFonts w:asciiTheme="minorHAnsi" w:eastAsia="Times New Roman" w:hAnsiTheme="minorHAnsi" w:cstheme="minorHAnsi"/>
          <w:sz w:val="24"/>
          <w:szCs w:val="24"/>
          <w:lang w:eastAsia="pl-PL"/>
        </w:rPr>
        <w:t>społeczne</w:t>
      </w:r>
      <w:r w:rsidR="0045170C" w:rsidRPr="006E058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(</w:t>
      </w:r>
      <w:r w:rsidR="0045170C" w:rsidRPr="006E0583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część V ust. 2 pkt 3 Zapytania ofertowego)</w:t>
      </w:r>
      <w:r w:rsidR="008429AB" w:rsidRPr="006E0583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  <w:r w:rsidR="00502090" w:rsidRPr="006E058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</w:p>
    <w:p w:rsidR="004F083C" w:rsidRPr="005A6412" w:rsidRDefault="004F083C" w:rsidP="004F083C">
      <w:pPr>
        <w:pStyle w:val="Akapitzlist"/>
        <w:numPr>
          <w:ilvl w:val="0"/>
          <w:numId w:val="8"/>
        </w:numPr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F67C5E">
        <w:rPr>
          <w:rFonts w:asciiTheme="minorHAnsi" w:hAnsiTheme="minorHAnsi" w:cstheme="minorHAnsi"/>
          <w:sz w:val="24"/>
          <w:szCs w:val="24"/>
        </w:rPr>
        <w:t>nie zachodzą w stosunku do nas przesłanki wykluczenia z postępowania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F67C5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 których mowa w Rozdziale V ust. 3 zapytania ofertowego</w:t>
      </w:r>
      <w:r w:rsidRPr="00F67C5E">
        <w:rPr>
          <w:rFonts w:asciiTheme="minorHAnsi" w:hAnsiTheme="minorHAnsi" w:cstheme="minorHAnsi"/>
          <w:iCs/>
          <w:color w:val="222222"/>
          <w:sz w:val="24"/>
          <w:szCs w:val="24"/>
        </w:rPr>
        <w:t>;</w:t>
      </w:r>
    </w:p>
    <w:p w:rsidR="004B0619" w:rsidRPr="004F083C" w:rsidRDefault="000B32BB" w:rsidP="004B0619">
      <w:pPr>
        <w:pStyle w:val="Akapitzlist"/>
        <w:numPr>
          <w:ilvl w:val="0"/>
          <w:numId w:val="8"/>
        </w:numPr>
        <w:spacing w:line="276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4F083C">
        <w:rPr>
          <w:rFonts w:asciiTheme="minorHAnsi" w:hAnsiTheme="minorHAnsi" w:cstheme="minorHAnsi"/>
          <w:sz w:val="24"/>
          <w:szCs w:val="24"/>
        </w:rPr>
        <w:t xml:space="preserve">zapoznaliśmy się z zapytaniem ofertowym i wzorem umowy, </w:t>
      </w:r>
      <w:r w:rsidR="00062022" w:rsidRPr="004F083C">
        <w:rPr>
          <w:rFonts w:asciiTheme="minorHAnsi" w:hAnsiTheme="minorHAnsi" w:cstheme="minorHAnsi"/>
          <w:sz w:val="24"/>
          <w:szCs w:val="24"/>
        </w:rPr>
        <w:t>a</w:t>
      </w:r>
      <w:r w:rsidR="00F20A7D" w:rsidRPr="004F083C">
        <w:rPr>
          <w:rFonts w:asciiTheme="minorHAnsi" w:eastAsia="Times New Roman" w:hAnsiTheme="minorHAnsi" w:cstheme="minorHAnsi"/>
          <w:sz w:val="24"/>
          <w:szCs w:val="24"/>
          <w:lang w:eastAsia="pl-PL"/>
        </w:rPr>
        <w:t>kceptuj</w:t>
      </w:r>
      <w:r w:rsidR="00062022" w:rsidRPr="004F083C">
        <w:rPr>
          <w:rFonts w:asciiTheme="minorHAnsi" w:eastAsia="Times New Roman" w:hAnsiTheme="minorHAnsi" w:cstheme="minorHAnsi"/>
          <w:sz w:val="24"/>
          <w:szCs w:val="24"/>
          <w:lang w:eastAsia="pl-PL"/>
        </w:rPr>
        <w:t>e</w:t>
      </w:r>
      <w:r w:rsidR="00F20A7D" w:rsidRPr="004F083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my </w:t>
      </w:r>
      <w:r w:rsidRPr="004F083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wszelkie </w:t>
      </w:r>
      <w:r w:rsidR="00F20A7D" w:rsidRPr="004F083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warunki określone </w:t>
      </w:r>
      <w:r w:rsidRPr="004F083C">
        <w:rPr>
          <w:rFonts w:asciiTheme="minorHAnsi" w:eastAsia="Times New Roman" w:hAnsiTheme="minorHAnsi" w:cstheme="minorHAnsi"/>
          <w:sz w:val="24"/>
          <w:szCs w:val="24"/>
          <w:lang w:eastAsia="pl-PL"/>
        </w:rPr>
        <w:t>w tych dokumentach</w:t>
      </w:r>
      <w:r w:rsidR="00062022" w:rsidRPr="004F083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 </w:t>
      </w:r>
      <w:r w:rsidR="00F20A7D" w:rsidRPr="004F083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nie wnosimy </w:t>
      </w:r>
      <w:r w:rsidRPr="004F083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do nich </w:t>
      </w:r>
      <w:r w:rsidR="00F20A7D" w:rsidRPr="004F083C">
        <w:rPr>
          <w:rFonts w:asciiTheme="minorHAnsi" w:eastAsia="Times New Roman" w:hAnsiTheme="minorHAnsi" w:cstheme="minorHAnsi"/>
          <w:sz w:val="24"/>
          <w:szCs w:val="24"/>
          <w:lang w:eastAsia="pl-PL"/>
        </w:rPr>
        <w:t>żadnych zastrzeżeń</w:t>
      </w:r>
      <w:r w:rsidRPr="004F083C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:rsidR="004B0619" w:rsidRPr="004F083C" w:rsidRDefault="00062022" w:rsidP="004B0619">
      <w:pPr>
        <w:pStyle w:val="Akapitzlist"/>
        <w:numPr>
          <w:ilvl w:val="0"/>
          <w:numId w:val="8"/>
        </w:numPr>
        <w:spacing w:line="276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4F083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otrzymaliśmy </w:t>
      </w:r>
      <w:r w:rsidR="00F20A7D" w:rsidRPr="004F083C">
        <w:rPr>
          <w:rFonts w:asciiTheme="minorHAnsi" w:eastAsia="Times New Roman" w:hAnsiTheme="minorHAnsi" w:cstheme="minorHAnsi"/>
          <w:sz w:val="24"/>
          <w:szCs w:val="24"/>
          <w:lang w:eastAsia="pl-PL"/>
        </w:rPr>
        <w:t>konieczne informacje potrzebne do wł</w:t>
      </w:r>
      <w:r w:rsidR="007C16B6" w:rsidRPr="004F083C">
        <w:rPr>
          <w:rFonts w:asciiTheme="minorHAnsi" w:eastAsia="Times New Roman" w:hAnsiTheme="minorHAnsi" w:cstheme="minorHAnsi"/>
          <w:sz w:val="24"/>
          <w:szCs w:val="24"/>
          <w:lang w:eastAsia="pl-PL"/>
        </w:rPr>
        <w:t>aściwego przygotowania oferty i </w:t>
      </w:r>
      <w:r w:rsidR="00F20A7D" w:rsidRPr="004F083C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wykonania zamówienia;</w:t>
      </w:r>
    </w:p>
    <w:p w:rsidR="004B0619" w:rsidRPr="004F083C" w:rsidRDefault="000B32BB" w:rsidP="004B0619">
      <w:pPr>
        <w:pStyle w:val="Akapitzlist"/>
        <w:numPr>
          <w:ilvl w:val="0"/>
          <w:numId w:val="8"/>
        </w:numPr>
        <w:spacing w:line="276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4F083C">
        <w:rPr>
          <w:rFonts w:ascii="Arial Narrow" w:hAnsi="Arial Narrow" w:cs="Times New Roman"/>
          <w:sz w:val="24"/>
          <w:szCs w:val="24"/>
        </w:rPr>
        <w:t xml:space="preserve"> </w:t>
      </w:r>
      <w:r w:rsidRPr="004F083C">
        <w:rPr>
          <w:rFonts w:asciiTheme="minorHAnsi" w:hAnsiTheme="minorHAnsi" w:cstheme="minorHAnsi"/>
          <w:sz w:val="24"/>
          <w:szCs w:val="24"/>
        </w:rPr>
        <w:t xml:space="preserve">w cenie brutto oferty zostały uwzględnione wszystkie koszty niezbędne do </w:t>
      </w:r>
      <w:r w:rsidR="003C2F8C" w:rsidRPr="004F083C">
        <w:rPr>
          <w:rFonts w:asciiTheme="minorHAnsi" w:hAnsiTheme="minorHAnsi" w:cstheme="minorHAnsi"/>
          <w:sz w:val="24"/>
          <w:szCs w:val="24"/>
        </w:rPr>
        <w:t xml:space="preserve">prawidłowego, zgodnego </w:t>
      </w:r>
      <w:r w:rsidRPr="004F083C">
        <w:rPr>
          <w:rFonts w:asciiTheme="minorHAnsi" w:hAnsiTheme="minorHAnsi" w:cstheme="minorHAnsi"/>
          <w:sz w:val="24"/>
          <w:szCs w:val="24"/>
        </w:rPr>
        <w:t>z wymaganiami Zamawia</w:t>
      </w:r>
      <w:r w:rsidR="007C16B6" w:rsidRPr="004F083C">
        <w:rPr>
          <w:rFonts w:asciiTheme="minorHAnsi" w:hAnsiTheme="minorHAnsi" w:cstheme="minorHAnsi"/>
          <w:sz w:val="24"/>
          <w:szCs w:val="24"/>
        </w:rPr>
        <w:t>jącego  wykonania zamówienia, w </w:t>
      </w:r>
      <w:r w:rsidRPr="004F083C">
        <w:rPr>
          <w:rFonts w:asciiTheme="minorHAnsi" w:hAnsiTheme="minorHAnsi" w:cstheme="minorHAnsi"/>
          <w:sz w:val="24"/>
          <w:szCs w:val="24"/>
        </w:rPr>
        <w:t>tym podatek od towarów i usług (VAT);</w:t>
      </w:r>
    </w:p>
    <w:p w:rsidR="004B0619" w:rsidRPr="004F083C" w:rsidRDefault="00F20A7D" w:rsidP="004B0619">
      <w:pPr>
        <w:pStyle w:val="Akapitzlist"/>
        <w:numPr>
          <w:ilvl w:val="0"/>
          <w:numId w:val="8"/>
        </w:numPr>
        <w:spacing w:line="276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4F083C">
        <w:rPr>
          <w:rFonts w:asciiTheme="minorHAnsi" w:eastAsia="Times New Roman" w:hAnsiTheme="minorHAnsi" w:cstheme="minorHAnsi"/>
          <w:sz w:val="24"/>
          <w:szCs w:val="24"/>
          <w:lang w:eastAsia="pl-PL"/>
        </w:rPr>
        <w:t>akceptujemy warunki płatności oraz terminy określone we wzorze umowy;</w:t>
      </w:r>
    </w:p>
    <w:p w:rsidR="004B0619" w:rsidRPr="004F083C" w:rsidRDefault="00F20A7D" w:rsidP="004B0619">
      <w:pPr>
        <w:pStyle w:val="Akapitzlist"/>
        <w:numPr>
          <w:ilvl w:val="0"/>
          <w:numId w:val="8"/>
        </w:numPr>
        <w:spacing w:line="276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4F083C">
        <w:rPr>
          <w:rFonts w:asciiTheme="minorHAnsi" w:eastAsia="Times New Roman" w:hAnsiTheme="minorHAnsi" w:cstheme="minorHAnsi"/>
          <w:sz w:val="24"/>
          <w:szCs w:val="24"/>
          <w:lang w:eastAsia="pl-PL"/>
        </w:rPr>
        <w:t>zobowiązujemy się</w:t>
      </w:r>
      <w:r w:rsidR="000B32BB" w:rsidRPr="004F083C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Pr="004F083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przypadku wyboru naszej oferty</w:t>
      </w:r>
      <w:r w:rsidR="000B32BB" w:rsidRPr="004F083C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Pr="004F083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do zawarcia umowy według wzoru umowy, w miejscu i terminie określonym przez Zamawiającego;</w:t>
      </w:r>
    </w:p>
    <w:p w:rsidR="004F083C" w:rsidRPr="004F083C" w:rsidRDefault="004F083C" w:rsidP="004F083C">
      <w:pPr>
        <w:pStyle w:val="Akapitzlist"/>
        <w:numPr>
          <w:ilvl w:val="0"/>
          <w:numId w:val="8"/>
        </w:numPr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F083C">
        <w:rPr>
          <w:rFonts w:asciiTheme="minorHAnsi" w:hAnsiTheme="minorHAnsi" w:cstheme="minorHAnsi"/>
          <w:sz w:val="24"/>
          <w:szCs w:val="24"/>
        </w:rPr>
        <w:t>oferta nie zawiera/zawiera* informacje stanowiące tajemnicę przedsiębiorstwa w rozumieniu przepisów o zwalczaniu nieuczciwej konkurencji .</w:t>
      </w:r>
    </w:p>
    <w:p w:rsidR="004F083C" w:rsidRPr="00225B16" w:rsidRDefault="004F083C" w:rsidP="004F083C">
      <w:pPr>
        <w:pStyle w:val="Akapitzlist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left="709"/>
        <w:rPr>
          <w:rFonts w:asciiTheme="minorHAnsi" w:hAnsiTheme="minorHAnsi" w:cstheme="minorHAnsi"/>
          <w:i/>
          <w:sz w:val="20"/>
          <w:szCs w:val="20"/>
        </w:rPr>
      </w:pPr>
      <w:r w:rsidRPr="00225B16">
        <w:rPr>
          <w:rFonts w:asciiTheme="minorHAnsi" w:hAnsiTheme="minorHAnsi" w:cstheme="minorHAnsi"/>
          <w:i/>
          <w:sz w:val="20"/>
          <w:szCs w:val="20"/>
        </w:rPr>
        <w:t>Uwaga: informacje stanowiące tajemnicę przedsiębiorstwa należy odpowiednio oznaczyć. W przypadku nieprawidłowego oznaczenia Zamawiający nie ponosi odpowiedzialności za jej ujawnienie.</w:t>
      </w:r>
    </w:p>
    <w:p w:rsidR="00F20A7D" w:rsidRPr="00B971CE" w:rsidRDefault="00F20A7D" w:rsidP="004B0619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6585"/>
        </w:tabs>
        <w:suppressAutoHyphens/>
        <w:autoSpaceDN w:val="0"/>
        <w:spacing w:line="276" w:lineRule="auto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971C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wypełniliśmy obowiązki informacyjne przewidziane w art. 13 lub art. 14 rozporządzenia </w:t>
      </w:r>
      <w:r w:rsidRPr="00B971CE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UEL 119 z 04.05.2016, str. 1) – „ RODO”, wobec osób fizycznych, od których dane osobowe bezpośrednio lub pośrednio pozyskałem/pozy</w:t>
      </w:r>
      <w:r w:rsidR="004B0619" w:rsidRPr="00B971CE">
        <w:rPr>
          <w:rFonts w:asciiTheme="minorHAnsi" w:eastAsia="Times New Roman" w:hAnsiTheme="minorHAnsi" w:cstheme="minorHAnsi"/>
          <w:sz w:val="24"/>
          <w:szCs w:val="24"/>
          <w:lang w:eastAsia="pl-PL"/>
        </w:rPr>
        <w:t>skaliśmy w celu ubiegania się o </w:t>
      </w:r>
      <w:r w:rsidRPr="00B971CE">
        <w:rPr>
          <w:rFonts w:asciiTheme="minorHAnsi" w:eastAsia="Times New Roman" w:hAnsiTheme="minorHAnsi" w:cstheme="minorHAnsi"/>
          <w:sz w:val="24"/>
          <w:szCs w:val="24"/>
          <w:lang w:eastAsia="pl-PL"/>
        </w:rPr>
        <w:t>udzi</w:t>
      </w:r>
      <w:r w:rsidR="007C16B6" w:rsidRPr="00B971CE">
        <w:rPr>
          <w:rFonts w:asciiTheme="minorHAnsi" w:eastAsia="Times New Roman" w:hAnsiTheme="minorHAnsi" w:cstheme="minorHAnsi"/>
          <w:sz w:val="24"/>
          <w:szCs w:val="24"/>
          <w:lang w:eastAsia="pl-PL"/>
        </w:rPr>
        <w:t>elenie zamówienia publicznego w </w:t>
      </w:r>
      <w:r w:rsidRPr="00B971CE">
        <w:rPr>
          <w:rFonts w:asciiTheme="minorHAnsi" w:eastAsia="Times New Roman" w:hAnsiTheme="minorHAnsi" w:cstheme="minorHAnsi"/>
          <w:sz w:val="24"/>
          <w:szCs w:val="24"/>
          <w:lang w:eastAsia="pl-PL"/>
        </w:rPr>
        <w:t>niniejszym postępowaniu.</w:t>
      </w:r>
    </w:p>
    <w:p w:rsidR="00F20A7D" w:rsidRPr="006E0583" w:rsidRDefault="00F20A7D" w:rsidP="00F20A7D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F20A7D" w:rsidRPr="0078105E" w:rsidRDefault="00F20A7D" w:rsidP="00F20A7D">
      <w:pPr>
        <w:tabs>
          <w:tab w:val="left" w:pos="709"/>
        </w:tabs>
        <w:spacing w:line="276" w:lineRule="auto"/>
        <w:ind w:right="282"/>
        <w:jc w:val="both"/>
        <w:rPr>
          <w:rFonts w:ascii="Calibri Light" w:eastAsia="Times New Roman" w:hAnsi="Calibri Light" w:cs="Calibri Light"/>
          <w:i/>
          <w:lang w:eastAsia="pl-PL"/>
        </w:rPr>
      </w:pPr>
    </w:p>
    <w:p w:rsidR="00F20A7D" w:rsidRPr="0078105E" w:rsidRDefault="00F20A7D" w:rsidP="00F20A7D">
      <w:pPr>
        <w:tabs>
          <w:tab w:val="left" w:pos="709"/>
        </w:tabs>
        <w:spacing w:line="276" w:lineRule="auto"/>
        <w:ind w:right="282"/>
        <w:jc w:val="both"/>
        <w:rPr>
          <w:rFonts w:ascii="Calibri Light" w:eastAsia="Times New Roman" w:hAnsi="Calibri Light" w:cs="Calibri Light"/>
          <w:i/>
          <w:lang w:eastAsia="pl-PL"/>
        </w:rPr>
      </w:pPr>
    </w:p>
    <w:p w:rsidR="00F20A7D" w:rsidRPr="007C16B6" w:rsidRDefault="00F20A7D" w:rsidP="007C16B6">
      <w:pPr>
        <w:pStyle w:val="Akapitzlist"/>
        <w:spacing w:after="0" w:line="240" w:lineRule="auto"/>
        <w:ind w:left="5529" w:hanging="5529"/>
        <w:rPr>
          <w:rFonts w:ascii="Calibri Light" w:hAnsi="Calibri Light" w:cs="Calibri Light"/>
        </w:rPr>
      </w:pPr>
      <w:r w:rsidRPr="0078105E">
        <w:rPr>
          <w:rFonts w:ascii="Calibri Light" w:hAnsi="Calibri Light" w:cs="Calibri Light"/>
        </w:rPr>
        <w:t>……….……………, dn. __.__._____</w:t>
      </w:r>
      <w:r w:rsidR="007C16B6">
        <w:rPr>
          <w:rFonts w:ascii="Calibri Light" w:hAnsi="Calibri Light" w:cs="Calibri Light"/>
        </w:rPr>
        <w:t xml:space="preserve">                                                      ………….….………………………………</w:t>
      </w:r>
      <w:r w:rsidRPr="007C16B6">
        <w:rPr>
          <w:rFonts w:ascii="Calibri Light" w:hAnsi="Calibri Light" w:cs="Calibri Light"/>
        </w:rPr>
        <w:tab/>
      </w:r>
      <w:r w:rsidR="007C16B6" w:rsidRPr="007C16B6">
        <w:rPr>
          <w:rFonts w:ascii="Calibri Light" w:hAnsi="Calibri Light" w:cs="Calibri Light"/>
        </w:rPr>
        <w:t xml:space="preserve"> </w:t>
      </w:r>
    </w:p>
    <w:p w:rsidR="004B741F" w:rsidRDefault="00F20A7D" w:rsidP="007C16B6">
      <w:pPr>
        <w:pStyle w:val="Akapitzlist"/>
        <w:spacing w:after="0" w:line="240" w:lineRule="auto"/>
        <w:ind w:left="5664" w:hanging="5499"/>
        <w:rPr>
          <w:rFonts w:ascii="Calibri Light" w:hAnsi="Calibri Light" w:cs="Calibri Light"/>
          <w:i/>
          <w:sz w:val="18"/>
          <w:szCs w:val="18"/>
        </w:rPr>
      </w:pPr>
      <w:r w:rsidRPr="0078105E">
        <w:rPr>
          <w:rFonts w:ascii="Calibri Light" w:hAnsi="Calibri Light" w:cs="Calibri Light"/>
          <w:i/>
          <w:sz w:val="18"/>
          <w:szCs w:val="18"/>
        </w:rPr>
        <w:t>(miejscowość)</w:t>
      </w:r>
      <w:r w:rsidRPr="0078105E">
        <w:rPr>
          <w:rFonts w:ascii="Calibri Light" w:hAnsi="Calibri Light" w:cs="Calibri Light"/>
          <w:i/>
          <w:sz w:val="18"/>
          <w:szCs w:val="18"/>
        </w:rPr>
        <w:tab/>
        <w:t xml:space="preserve"> (Pieczątka i podpis osoby/osób</w:t>
      </w:r>
    </w:p>
    <w:p w:rsidR="00F20A7D" w:rsidRPr="00AC19FB" w:rsidRDefault="00F20A7D" w:rsidP="007C16B6">
      <w:pPr>
        <w:pStyle w:val="Akapitzlist"/>
        <w:spacing w:after="0"/>
        <w:ind w:left="5664" w:hanging="277"/>
        <w:rPr>
          <w:rFonts w:ascii="Calibri Light" w:hAnsi="Calibri Light" w:cs="Calibri Light"/>
          <w:i/>
          <w:sz w:val="18"/>
          <w:szCs w:val="18"/>
        </w:rPr>
      </w:pPr>
      <w:r w:rsidRPr="0078105E">
        <w:rPr>
          <w:rFonts w:ascii="Calibri Light" w:hAnsi="Calibri Light" w:cs="Calibri Light"/>
          <w:i/>
          <w:sz w:val="18"/>
          <w:szCs w:val="18"/>
        </w:rPr>
        <w:t>upoważnionej/ych do podpisywania oferty</w:t>
      </w:r>
      <w:r w:rsidR="004B741F">
        <w:rPr>
          <w:rFonts w:ascii="Calibri Light" w:hAnsi="Calibri Light" w:cs="Calibri Light"/>
          <w:i/>
          <w:sz w:val="18"/>
          <w:szCs w:val="18"/>
        </w:rPr>
        <w:t>)</w:t>
      </w:r>
    </w:p>
    <w:sectPr w:rsidR="00F20A7D" w:rsidRPr="00AC19FB" w:rsidSect="0003333A">
      <w:pgSz w:w="11900" w:h="16840" w:code="9"/>
      <w:pgMar w:top="1418" w:right="1134" w:bottom="1418" w:left="1418" w:header="709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4E1" w:rsidRDefault="003A64E1">
      <w:r>
        <w:separator/>
      </w:r>
    </w:p>
  </w:endnote>
  <w:endnote w:type="continuationSeparator" w:id="0">
    <w:p w:rsidR="003A64E1" w:rsidRDefault="003A6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6B6" w:rsidRDefault="007C16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9454088"/>
      <w:docPartObj>
        <w:docPartGallery w:val="Page Numbers (Bottom of Page)"/>
        <w:docPartUnique/>
      </w:docPartObj>
    </w:sdtPr>
    <w:sdtEndPr/>
    <w:sdtContent>
      <w:p w:rsidR="007C16B6" w:rsidRDefault="007C16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BF4">
          <w:rPr>
            <w:noProof/>
          </w:rPr>
          <w:t>8</w:t>
        </w:r>
        <w:r>
          <w:fldChar w:fldCharType="end"/>
        </w:r>
      </w:p>
    </w:sdtContent>
  </w:sdt>
  <w:p w:rsidR="007C16B6" w:rsidRDefault="007C16B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6B6" w:rsidRDefault="007C16B6" w:rsidP="00157581">
    <w:pPr>
      <w:pStyle w:val="Nagwek"/>
    </w:pPr>
    <w:r w:rsidRPr="009B136E">
      <w:rPr>
        <w:noProof/>
        <w:color w:val="757575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6723D801" wp14:editId="652281DE">
              <wp:simplePos x="0" y="0"/>
              <wp:positionH relativeFrom="page">
                <wp:align>right</wp:align>
              </wp:positionH>
              <wp:positionV relativeFrom="paragraph">
                <wp:posOffset>140220</wp:posOffset>
              </wp:positionV>
              <wp:extent cx="519200" cy="305435"/>
              <wp:effectExtent l="0" t="0" r="0" b="0"/>
              <wp:wrapNone/>
              <wp:docPr id="1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200" cy="3054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16B6" w:rsidRPr="004467F3" w:rsidRDefault="007C16B6" w:rsidP="00157581">
                          <w:pPr>
                            <w:pStyle w:val="Stopka"/>
                            <w:tabs>
                              <w:tab w:val="right" w:pos="8222"/>
                            </w:tabs>
                            <w:rPr>
                              <w:lang w:val="fr-FR"/>
                            </w:rPr>
                          </w:pP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sz w:val="28"/>
                              <w:szCs w:val="28"/>
                              <w:lang w:val="fr-FR"/>
                            </w:rPr>
                            <w:instrText>PAGE  \* Arabic  \* MERGEFORMAT</w:instrTex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  <w:lang w:val="fr-FR"/>
                            </w:rPr>
                            <w:t>1</w: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 w:rsidRPr="004467F3">
                            <w:rPr>
                              <w:lang w:val="fr-FR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lang w:val="fr-FR"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B971CE">
                            <w:rPr>
                              <w:b/>
                              <w:bCs/>
                              <w:noProof/>
                              <w:lang w:val="fr-FR"/>
                            </w:rPr>
                            <w:t>8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:rsidR="007C16B6" w:rsidRDefault="007C16B6" w:rsidP="001575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723D80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10.3pt;margin-top:11.05pt;width:40.9pt;height:24.05pt;z-index:-251644928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" filled="f" stroked="f">
              <v:textbox>
                <w:txbxContent>
                  <w:p w:rsidR="007C16B6" w:rsidRPr="004467F3" w:rsidRDefault="007C16B6" w:rsidP="00157581">
                    <w:pPr>
                      <w:pStyle w:val="Stopka"/>
                      <w:tabs>
                        <w:tab w:val="right" w:pos="8222"/>
                      </w:tabs>
                      <w:rPr>
                        <w:lang w:val="fr-FR"/>
                      </w:rPr>
                    </w:pP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sz w:val="28"/>
                        <w:szCs w:val="28"/>
                        <w:lang w:val="fr-FR"/>
                      </w:rPr>
                      <w:instrText>PAGE  \* Arabic  \* MERGEFORMAT</w:instrTex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b/>
                        <w:bCs/>
                        <w:noProof/>
                        <w:sz w:val="28"/>
                        <w:szCs w:val="28"/>
                        <w:lang w:val="fr-FR"/>
                      </w:rPr>
                      <w:t>1</w: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 w:rsidRPr="004467F3">
                      <w:rPr>
                        <w:lang w:val="fr-FR"/>
                      </w:rPr>
                      <w:t>/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lang w:val="fr-FR"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B971CE">
                      <w:rPr>
                        <w:b/>
                        <w:bCs/>
                        <w:noProof/>
                        <w:lang w:val="fr-FR"/>
                      </w:rPr>
                      <w:t>8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  <w:p w:rsidR="007C16B6" w:rsidRDefault="007C16B6" w:rsidP="00157581"/>
                </w:txbxContent>
              </v:textbox>
              <w10:wrap anchorx="page"/>
            </v:shape>
          </w:pict>
        </mc:Fallback>
      </mc:AlternateContent>
    </w:r>
  </w:p>
  <w:p w:rsidR="007C16B6" w:rsidRDefault="007C16B6" w:rsidP="007B1413">
    <w:pPr>
      <w:pStyle w:val="Stopka"/>
      <w:tabs>
        <w:tab w:val="clear" w:pos="4320"/>
        <w:tab w:val="clear" w:pos="8640"/>
        <w:tab w:val="left" w:pos="3993"/>
        <w:tab w:val="right" w:pos="9348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07DE59FC" wp14:editId="782EBBE9">
              <wp:simplePos x="0" y="0"/>
              <wp:positionH relativeFrom="margin">
                <wp:posOffset>980325</wp:posOffset>
              </wp:positionH>
              <wp:positionV relativeFrom="paragraph">
                <wp:posOffset>34521</wp:posOffset>
              </wp:positionV>
              <wp:extent cx="5018405" cy="704850"/>
              <wp:effectExtent l="0" t="0" r="0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18405" cy="7048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7C16B6" w:rsidRDefault="007C16B6" w:rsidP="007B141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DE59FC" id="Pole tekstowe 9" o:spid="_x0000_s1027" type="#_x0000_t202" style="position:absolute;margin-left:77.2pt;margin-top:2.7pt;width:395.15pt;height:55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" fillcolor="window" stroked="f" strokeweight=".5pt">
              <v:path arrowok="t"/>
              <v:textbox>
                <w:txbxContent>
                  <w:p w:rsidR="007C16B6" w:rsidRDefault="007C16B6" w:rsidP="007B1413"/>
                </w:txbxContent>
              </v:textbox>
              <w10:wrap anchorx="margin"/>
            </v:shape>
          </w:pict>
        </mc:Fallback>
      </mc:AlternateContent>
    </w:r>
    <w:r>
      <w:tab/>
    </w:r>
    <w:r>
      <w:tab/>
    </w:r>
  </w:p>
  <w:p w:rsidR="007C16B6" w:rsidRPr="00103F52" w:rsidRDefault="007C16B6" w:rsidP="00291C5D">
    <w:pPr>
      <w:tabs>
        <w:tab w:val="right" w:pos="9309"/>
      </w:tabs>
      <w:rPr>
        <w:rFonts w:ascii="Arial" w:hAnsi="Arial" w:cs="Arial"/>
        <w:sz w:val="16"/>
        <w:szCs w:val="16"/>
      </w:rPr>
    </w:pPr>
  </w:p>
  <w:p w:rsidR="007C16B6" w:rsidRPr="00837DCD" w:rsidRDefault="007C16B6" w:rsidP="00291C5D">
    <w:pPr>
      <w:tabs>
        <w:tab w:val="right" w:pos="9309"/>
      </w:tabs>
      <w:rPr>
        <w:rFonts w:ascii="Arial" w:hAnsi="Arial" w:cs="Arial"/>
        <w:sz w:val="16"/>
        <w:szCs w:val="16"/>
      </w:rPr>
    </w:pPr>
    <w:r w:rsidRPr="00103F52">
      <w:rPr>
        <w:rFonts w:ascii="Arial" w:hAnsi="Arial" w:cs="Arial"/>
        <w:sz w:val="16"/>
        <w:szCs w:val="16"/>
      </w:rPr>
      <w:tab/>
    </w:r>
    <w:r>
      <w:rPr>
        <w:noProof/>
        <w:lang w:eastAsia="pl-PL"/>
      </w:rPr>
      <mc:AlternateContent>
        <mc:Choice Requires="wps">
          <w:drawing>
            <wp:anchor distT="4294967292" distB="4294967292" distL="114300" distR="114300" simplePos="0" relativeHeight="251665408" behindDoc="0" locked="0" layoutInCell="1" allowOverlap="1" wp14:anchorId="0DFAD7BB" wp14:editId="6B32E38B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279D3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65.05pt;margin-top:421pt;width:465.1pt;height:0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4E1" w:rsidRDefault="003A64E1">
      <w:r>
        <w:separator/>
      </w:r>
    </w:p>
  </w:footnote>
  <w:footnote w:type="continuationSeparator" w:id="0">
    <w:p w:rsidR="003A64E1" w:rsidRDefault="003A6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6B6" w:rsidRDefault="007C16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6B6" w:rsidRDefault="007C16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6B6" w:rsidRPr="009D0826" w:rsidRDefault="007C16B6" w:rsidP="006C7D09">
    <w:pPr>
      <w:ind w:left="1560"/>
      <w:rPr>
        <w:rFonts w:ascii="Calibri" w:hAnsi="Calibri" w:cs="Calibri"/>
        <w:b/>
        <w:bCs/>
        <w:sz w:val="28"/>
        <w:szCs w:val="28"/>
      </w:rPr>
    </w:pPr>
    <w:r w:rsidRPr="001F257A">
      <w:rPr>
        <w:b/>
        <w:bCs/>
        <w:noProof/>
        <w:lang w:eastAsia="pl-PL"/>
      </w:rPr>
      <w:drawing>
        <wp:anchor distT="0" distB="0" distL="114300" distR="114300" simplePos="0" relativeHeight="251679744" behindDoc="0" locked="0" layoutInCell="1" allowOverlap="1" wp14:anchorId="77FD24CE" wp14:editId="4579E4F4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942975" cy="695325"/>
          <wp:effectExtent l="0" t="0" r="9525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ab/>
    </w:r>
    <w:r>
      <w:br w:type="column"/>
      <w:t xml:space="preserve"> </w:t>
    </w:r>
    <w:r w:rsidRPr="009D0826">
      <w:rPr>
        <w:rFonts w:ascii="Calibri" w:hAnsi="Calibri" w:cs="Calibri"/>
        <w:b/>
        <w:bCs/>
        <w:sz w:val="28"/>
        <w:szCs w:val="28"/>
      </w:rPr>
      <w:t>IZBA ADMINISTRACJI SKARBOWEJ</w:t>
    </w:r>
    <w:r w:rsidRPr="009D0826">
      <w:rPr>
        <w:rFonts w:ascii="Calibri" w:hAnsi="Calibri" w:cs="Calibri"/>
        <w:b/>
        <w:bCs/>
        <w:sz w:val="28"/>
        <w:szCs w:val="28"/>
      </w:rPr>
      <w:br/>
      <w:t xml:space="preserve"> W KIELCACH</w:t>
    </w:r>
  </w:p>
  <w:p w:rsidR="007C16B6" w:rsidRPr="00657C7B" w:rsidRDefault="007C16B6" w:rsidP="006C7D09">
    <w:pPr>
      <w:ind w:left="1560"/>
      <w:rPr>
        <w:rFonts w:ascii="Calibri" w:hAnsi="Calibri" w:cs="Calibri"/>
        <w:b/>
        <w:bCs/>
        <w:sz w:val="28"/>
        <w:szCs w:val="28"/>
      </w:rPr>
    </w:pPr>
  </w:p>
  <w:p w:rsidR="007C16B6" w:rsidRPr="00D55F3E" w:rsidRDefault="007C16B6" w:rsidP="006C7D09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8"/>
      </w:rPr>
    </w:pPr>
  </w:p>
  <w:p w:rsidR="007C16B6" w:rsidRPr="006C7D09" w:rsidRDefault="007C16B6" w:rsidP="006C7D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747A"/>
    <w:multiLevelType w:val="hybridMultilevel"/>
    <w:tmpl w:val="68E6B9D8"/>
    <w:lvl w:ilvl="0" w:tplc="0136DFC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06C56B7E"/>
    <w:multiLevelType w:val="hybridMultilevel"/>
    <w:tmpl w:val="201AFD7C"/>
    <w:lvl w:ilvl="0" w:tplc="60BA54DE">
      <w:start w:val="1"/>
      <w:numFmt w:val="decimal"/>
      <w:lvlText w:val="%1."/>
      <w:lvlJc w:val="left"/>
      <w:pPr>
        <w:ind w:left="70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809" w:hanging="360"/>
      </w:pPr>
    </w:lvl>
    <w:lvl w:ilvl="2" w:tplc="0415001B" w:tentative="1">
      <w:start w:val="1"/>
      <w:numFmt w:val="lowerRoman"/>
      <w:lvlText w:val="%3."/>
      <w:lvlJc w:val="right"/>
      <w:pPr>
        <w:ind w:left="8529" w:hanging="180"/>
      </w:pPr>
    </w:lvl>
    <w:lvl w:ilvl="3" w:tplc="0415000F" w:tentative="1">
      <w:start w:val="1"/>
      <w:numFmt w:val="decimal"/>
      <w:lvlText w:val="%4."/>
      <w:lvlJc w:val="left"/>
      <w:pPr>
        <w:ind w:left="9249" w:hanging="360"/>
      </w:pPr>
    </w:lvl>
    <w:lvl w:ilvl="4" w:tplc="04150019" w:tentative="1">
      <w:start w:val="1"/>
      <w:numFmt w:val="lowerLetter"/>
      <w:lvlText w:val="%5."/>
      <w:lvlJc w:val="left"/>
      <w:pPr>
        <w:ind w:left="9969" w:hanging="360"/>
      </w:pPr>
    </w:lvl>
    <w:lvl w:ilvl="5" w:tplc="0415001B" w:tentative="1">
      <w:start w:val="1"/>
      <w:numFmt w:val="lowerRoman"/>
      <w:lvlText w:val="%6."/>
      <w:lvlJc w:val="right"/>
      <w:pPr>
        <w:ind w:left="10689" w:hanging="180"/>
      </w:pPr>
    </w:lvl>
    <w:lvl w:ilvl="6" w:tplc="0415000F" w:tentative="1">
      <w:start w:val="1"/>
      <w:numFmt w:val="decimal"/>
      <w:lvlText w:val="%7."/>
      <w:lvlJc w:val="left"/>
      <w:pPr>
        <w:ind w:left="11409" w:hanging="360"/>
      </w:pPr>
    </w:lvl>
    <w:lvl w:ilvl="7" w:tplc="04150019" w:tentative="1">
      <w:start w:val="1"/>
      <w:numFmt w:val="lowerLetter"/>
      <w:lvlText w:val="%8."/>
      <w:lvlJc w:val="left"/>
      <w:pPr>
        <w:ind w:left="12129" w:hanging="360"/>
      </w:pPr>
    </w:lvl>
    <w:lvl w:ilvl="8" w:tplc="0415001B" w:tentative="1">
      <w:start w:val="1"/>
      <w:numFmt w:val="lowerRoman"/>
      <w:lvlText w:val="%9."/>
      <w:lvlJc w:val="right"/>
      <w:pPr>
        <w:ind w:left="12849" w:hanging="180"/>
      </w:pPr>
    </w:lvl>
  </w:abstractNum>
  <w:abstractNum w:abstractNumId="2" w15:restartNumberingAfterBreak="0">
    <w:nsid w:val="0810743E"/>
    <w:multiLevelType w:val="hybridMultilevel"/>
    <w:tmpl w:val="BA90AAD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FF966B7"/>
    <w:multiLevelType w:val="hybridMultilevel"/>
    <w:tmpl w:val="88303EE8"/>
    <w:lvl w:ilvl="0" w:tplc="04150011">
      <w:start w:val="1"/>
      <w:numFmt w:val="decimal"/>
      <w:lvlText w:val="%1)"/>
      <w:lvlJc w:val="left"/>
      <w:pPr>
        <w:ind w:left="1205" w:hanging="360"/>
      </w:pPr>
    </w:lvl>
    <w:lvl w:ilvl="1" w:tplc="04150019" w:tentative="1">
      <w:start w:val="1"/>
      <w:numFmt w:val="lowerLetter"/>
      <w:lvlText w:val="%2."/>
      <w:lvlJc w:val="left"/>
      <w:pPr>
        <w:ind w:left="1925" w:hanging="360"/>
      </w:pPr>
    </w:lvl>
    <w:lvl w:ilvl="2" w:tplc="0415001B" w:tentative="1">
      <w:start w:val="1"/>
      <w:numFmt w:val="lowerRoman"/>
      <w:lvlText w:val="%3."/>
      <w:lvlJc w:val="right"/>
      <w:pPr>
        <w:ind w:left="2645" w:hanging="180"/>
      </w:pPr>
    </w:lvl>
    <w:lvl w:ilvl="3" w:tplc="0415000F" w:tentative="1">
      <w:start w:val="1"/>
      <w:numFmt w:val="decimal"/>
      <w:lvlText w:val="%4."/>
      <w:lvlJc w:val="left"/>
      <w:pPr>
        <w:ind w:left="3365" w:hanging="360"/>
      </w:pPr>
    </w:lvl>
    <w:lvl w:ilvl="4" w:tplc="04150019" w:tentative="1">
      <w:start w:val="1"/>
      <w:numFmt w:val="lowerLetter"/>
      <w:lvlText w:val="%5."/>
      <w:lvlJc w:val="left"/>
      <w:pPr>
        <w:ind w:left="4085" w:hanging="360"/>
      </w:pPr>
    </w:lvl>
    <w:lvl w:ilvl="5" w:tplc="0415001B" w:tentative="1">
      <w:start w:val="1"/>
      <w:numFmt w:val="lowerRoman"/>
      <w:lvlText w:val="%6."/>
      <w:lvlJc w:val="right"/>
      <w:pPr>
        <w:ind w:left="4805" w:hanging="180"/>
      </w:pPr>
    </w:lvl>
    <w:lvl w:ilvl="6" w:tplc="0415000F" w:tentative="1">
      <w:start w:val="1"/>
      <w:numFmt w:val="decimal"/>
      <w:lvlText w:val="%7."/>
      <w:lvlJc w:val="left"/>
      <w:pPr>
        <w:ind w:left="5525" w:hanging="360"/>
      </w:pPr>
    </w:lvl>
    <w:lvl w:ilvl="7" w:tplc="04150019" w:tentative="1">
      <w:start w:val="1"/>
      <w:numFmt w:val="lowerLetter"/>
      <w:lvlText w:val="%8."/>
      <w:lvlJc w:val="left"/>
      <w:pPr>
        <w:ind w:left="6245" w:hanging="360"/>
      </w:pPr>
    </w:lvl>
    <w:lvl w:ilvl="8" w:tplc="0415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4" w15:restartNumberingAfterBreak="0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811C1"/>
    <w:multiLevelType w:val="hybridMultilevel"/>
    <w:tmpl w:val="E814F13A"/>
    <w:lvl w:ilvl="0" w:tplc="DACC5AE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6635F4A"/>
    <w:multiLevelType w:val="hybridMultilevel"/>
    <w:tmpl w:val="62C0DA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84CD2"/>
    <w:multiLevelType w:val="hybridMultilevel"/>
    <w:tmpl w:val="2D24425C"/>
    <w:lvl w:ilvl="0" w:tplc="437E9834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833DAB"/>
    <w:multiLevelType w:val="hybridMultilevel"/>
    <w:tmpl w:val="FEF80E86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257E3"/>
    <w:multiLevelType w:val="hybridMultilevel"/>
    <w:tmpl w:val="B6AA2EE0"/>
    <w:lvl w:ilvl="0" w:tplc="A4FA992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51D070C"/>
    <w:multiLevelType w:val="hybridMultilevel"/>
    <w:tmpl w:val="11A2D254"/>
    <w:lvl w:ilvl="0" w:tplc="9B0479E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B95300F"/>
    <w:multiLevelType w:val="hybridMultilevel"/>
    <w:tmpl w:val="A5C06A96"/>
    <w:lvl w:ilvl="0" w:tplc="7DF22612">
      <w:start w:val="1"/>
      <w:numFmt w:val="decimal"/>
      <w:lvlText w:val="%1)"/>
      <w:lvlJc w:val="left"/>
      <w:pPr>
        <w:ind w:left="720" w:hanging="360"/>
      </w:pPr>
      <w:rPr>
        <w:rFonts w:ascii="Calibri Light" w:eastAsia="Times New Roman" w:hAnsi="Calibri Light" w:cs="Calibri Ligh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23C5A"/>
    <w:multiLevelType w:val="hybridMultilevel"/>
    <w:tmpl w:val="A5C06A96"/>
    <w:lvl w:ilvl="0" w:tplc="7DF22612">
      <w:start w:val="1"/>
      <w:numFmt w:val="decimal"/>
      <w:lvlText w:val="%1)"/>
      <w:lvlJc w:val="left"/>
      <w:pPr>
        <w:ind w:left="720" w:hanging="360"/>
      </w:pPr>
      <w:rPr>
        <w:rFonts w:ascii="Calibri Light" w:eastAsia="Times New Roman" w:hAnsi="Calibri Light" w:cs="Calibri Ligh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21059"/>
    <w:multiLevelType w:val="hybridMultilevel"/>
    <w:tmpl w:val="4F888600"/>
    <w:lvl w:ilvl="0" w:tplc="0136DFC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0EF48D4"/>
    <w:multiLevelType w:val="hybridMultilevel"/>
    <w:tmpl w:val="5024F266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6" w15:restartNumberingAfterBreak="0">
    <w:nsid w:val="758077FB"/>
    <w:multiLevelType w:val="hybridMultilevel"/>
    <w:tmpl w:val="902A2902"/>
    <w:lvl w:ilvl="0" w:tplc="B5145AC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C95007"/>
    <w:multiLevelType w:val="hybridMultilevel"/>
    <w:tmpl w:val="FA22B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1"/>
  </w:num>
  <w:num w:numId="6">
    <w:abstractNumId w:val="16"/>
  </w:num>
  <w:num w:numId="7">
    <w:abstractNumId w:val="11"/>
  </w:num>
  <w:num w:numId="8">
    <w:abstractNumId w:val="10"/>
  </w:num>
  <w:num w:numId="9">
    <w:abstractNumId w:val="2"/>
  </w:num>
  <w:num w:numId="10">
    <w:abstractNumId w:val="0"/>
  </w:num>
  <w:num w:numId="11">
    <w:abstractNumId w:val="12"/>
  </w:num>
  <w:num w:numId="12">
    <w:abstractNumId w:val="4"/>
  </w:num>
  <w:num w:numId="13">
    <w:abstractNumId w:val="5"/>
  </w:num>
  <w:num w:numId="14">
    <w:abstractNumId w:val="15"/>
  </w:num>
  <w:num w:numId="15">
    <w:abstractNumId w:val="14"/>
  </w:num>
  <w:num w:numId="16">
    <w:abstractNumId w:val="8"/>
  </w:num>
  <w:num w:numId="17">
    <w:abstractNumId w:val="9"/>
  </w:num>
  <w:num w:numId="18">
    <w:abstractNumId w:val="13"/>
  </w:num>
  <w:num w:numId="19">
    <w:abstractNumId w:val="17"/>
  </w:num>
  <w:num w:numId="2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0F79"/>
    <w:rsid w:val="00002F35"/>
    <w:rsid w:val="000040B3"/>
    <w:rsid w:val="00006E07"/>
    <w:rsid w:val="00006E53"/>
    <w:rsid w:val="00011519"/>
    <w:rsid w:val="00011C87"/>
    <w:rsid w:val="000130A3"/>
    <w:rsid w:val="00014918"/>
    <w:rsid w:val="00014C9A"/>
    <w:rsid w:val="000166A0"/>
    <w:rsid w:val="00016C7B"/>
    <w:rsid w:val="000175EA"/>
    <w:rsid w:val="00017D09"/>
    <w:rsid w:val="00021EAA"/>
    <w:rsid w:val="00021FC4"/>
    <w:rsid w:val="0002237A"/>
    <w:rsid w:val="00022AF0"/>
    <w:rsid w:val="0002364F"/>
    <w:rsid w:val="00024048"/>
    <w:rsid w:val="00024306"/>
    <w:rsid w:val="00025963"/>
    <w:rsid w:val="00025A49"/>
    <w:rsid w:val="00027792"/>
    <w:rsid w:val="000301B3"/>
    <w:rsid w:val="0003265F"/>
    <w:rsid w:val="0003333A"/>
    <w:rsid w:val="0003439E"/>
    <w:rsid w:val="00034496"/>
    <w:rsid w:val="00035FA9"/>
    <w:rsid w:val="00036904"/>
    <w:rsid w:val="00040C8B"/>
    <w:rsid w:val="000410CA"/>
    <w:rsid w:val="0004130E"/>
    <w:rsid w:val="0004133D"/>
    <w:rsid w:val="00042EC5"/>
    <w:rsid w:val="00043901"/>
    <w:rsid w:val="00044DED"/>
    <w:rsid w:val="0004689F"/>
    <w:rsid w:val="00047190"/>
    <w:rsid w:val="00051A80"/>
    <w:rsid w:val="000536AD"/>
    <w:rsid w:val="00053E48"/>
    <w:rsid w:val="000546D6"/>
    <w:rsid w:val="0005589B"/>
    <w:rsid w:val="000559FD"/>
    <w:rsid w:val="000576B0"/>
    <w:rsid w:val="00060367"/>
    <w:rsid w:val="00060B0C"/>
    <w:rsid w:val="00060E63"/>
    <w:rsid w:val="00062022"/>
    <w:rsid w:val="00062D25"/>
    <w:rsid w:val="00063483"/>
    <w:rsid w:val="000676E1"/>
    <w:rsid w:val="000678FE"/>
    <w:rsid w:val="00073872"/>
    <w:rsid w:val="00073CFF"/>
    <w:rsid w:val="000761B9"/>
    <w:rsid w:val="00080A83"/>
    <w:rsid w:val="00080ECB"/>
    <w:rsid w:val="00082C4F"/>
    <w:rsid w:val="00082CEC"/>
    <w:rsid w:val="0008317A"/>
    <w:rsid w:val="0008489A"/>
    <w:rsid w:val="00085279"/>
    <w:rsid w:val="00085390"/>
    <w:rsid w:val="000856D6"/>
    <w:rsid w:val="0008721B"/>
    <w:rsid w:val="0008784C"/>
    <w:rsid w:val="000906C4"/>
    <w:rsid w:val="00091D9B"/>
    <w:rsid w:val="00094FC2"/>
    <w:rsid w:val="000968D8"/>
    <w:rsid w:val="000A0D6D"/>
    <w:rsid w:val="000A2FCB"/>
    <w:rsid w:val="000A3748"/>
    <w:rsid w:val="000A5003"/>
    <w:rsid w:val="000A617D"/>
    <w:rsid w:val="000A7762"/>
    <w:rsid w:val="000B0537"/>
    <w:rsid w:val="000B2256"/>
    <w:rsid w:val="000B2BAA"/>
    <w:rsid w:val="000B2EB6"/>
    <w:rsid w:val="000B32BB"/>
    <w:rsid w:val="000B35A6"/>
    <w:rsid w:val="000B3726"/>
    <w:rsid w:val="000B6E2F"/>
    <w:rsid w:val="000C272A"/>
    <w:rsid w:val="000C32DA"/>
    <w:rsid w:val="000C33A8"/>
    <w:rsid w:val="000C5096"/>
    <w:rsid w:val="000C56DF"/>
    <w:rsid w:val="000D360D"/>
    <w:rsid w:val="000D3AB9"/>
    <w:rsid w:val="000E2C62"/>
    <w:rsid w:val="000E3862"/>
    <w:rsid w:val="000E3B41"/>
    <w:rsid w:val="000E5C4A"/>
    <w:rsid w:val="000E788D"/>
    <w:rsid w:val="000E793C"/>
    <w:rsid w:val="000F0943"/>
    <w:rsid w:val="000F1559"/>
    <w:rsid w:val="000F3DD4"/>
    <w:rsid w:val="000F47C5"/>
    <w:rsid w:val="000F5B4A"/>
    <w:rsid w:val="000F5C3D"/>
    <w:rsid w:val="000F6D73"/>
    <w:rsid w:val="001008A9"/>
    <w:rsid w:val="00101A86"/>
    <w:rsid w:val="00101D92"/>
    <w:rsid w:val="001039D9"/>
    <w:rsid w:val="00104AE2"/>
    <w:rsid w:val="001111C1"/>
    <w:rsid w:val="00111E76"/>
    <w:rsid w:val="001124FC"/>
    <w:rsid w:val="0011386A"/>
    <w:rsid w:val="00114203"/>
    <w:rsid w:val="00117E29"/>
    <w:rsid w:val="00120CD0"/>
    <w:rsid w:val="00122BA8"/>
    <w:rsid w:val="00122EFE"/>
    <w:rsid w:val="001233B2"/>
    <w:rsid w:val="00125A95"/>
    <w:rsid w:val="0012642F"/>
    <w:rsid w:val="001268EB"/>
    <w:rsid w:val="00130B32"/>
    <w:rsid w:val="00130F77"/>
    <w:rsid w:val="001336A0"/>
    <w:rsid w:val="0013781F"/>
    <w:rsid w:val="0013792C"/>
    <w:rsid w:val="00141932"/>
    <w:rsid w:val="00141BF6"/>
    <w:rsid w:val="00142218"/>
    <w:rsid w:val="001436BB"/>
    <w:rsid w:val="00144043"/>
    <w:rsid w:val="00147419"/>
    <w:rsid w:val="00147B82"/>
    <w:rsid w:val="00147B93"/>
    <w:rsid w:val="001516AC"/>
    <w:rsid w:val="001517C0"/>
    <w:rsid w:val="0015273D"/>
    <w:rsid w:val="001540E6"/>
    <w:rsid w:val="0015488E"/>
    <w:rsid w:val="00154993"/>
    <w:rsid w:val="00157581"/>
    <w:rsid w:val="00157C59"/>
    <w:rsid w:val="00160F19"/>
    <w:rsid w:val="0016112E"/>
    <w:rsid w:val="00163C13"/>
    <w:rsid w:val="001668D5"/>
    <w:rsid w:val="00167C81"/>
    <w:rsid w:val="00171360"/>
    <w:rsid w:val="0017149C"/>
    <w:rsid w:val="0017240B"/>
    <w:rsid w:val="001726A5"/>
    <w:rsid w:val="00175313"/>
    <w:rsid w:val="00177795"/>
    <w:rsid w:val="00180374"/>
    <w:rsid w:val="00181E24"/>
    <w:rsid w:val="0019004A"/>
    <w:rsid w:val="0019151D"/>
    <w:rsid w:val="00191E19"/>
    <w:rsid w:val="00192BC8"/>
    <w:rsid w:val="00194635"/>
    <w:rsid w:val="00196302"/>
    <w:rsid w:val="001978A3"/>
    <w:rsid w:val="001A312B"/>
    <w:rsid w:val="001A32FD"/>
    <w:rsid w:val="001A33B3"/>
    <w:rsid w:val="001A75A7"/>
    <w:rsid w:val="001B20C1"/>
    <w:rsid w:val="001B443F"/>
    <w:rsid w:val="001B493E"/>
    <w:rsid w:val="001B4A81"/>
    <w:rsid w:val="001B6F9E"/>
    <w:rsid w:val="001B77B4"/>
    <w:rsid w:val="001B7CE4"/>
    <w:rsid w:val="001C10D0"/>
    <w:rsid w:val="001C12E3"/>
    <w:rsid w:val="001C1950"/>
    <w:rsid w:val="001C2481"/>
    <w:rsid w:val="001C2B54"/>
    <w:rsid w:val="001C4262"/>
    <w:rsid w:val="001C599F"/>
    <w:rsid w:val="001C60C2"/>
    <w:rsid w:val="001C62C7"/>
    <w:rsid w:val="001C683E"/>
    <w:rsid w:val="001D0417"/>
    <w:rsid w:val="001D0738"/>
    <w:rsid w:val="001D0CAB"/>
    <w:rsid w:val="001D26A1"/>
    <w:rsid w:val="001D3BD4"/>
    <w:rsid w:val="001D4D90"/>
    <w:rsid w:val="001D5878"/>
    <w:rsid w:val="001D67CF"/>
    <w:rsid w:val="001D6857"/>
    <w:rsid w:val="001E01BE"/>
    <w:rsid w:val="001E074D"/>
    <w:rsid w:val="001E1F8A"/>
    <w:rsid w:val="001E3926"/>
    <w:rsid w:val="001E433D"/>
    <w:rsid w:val="001E53EB"/>
    <w:rsid w:val="001E6F48"/>
    <w:rsid w:val="001E700E"/>
    <w:rsid w:val="001E702C"/>
    <w:rsid w:val="001F1BCC"/>
    <w:rsid w:val="001F257A"/>
    <w:rsid w:val="001F395E"/>
    <w:rsid w:val="001F47FF"/>
    <w:rsid w:val="001F4BD3"/>
    <w:rsid w:val="001F4DEF"/>
    <w:rsid w:val="001F5EC5"/>
    <w:rsid w:val="001F6878"/>
    <w:rsid w:val="00200364"/>
    <w:rsid w:val="00201CA2"/>
    <w:rsid w:val="00204223"/>
    <w:rsid w:val="00213982"/>
    <w:rsid w:val="00214700"/>
    <w:rsid w:val="00214832"/>
    <w:rsid w:val="0021533A"/>
    <w:rsid w:val="00216069"/>
    <w:rsid w:val="00216CCD"/>
    <w:rsid w:val="0022286B"/>
    <w:rsid w:val="00222FB8"/>
    <w:rsid w:val="002230BB"/>
    <w:rsid w:val="00224330"/>
    <w:rsid w:val="00225D84"/>
    <w:rsid w:val="00225E17"/>
    <w:rsid w:val="00226EAC"/>
    <w:rsid w:val="00231DC4"/>
    <w:rsid w:val="00232546"/>
    <w:rsid w:val="0023579F"/>
    <w:rsid w:val="0023697D"/>
    <w:rsid w:val="00236F86"/>
    <w:rsid w:val="00237E2E"/>
    <w:rsid w:val="002404CB"/>
    <w:rsid w:val="0024114D"/>
    <w:rsid w:val="0024346A"/>
    <w:rsid w:val="00244CDC"/>
    <w:rsid w:val="00247910"/>
    <w:rsid w:val="00250254"/>
    <w:rsid w:val="00252632"/>
    <w:rsid w:val="00253D25"/>
    <w:rsid w:val="002563FC"/>
    <w:rsid w:val="00260C02"/>
    <w:rsid w:val="00262E89"/>
    <w:rsid w:val="00264539"/>
    <w:rsid w:val="0026475F"/>
    <w:rsid w:val="00264ED3"/>
    <w:rsid w:val="00266771"/>
    <w:rsid w:val="0026725F"/>
    <w:rsid w:val="00270DE0"/>
    <w:rsid w:val="00270F2E"/>
    <w:rsid w:val="002728D2"/>
    <w:rsid w:val="002729DD"/>
    <w:rsid w:val="00272C85"/>
    <w:rsid w:val="00273295"/>
    <w:rsid w:val="00274A73"/>
    <w:rsid w:val="00276254"/>
    <w:rsid w:val="00276A69"/>
    <w:rsid w:val="00276C07"/>
    <w:rsid w:val="00281623"/>
    <w:rsid w:val="00282E4B"/>
    <w:rsid w:val="002849A1"/>
    <w:rsid w:val="00287B8B"/>
    <w:rsid w:val="00287D4F"/>
    <w:rsid w:val="00291115"/>
    <w:rsid w:val="00291C5D"/>
    <w:rsid w:val="00292D80"/>
    <w:rsid w:val="00293DEE"/>
    <w:rsid w:val="00296223"/>
    <w:rsid w:val="002969FF"/>
    <w:rsid w:val="002A017C"/>
    <w:rsid w:val="002A0D38"/>
    <w:rsid w:val="002A12D9"/>
    <w:rsid w:val="002A2891"/>
    <w:rsid w:val="002A28E0"/>
    <w:rsid w:val="002A41B1"/>
    <w:rsid w:val="002A429C"/>
    <w:rsid w:val="002A4B61"/>
    <w:rsid w:val="002A4C9D"/>
    <w:rsid w:val="002A4D25"/>
    <w:rsid w:val="002A5872"/>
    <w:rsid w:val="002B0199"/>
    <w:rsid w:val="002B0A07"/>
    <w:rsid w:val="002B25BF"/>
    <w:rsid w:val="002B31F7"/>
    <w:rsid w:val="002B4C52"/>
    <w:rsid w:val="002B5805"/>
    <w:rsid w:val="002B5CA7"/>
    <w:rsid w:val="002B600C"/>
    <w:rsid w:val="002B71F8"/>
    <w:rsid w:val="002B7E9E"/>
    <w:rsid w:val="002C06EF"/>
    <w:rsid w:val="002C1A4D"/>
    <w:rsid w:val="002C4E74"/>
    <w:rsid w:val="002C60F8"/>
    <w:rsid w:val="002D0E42"/>
    <w:rsid w:val="002D41FB"/>
    <w:rsid w:val="002D4350"/>
    <w:rsid w:val="002D482A"/>
    <w:rsid w:val="002D4A9F"/>
    <w:rsid w:val="002D7116"/>
    <w:rsid w:val="002E1A1B"/>
    <w:rsid w:val="002E263E"/>
    <w:rsid w:val="002E4B64"/>
    <w:rsid w:val="002E4CB6"/>
    <w:rsid w:val="002E595A"/>
    <w:rsid w:val="002F1600"/>
    <w:rsid w:val="002F3197"/>
    <w:rsid w:val="002F42D9"/>
    <w:rsid w:val="002F4776"/>
    <w:rsid w:val="002F557A"/>
    <w:rsid w:val="002F5CE2"/>
    <w:rsid w:val="002F6292"/>
    <w:rsid w:val="002F7B1A"/>
    <w:rsid w:val="002F7D82"/>
    <w:rsid w:val="00300B1E"/>
    <w:rsid w:val="00300F24"/>
    <w:rsid w:val="00301C44"/>
    <w:rsid w:val="0030223F"/>
    <w:rsid w:val="00302310"/>
    <w:rsid w:val="0030406C"/>
    <w:rsid w:val="003043ED"/>
    <w:rsid w:val="003077B4"/>
    <w:rsid w:val="003110A3"/>
    <w:rsid w:val="00311358"/>
    <w:rsid w:val="00316391"/>
    <w:rsid w:val="0031797E"/>
    <w:rsid w:val="003206DE"/>
    <w:rsid w:val="00320B86"/>
    <w:rsid w:val="003211CC"/>
    <w:rsid w:val="00324D59"/>
    <w:rsid w:val="003263AB"/>
    <w:rsid w:val="00327894"/>
    <w:rsid w:val="0033055F"/>
    <w:rsid w:val="00331CA7"/>
    <w:rsid w:val="00332321"/>
    <w:rsid w:val="003334CB"/>
    <w:rsid w:val="00335F79"/>
    <w:rsid w:val="003361AD"/>
    <w:rsid w:val="0033788C"/>
    <w:rsid w:val="00340A46"/>
    <w:rsid w:val="00342EDB"/>
    <w:rsid w:val="00342F42"/>
    <w:rsid w:val="00345F58"/>
    <w:rsid w:val="00351808"/>
    <w:rsid w:val="0035225E"/>
    <w:rsid w:val="00352F29"/>
    <w:rsid w:val="0035563B"/>
    <w:rsid w:val="00356283"/>
    <w:rsid w:val="003567D3"/>
    <w:rsid w:val="0035696F"/>
    <w:rsid w:val="00356E5C"/>
    <w:rsid w:val="00357D90"/>
    <w:rsid w:val="003608C5"/>
    <w:rsid w:val="00361A00"/>
    <w:rsid w:val="0036284C"/>
    <w:rsid w:val="00362FA9"/>
    <w:rsid w:val="00363AC2"/>
    <w:rsid w:val="00363F39"/>
    <w:rsid w:val="00364F51"/>
    <w:rsid w:val="00365D83"/>
    <w:rsid w:val="0036651E"/>
    <w:rsid w:val="0036661D"/>
    <w:rsid w:val="00374524"/>
    <w:rsid w:val="003763A1"/>
    <w:rsid w:val="00377498"/>
    <w:rsid w:val="0038193F"/>
    <w:rsid w:val="003832FC"/>
    <w:rsid w:val="00385E92"/>
    <w:rsid w:val="00386A34"/>
    <w:rsid w:val="00387C5F"/>
    <w:rsid w:val="00390D49"/>
    <w:rsid w:val="0039200C"/>
    <w:rsid w:val="003932A8"/>
    <w:rsid w:val="00394CBE"/>
    <w:rsid w:val="003954AD"/>
    <w:rsid w:val="00396E98"/>
    <w:rsid w:val="00397FAB"/>
    <w:rsid w:val="003A0028"/>
    <w:rsid w:val="003A2A23"/>
    <w:rsid w:val="003A4ED7"/>
    <w:rsid w:val="003A57DA"/>
    <w:rsid w:val="003A6206"/>
    <w:rsid w:val="003A64E1"/>
    <w:rsid w:val="003A7A5D"/>
    <w:rsid w:val="003B094D"/>
    <w:rsid w:val="003B0E9E"/>
    <w:rsid w:val="003B1B8F"/>
    <w:rsid w:val="003B2B32"/>
    <w:rsid w:val="003B3282"/>
    <w:rsid w:val="003B551D"/>
    <w:rsid w:val="003B59EA"/>
    <w:rsid w:val="003B5A8C"/>
    <w:rsid w:val="003B72BB"/>
    <w:rsid w:val="003B79B9"/>
    <w:rsid w:val="003C0859"/>
    <w:rsid w:val="003C2F8C"/>
    <w:rsid w:val="003C303E"/>
    <w:rsid w:val="003C4B0A"/>
    <w:rsid w:val="003C6008"/>
    <w:rsid w:val="003C60E9"/>
    <w:rsid w:val="003C7182"/>
    <w:rsid w:val="003C7E5D"/>
    <w:rsid w:val="003D0B0C"/>
    <w:rsid w:val="003E00DA"/>
    <w:rsid w:val="003E026A"/>
    <w:rsid w:val="003E0EEF"/>
    <w:rsid w:val="003E4876"/>
    <w:rsid w:val="003E5D0B"/>
    <w:rsid w:val="003F1116"/>
    <w:rsid w:val="003F17B6"/>
    <w:rsid w:val="003F1F97"/>
    <w:rsid w:val="003F3BE9"/>
    <w:rsid w:val="003F60C3"/>
    <w:rsid w:val="003F6AF6"/>
    <w:rsid w:val="003F7805"/>
    <w:rsid w:val="0040029C"/>
    <w:rsid w:val="00403CE5"/>
    <w:rsid w:val="004055F1"/>
    <w:rsid w:val="00406270"/>
    <w:rsid w:val="004104AB"/>
    <w:rsid w:val="00411593"/>
    <w:rsid w:val="004118A6"/>
    <w:rsid w:val="0041449F"/>
    <w:rsid w:val="00415548"/>
    <w:rsid w:val="0041575C"/>
    <w:rsid w:val="00421072"/>
    <w:rsid w:val="00422B51"/>
    <w:rsid w:val="00423384"/>
    <w:rsid w:val="00424896"/>
    <w:rsid w:val="004250BC"/>
    <w:rsid w:val="004277F4"/>
    <w:rsid w:val="0043142C"/>
    <w:rsid w:val="004324BF"/>
    <w:rsid w:val="00435AA1"/>
    <w:rsid w:val="0043752A"/>
    <w:rsid w:val="004409A8"/>
    <w:rsid w:val="004409FF"/>
    <w:rsid w:val="00441B22"/>
    <w:rsid w:val="00441B68"/>
    <w:rsid w:val="00441DDF"/>
    <w:rsid w:val="004424AD"/>
    <w:rsid w:val="00442E79"/>
    <w:rsid w:val="00443ADB"/>
    <w:rsid w:val="0045120E"/>
    <w:rsid w:val="0045170C"/>
    <w:rsid w:val="00451CD3"/>
    <w:rsid w:val="0045287B"/>
    <w:rsid w:val="004535FC"/>
    <w:rsid w:val="00453948"/>
    <w:rsid w:val="0045424A"/>
    <w:rsid w:val="004564FE"/>
    <w:rsid w:val="00456840"/>
    <w:rsid w:val="00457150"/>
    <w:rsid w:val="00457633"/>
    <w:rsid w:val="00460BA6"/>
    <w:rsid w:val="0046407E"/>
    <w:rsid w:val="00464CB3"/>
    <w:rsid w:val="0046734F"/>
    <w:rsid w:val="0047495E"/>
    <w:rsid w:val="004749A7"/>
    <w:rsid w:val="004771FE"/>
    <w:rsid w:val="004814B8"/>
    <w:rsid w:val="00481FC8"/>
    <w:rsid w:val="00484961"/>
    <w:rsid w:val="00485993"/>
    <w:rsid w:val="004878C2"/>
    <w:rsid w:val="00490896"/>
    <w:rsid w:val="00491553"/>
    <w:rsid w:val="00491D4D"/>
    <w:rsid w:val="00491F8C"/>
    <w:rsid w:val="00492159"/>
    <w:rsid w:val="0049508C"/>
    <w:rsid w:val="004A1AC8"/>
    <w:rsid w:val="004A1F0B"/>
    <w:rsid w:val="004A356F"/>
    <w:rsid w:val="004A3B8D"/>
    <w:rsid w:val="004A43EE"/>
    <w:rsid w:val="004A5603"/>
    <w:rsid w:val="004A65F2"/>
    <w:rsid w:val="004A6C31"/>
    <w:rsid w:val="004B0619"/>
    <w:rsid w:val="004B0E17"/>
    <w:rsid w:val="004B133A"/>
    <w:rsid w:val="004B23C8"/>
    <w:rsid w:val="004B337E"/>
    <w:rsid w:val="004B4267"/>
    <w:rsid w:val="004B6EB1"/>
    <w:rsid w:val="004B741F"/>
    <w:rsid w:val="004C03BB"/>
    <w:rsid w:val="004C2194"/>
    <w:rsid w:val="004C2BD4"/>
    <w:rsid w:val="004C3600"/>
    <w:rsid w:val="004C404E"/>
    <w:rsid w:val="004C429F"/>
    <w:rsid w:val="004C57C3"/>
    <w:rsid w:val="004C59DB"/>
    <w:rsid w:val="004C6041"/>
    <w:rsid w:val="004C6641"/>
    <w:rsid w:val="004D000F"/>
    <w:rsid w:val="004D1177"/>
    <w:rsid w:val="004D3124"/>
    <w:rsid w:val="004D3242"/>
    <w:rsid w:val="004D37D4"/>
    <w:rsid w:val="004D3CBC"/>
    <w:rsid w:val="004D3E9A"/>
    <w:rsid w:val="004D50F5"/>
    <w:rsid w:val="004D771B"/>
    <w:rsid w:val="004D7E47"/>
    <w:rsid w:val="004E04EB"/>
    <w:rsid w:val="004E0F1D"/>
    <w:rsid w:val="004E73E3"/>
    <w:rsid w:val="004E7422"/>
    <w:rsid w:val="004F083C"/>
    <w:rsid w:val="004F1A7E"/>
    <w:rsid w:val="004F20FF"/>
    <w:rsid w:val="004F24BC"/>
    <w:rsid w:val="004F4379"/>
    <w:rsid w:val="004F54AB"/>
    <w:rsid w:val="004F7BF3"/>
    <w:rsid w:val="005004AF"/>
    <w:rsid w:val="0050058B"/>
    <w:rsid w:val="00502090"/>
    <w:rsid w:val="00503219"/>
    <w:rsid w:val="00503586"/>
    <w:rsid w:val="00505D31"/>
    <w:rsid w:val="00507465"/>
    <w:rsid w:val="00511FC7"/>
    <w:rsid w:val="005136D7"/>
    <w:rsid w:val="00513776"/>
    <w:rsid w:val="00513B8B"/>
    <w:rsid w:val="00514AB4"/>
    <w:rsid w:val="00515F71"/>
    <w:rsid w:val="00516200"/>
    <w:rsid w:val="00516868"/>
    <w:rsid w:val="00520E46"/>
    <w:rsid w:val="00521962"/>
    <w:rsid w:val="00522D6C"/>
    <w:rsid w:val="005302DE"/>
    <w:rsid w:val="005326F3"/>
    <w:rsid w:val="00533D38"/>
    <w:rsid w:val="0053449E"/>
    <w:rsid w:val="00534895"/>
    <w:rsid w:val="00535D7E"/>
    <w:rsid w:val="00537CA8"/>
    <w:rsid w:val="0054053F"/>
    <w:rsid w:val="00542DB3"/>
    <w:rsid w:val="00543143"/>
    <w:rsid w:val="00543C85"/>
    <w:rsid w:val="00544FE5"/>
    <w:rsid w:val="005457EF"/>
    <w:rsid w:val="00546BC0"/>
    <w:rsid w:val="0054789E"/>
    <w:rsid w:val="00547C9A"/>
    <w:rsid w:val="00552C88"/>
    <w:rsid w:val="0055362E"/>
    <w:rsid w:val="005613EF"/>
    <w:rsid w:val="005622A8"/>
    <w:rsid w:val="00563C78"/>
    <w:rsid w:val="0056400E"/>
    <w:rsid w:val="00565943"/>
    <w:rsid w:val="0056696D"/>
    <w:rsid w:val="00570A6A"/>
    <w:rsid w:val="00572AA8"/>
    <w:rsid w:val="005760E0"/>
    <w:rsid w:val="00576D64"/>
    <w:rsid w:val="005807B2"/>
    <w:rsid w:val="00582514"/>
    <w:rsid w:val="0058272C"/>
    <w:rsid w:val="00582F8C"/>
    <w:rsid w:val="005838CE"/>
    <w:rsid w:val="0058398E"/>
    <w:rsid w:val="00584D51"/>
    <w:rsid w:val="00585F6D"/>
    <w:rsid w:val="00587DA1"/>
    <w:rsid w:val="00592CD3"/>
    <w:rsid w:val="0059390F"/>
    <w:rsid w:val="005944FE"/>
    <w:rsid w:val="00595D83"/>
    <w:rsid w:val="005A377C"/>
    <w:rsid w:val="005A5404"/>
    <w:rsid w:val="005A7465"/>
    <w:rsid w:val="005B0E48"/>
    <w:rsid w:val="005B2FA8"/>
    <w:rsid w:val="005B42D8"/>
    <w:rsid w:val="005B4350"/>
    <w:rsid w:val="005B52F8"/>
    <w:rsid w:val="005B699D"/>
    <w:rsid w:val="005B72FD"/>
    <w:rsid w:val="005B77E6"/>
    <w:rsid w:val="005B7A7C"/>
    <w:rsid w:val="005C1047"/>
    <w:rsid w:val="005C4463"/>
    <w:rsid w:val="005C5190"/>
    <w:rsid w:val="005C6F87"/>
    <w:rsid w:val="005C778E"/>
    <w:rsid w:val="005D0750"/>
    <w:rsid w:val="005D0A1C"/>
    <w:rsid w:val="005D1121"/>
    <w:rsid w:val="005D14A0"/>
    <w:rsid w:val="005D3FC4"/>
    <w:rsid w:val="005D6521"/>
    <w:rsid w:val="005D7F19"/>
    <w:rsid w:val="005E3BCC"/>
    <w:rsid w:val="005E4B29"/>
    <w:rsid w:val="005E4D53"/>
    <w:rsid w:val="005E6E79"/>
    <w:rsid w:val="005F0A2E"/>
    <w:rsid w:val="005F18E7"/>
    <w:rsid w:val="005F2200"/>
    <w:rsid w:val="005F232C"/>
    <w:rsid w:val="005F29B2"/>
    <w:rsid w:val="005F2B98"/>
    <w:rsid w:val="005F3CF1"/>
    <w:rsid w:val="005F5BF4"/>
    <w:rsid w:val="005F6645"/>
    <w:rsid w:val="005F67A4"/>
    <w:rsid w:val="0060132F"/>
    <w:rsid w:val="00601CDC"/>
    <w:rsid w:val="006024A0"/>
    <w:rsid w:val="006024C6"/>
    <w:rsid w:val="00602C48"/>
    <w:rsid w:val="0060574F"/>
    <w:rsid w:val="00613C32"/>
    <w:rsid w:val="00614378"/>
    <w:rsid w:val="006148F4"/>
    <w:rsid w:val="00616385"/>
    <w:rsid w:val="00616E6F"/>
    <w:rsid w:val="00620BFE"/>
    <w:rsid w:val="006212B2"/>
    <w:rsid w:val="00621DA0"/>
    <w:rsid w:val="006225A0"/>
    <w:rsid w:val="006238C1"/>
    <w:rsid w:val="00624CD9"/>
    <w:rsid w:val="00625249"/>
    <w:rsid w:val="0062597D"/>
    <w:rsid w:val="00625A5D"/>
    <w:rsid w:val="0062685F"/>
    <w:rsid w:val="00626ACD"/>
    <w:rsid w:val="00626FC5"/>
    <w:rsid w:val="00627363"/>
    <w:rsid w:val="00627A62"/>
    <w:rsid w:val="00627BF1"/>
    <w:rsid w:val="00631531"/>
    <w:rsid w:val="006347E9"/>
    <w:rsid w:val="0063612F"/>
    <w:rsid w:val="00636FA5"/>
    <w:rsid w:val="00637E86"/>
    <w:rsid w:val="00643263"/>
    <w:rsid w:val="0064630A"/>
    <w:rsid w:val="00646AFF"/>
    <w:rsid w:val="00646E33"/>
    <w:rsid w:val="00646E68"/>
    <w:rsid w:val="0064768B"/>
    <w:rsid w:val="00655D4A"/>
    <w:rsid w:val="00656D0F"/>
    <w:rsid w:val="00656FF7"/>
    <w:rsid w:val="00657547"/>
    <w:rsid w:val="00657C7B"/>
    <w:rsid w:val="00660C09"/>
    <w:rsid w:val="00661572"/>
    <w:rsid w:val="006638A1"/>
    <w:rsid w:val="00664CD8"/>
    <w:rsid w:val="006701D1"/>
    <w:rsid w:val="006718CD"/>
    <w:rsid w:val="006737D1"/>
    <w:rsid w:val="00673CE9"/>
    <w:rsid w:val="006755F2"/>
    <w:rsid w:val="00675630"/>
    <w:rsid w:val="0067640A"/>
    <w:rsid w:val="006764B5"/>
    <w:rsid w:val="00676DD0"/>
    <w:rsid w:val="006779F1"/>
    <w:rsid w:val="00680E35"/>
    <w:rsid w:val="0068108D"/>
    <w:rsid w:val="00681338"/>
    <w:rsid w:val="00682324"/>
    <w:rsid w:val="00682ADE"/>
    <w:rsid w:val="00683818"/>
    <w:rsid w:val="00683E6A"/>
    <w:rsid w:val="0068430D"/>
    <w:rsid w:val="00686D31"/>
    <w:rsid w:val="00687D8A"/>
    <w:rsid w:val="0069049B"/>
    <w:rsid w:val="00691ABB"/>
    <w:rsid w:val="00692178"/>
    <w:rsid w:val="00692362"/>
    <w:rsid w:val="00693EB9"/>
    <w:rsid w:val="0069698B"/>
    <w:rsid w:val="00697BD0"/>
    <w:rsid w:val="006A3537"/>
    <w:rsid w:val="006A356E"/>
    <w:rsid w:val="006A3711"/>
    <w:rsid w:val="006A49E8"/>
    <w:rsid w:val="006A54A3"/>
    <w:rsid w:val="006B2E6A"/>
    <w:rsid w:val="006B4620"/>
    <w:rsid w:val="006B526F"/>
    <w:rsid w:val="006B678C"/>
    <w:rsid w:val="006C13FF"/>
    <w:rsid w:val="006C148E"/>
    <w:rsid w:val="006C1A9E"/>
    <w:rsid w:val="006C3811"/>
    <w:rsid w:val="006C3F13"/>
    <w:rsid w:val="006C4A6D"/>
    <w:rsid w:val="006C4F90"/>
    <w:rsid w:val="006C5139"/>
    <w:rsid w:val="006C7D09"/>
    <w:rsid w:val="006D0C5B"/>
    <w:rsid w:val="006D1433"/>
    <w:rsid w:val="006D3AEE"/>
    <w:rsid w:val="006D453E"/>
    <w:rsid w:val="006D4BBB"/>
    <w:rsid w:val="006D4F47"/>
    <w:rsid w:val="006E0583"/>
    <w:rsid w:val="006E128C"/>
    <w:rsid w:val="006E14E3"/>
    <w:rsid w:val="006E24CE"/>
    <w:rsid w:val="006E3535"/>
    <w:rsid w:val="006E4516"/>
    <w:rsid w:val="006E48AD"/>
    <w:rsid w:val="006E4DF0"/>
    <w:rsid w:val="006E6B97"/>
    <w:rsid w:val="006F2577"/>
    <w:rsid w:val="006F4C74"/>
    <w:rsid w:val="006F5458"/>
    <w:rsid w:val="00704E8B"/>
    <w:rsid w:val="00707E13"/>
    <w:rsid w:val="00711108"/>
    <w:rsid w:val="00711E28"/>
    <w:rsid w:val="00712647"/>
    <w:rsid w:val="00713522"/>
    <w:rsid w:val="00714283"/>
    <w:rsid w:val="00714AB3"/>
    <w:rsid w:val="0071673E"/>
    <w:rsid w:val="00717A24"/>
    <w:rsid w:val="00717EFB"/>
    <w:rsid w:val="007206B2"/>
    <w:rsid w:val="007237C6"/>
    <w:rsid w:val="0072704A"/>
    <w:rsid w:val="007270CA"/>
    <w:rsid w:val="00730C94"/>
    <w:rsid w:val="007328E2"/>
    <w:rsid w:val="007340BC"/>
    <w:rsid w:val="007355D7"/>
    <w:rsid w:val="00735D89"/>
    <w:rsid w:val="00736B64"/>
    <w:rsid w:val="00737274"/>
    <w:rsid w:val="00743A97"/>
    <w:rsid w:val="0074438F"/>
    <w:rsid w:val="00745E69"/>
    <w:rsid w:val="007469EE"/>
    <w:rsid w:val="00750D76"/>
    <w:rsid w:val="00753D4A"/>
    <w:rsid w:val="00756540"/>
    <w:rsid w:val="007568FA"/>
    <w:rsid w:val="00757493"/>
    <w:rsid w:val="0076269F"/>
    <w:rsid w:val="0076445E"/>
    <w:rsid w:val="0076469F"/>
    <w:rsid w:val="007660EA"/>
    <w:rsid w:val="0076761C"/>
    <w:rsid w:val="00773BCC"/>
    <w:rsid w:val="00774E52"/>
    <w:rsid w:val="00775D3A"/>
    <w:rsid w:val="00776098"/>
    <w:rsid w:val="0077632A"/>
    <w:rsid w:val="007773AA"/>
    <w:rsid w:val="00777CC3"/>
    <w:rsid w:val="0078571D"/>
    <w:rsid w:val="007864B8"/>
    <w:rsid w:val="00792572"/>
    <w:rsid w:val="0079621E"/>
    <w:rsid w:val="0079669B"/>
    <w:rsid w:val="00796ACD"/>
    <w:rsid w:val="00796CFA"/>
    <w:rsid w:val="00797261"/>
    <w:rsid w:val="007975B6"/>
    <w:rsid w:val="007A000E"/>
    <w:rsid w:val="007A08F6"/>
    <w:rsid w:val="007A1209"/>
    <w:rsid w:val="007A25B6"/>
    <w:rsid w:val="007A2BFD"/>
    <w:rsid w:val="007A2F97"/>
    <w:rsid w:val="007A4572"/>
    <w:rsid w:val="007A5627"/>
    <w:rsid w:val="007A6430"/>
    <w:rsid w:val="007A6D57"/>
    <w:rsid w:val="007B0DDB"/>
    <w:rsid w:val="007B1413"/>
    <w:rsid w:val="007B27D8"/>
    <w:rsid w:val="007B55F3"/>
    <w:rsid w:val="007B5B77"/>
    <w:rsid w:val="007B7125"/>
    <w:rsid w:val="007C0645"/>
    <w:rsid w:val="007C16B6"/>
    <w:rsid w:val="007C2B52"/>
    <w:rsid w:val="007C4154"/>
    <w:rsid w:val="007C4FC6"/>
    <w:rsid w:val="007C6679"/>
    <w:rsid w:val="007D1071"/>
    <w:rsid w:val="007D13BF"/>
    <w:rsid w:val="007D2155"/>
    <w:rsid w:val="007D3782"/>
    <w:rsid w:val="007D40A0"/>
    <w:rsid w:val="007D659A"/>
    <w:rsid w:val="007E0A01"/>
    <w:rsid w:val="007E0A16"/>
    <w:rsid w:val="007E22EE"/>
    <w:rsid w:val="007E2C44"/>
    <w:rsid w:val="007E44D4"/>
    <w:rsid w:val="007E566D"/>
    <w:rsid w:val="007E69FD"/>
    <w:rsid w:val="007E6EDA"/>
    <w:rsid w:val="007F18AA"/>
    <w:rsid w:val="007F2E07"/>
    <w:rsid w:val="007F426B"/>
    <w:rsid w:val="007F4FF2"/>
    <w:rsid w:val="007F6004"/>
    <w:rsid w:val="00801D1F"/>
    <w:rsid w:val="008024FC"/>
    <w:rsid w:val="008028B3"/>
    <w:rsid w:val="00803768"/>
    <w:rsid w:val="0081029B"/>
    <w:rsid w:val="008112DD"/>
    <w:rsid w:val="00811D3B"/>
    <w:rsid w:val="00812971"/>
    <w:rsid w:val="00812B03"/>
    <w:rsid w:val="00813414"/>
    <w:rsid w:val="0081373A"/>
    <w:rsid w:val="008173E1"/>
    <w:rsid w:val="00817D2C"/>
    <w:rsid w:val="00821BD7"/>
    <w:rsid w:val="00822FAB"/>
    <w:rsid w:val="00823BF5"/>
    <w:rsid w:val="00824033"/>
    <w:rsid w:val="00825901"/>
    <w:rsid w:val="0082596A"/>
    <w:rsid w:val="0082687E"/>
    <w:rsid w:val="00826DAE"/>
    <w:rsid w:val="00834878"/>
    <w:rsid w:val="00835676"/>
    <w:rsid w:val="008371F5"/>
    <w:rsid w:val="008373CC"/>
    <w:rsid w:val="00840429"/>
    <w:rsid w:val="0084123E"/>
    <w:rsid w:val="0084198B"/>
    <w:rsid w:val="00841CF9"/>
    <w:rsid w:val="00842433"/>
    <w:rsid w:val="008429AB"/>
    <w:rsid w:val="00843A25"/>
    <w:rsid w:val="008453BC"/>
    <w:rsid w:val="008459BF"/>
    <w:rsid w:val="008461D7"/>
    <w:rsid w:val="0084624E"/>
    <w:rsid w:val="008468B2"/>
    <w:rsid w:val="00850745"/>
    <w:rsid w:val="0086050B"/>
    <w:rsid w:val="00860CEA"/>
    <w:rsid w:val="00861113"/>
    <w:rsid w:val="00861578"/>
    <w:rsid w:val="0086294E"/>
    <w:rsid w:val="00863355"/>
    <w:rsid w:val="00864B0C"/>
    <w:rsid w:val="00865C24"/>
    <w:rsid w:val="00866E42"/>
    <w:rsid w:val="00867C4B"/>
    <w:rsid w:val="0087080F"/>
    <w:rsid w:val="008725AB"/>
    <w:rsid w:val="0087788E"/>
    <w:rsid w:val="00882742"/>
    <w:rsid w:val="00883512"/>
    <w:rsid w:val="00883DAC"/>
    <w:rsid w:val="0088604E"/>
    <w:rsid w:val="008862BE"/>
    <w:rsid w:val="00887BFF"/>
    <w:rsid w:val="00887E21"/>
    <w:rsid w:val="008903C7"/>
    <w:rsid w:val="008911E2"/>
    <w:rsid w:val="00892448"/>
    <w:rsid w:val="00892D6E"/>
    <w:rsid w:val="0089397D"/>
    <w:rsid w:val="008943DC"/>
    <w:rsid w:val="00895865"/>
    <w:rsid w:val="008A0B56"/>
    <w:rsid w:val="008A2C3A"/>
    <w:rsid w:val="008A58C7"/>
    <w:rsid w:val="008A59AE"/>
    <w:rsid w:val="008A7D7D"/>
    <w:rsid w:val="008A7EF6"/>
    <w:rsid w:val="008B1550"/>
    <w:rsid w:val="008B45CC"/>
    <w:rsid w:val="008B5568"/>
    <w:rsid w:val="008B5981"/>
    <w:rsid w:val="008B7B15"/>
    <w:rsid w:val="008C0CA8"/>
    <w:rsid w:val="008C2E08"/>
    <w:rsid w:val="008C32F4"/>
    <w:rsid w:val="008C66A7"/>
    <w:rsid w:val="008C7506"/>
    <w:rsid w:val="008D1A94"/>
    <w:rsid w:val="008D24FC"/>
    <w:rsid w:val="008D368A"/>
    <w:rsid w:val="008D3E89"/>
    <w:rsid w:val="008D4764"/>
    <w:rsid w:val="008D6136"/>
    <w:rsid w:val="008D6B9E"/>
    <w:rsid w:val="008E2E31"/>
    <w:rsid w:val="008E699D"/>
    <w:rsid w:val="008E754B"/>
    <w:rsid w:val="008F00F7"/>
    <w:rsid w:val="008F0680"/>
    <w:rsid w:val="008F091B"/>
    <w:rsid w:val="008F260A"/>
    <w:rsid w:val="008F263E"/>
    <w:rsid w:val="008F2D8D"/>
    <w:rsid w:val="008F3E4F"/>
    <w:rsid w:val="008F429F"/>
    <w:rsid w:val="008F53D7"/>
    <w:rsid w:val="008F59A4"/>
    <w:rsid w:val="008F79A7"/>
    <w:rsid w:val="008F79CE"/>
    <w:rsid w:val="00900978"/>
    <w:rsid w:val="00900B1A"/>
    <w:rsid w:val="00902C4C"/>
    <w:rsid w:val="009032BA"/>
    <w:rsid w:val="00906B73"/>
    <w:rsid w:val="00910D0A"/>
    <w:rsid w:val="009150DF"/>
    <w:rsid w:val="0092009C"/>
    <w:rsid w:val="00922229"/>
    <w:rsid w:val="009223E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C71"/>
    <w:rsid w:val="00936362"/>
    <w:rsid w:val="00937D6B"/>
    <w:rsid w:val="00937FEE"/>
    <w:rsid w:val="00940388"/>
    <w:rsid w:val="00940DA6"/>
    <w:rsid w:val="009413E9"/>
    <w:rsid w:val="00943895"/>
    <w:rsid w:val="009456B6"/>
    <w:rsid w:val="009457FC"/>
    <w:rsid w:val="00945B6A"/>
    <w:rsid w:val="00946241"/>
    <w:rsid w:val="00946D7A"/>
    <w:rsid w:val="00954C48"/>
    <w:rsid w:val="00956BC3"/>
    <w:rsid w:val="0096246F"/>
    <w:rsid w:val="00964EAA"/>
    <w:rsid w:val="00970792"/>
    <w:rsid w:val="00971E3F"/>
    <w:rsid w:val="00974FCD"/>
    <w:rsid w:val="00977616"/>
    <w:rsid w:val="0097761A"/>
    <w:rsid w:val="009835FE"/>
    <w:rsid w:val="00985A59"/>
    <w:rsid w:val="00985B00"/>
    <w:rsid w:val="00985BF3"/>
    <w:rsid w:val="009866EA"/>
    <w:rsid w:val="009901FB"/>
    <w:rsid w:val="009913A6"/>
    <w:rsid w:val="009933CB"/>
    <w:rsid w:val="00995754"/>
    <w:rsid w:val="00995968"/>
    <w:rsid w:val="00997D28"/>
    <w:rsid w:val="009A1119"/>
    <w:rsid w:val="009A1E2B"/>
    <w:rsid w:val="009A23EB"/>
    <w:rsid w:val="009A75E1"/>
    <w:rsid w:val="009B3868"/>
    <w:rsid w:val="009B53CB"/>
    <w:rsid w:val="009B5C0D"/>
    <w:rsid w:val="009B623C"/>
    <w:rsid w:val="009B765A"/>
    <w:rsid w:val="009B77CD"/>
    <w:rsid w:val="009B7AEB"/>
    <w:rsid w:val="009C00DB"/>
    <w:rsid w:val="009C03D1"/>
    <w:rsid w:val="009C1630"/>
    <w:rsid w:val="009C3DC5"/>
    <w:rsid w:val="009C62E3"/>
    <w:rsid w:val="009C7AC0"/>
    <w:rsid w:val="009C7BF2"/>
    <w:rsid w:val="009D0562"/>
    <w:rsid w:val="009D0826"/>
    <w:rsid w:val="009D0A23"/>
    <w:rsid w:val="009D2272"/>
    <w:rsid w:val="009D2509"/>
    <w:rsid w:val="009D265E"/>
    <w:rsid w:val="009D2D3C"/>
    <w:rsid w:val="009D2F48"/>
    <w:rsid w:val="009D3F76"/>
    <w:rsid w:val="009D6E82"/>
    <w:rsid w:val="009E029E"/>
    <w:rsid w:val="009E0634"/>
    <w:rsid w:val="009E0C21"/>
    <w:rsid w:val="009E1164"/>
    <w:rsid w:val="009E1FFC"/>
    <w:rsid w:val="009E2171"/>
    <w:rsid w:val="009E23B5"/>
    <w:rsid w:val="009E4C89"/>
    <w:rsid w:val="009E4CB3"/>
    <w:rsid w:val="009E4CCB"/>
    <w:rsid w:val="009E4FB4"/>
    <w:rsid w:val="009E539E"/>
    <w:rsid w:val="009E6AF7"/>
    <w:rsid w:val="009F1B17"/>
    <w:rsid w:val="009F3638"/>
    <w:rsid w:val="009F42DE"/>
    <w:rsid w:val="009F459A"/>
    <w:rsid w:val="009F4DE3"/>
    <w:rsid w:val="009F61D9"/>
    <w:rsid w:val="009F6D5A"/>
    <w:rsid w:val="00A00280"/>
    <w:rsid w:val="00A003A1"/>
    <w:rsid w:val="00A012D1"/>
    <w:rsid w:val="00A03AE0"/>
    <w:rsid w:val="00A03BA2"/>
    <w:rsid w:val="00A03E1A"/>
    <w:rsid w:val="00A04124"/>
    <w:rsid w:val="00A047EB"/>
    <w:rsid w:val="00A04AFC"/>
    <w:rsid w:val="00A0573B"/>
    <w:rsid w:val="00A05DCE"/>
    <w:rsid w:val="00A06AFD"/>
    <w:rsid w:val="00A14B02"/>
    <w:rsid w:val="00A17FD0"/>
    <w:rsid w:val="00A22A50"/>
    <w:rsid w:val="00A24B63"/>
    <w:rsid w:val="00A2504C"/>
    <w:rsid w:val="00A30116"/>
    <w:rsid w:val="00A30875"/>
    <w:rsid w:val="00A30C55"/>
    <w:rsid w:val="00A318DE"/>
    <w:rsid w:val="00A34D4F"/>
    <w:rsid w:val="00A36086"/>
    <w:rsid w:val="00A36EFA"/>
    <w:rsid w:val="00A372B5"/>
    <w:rsid w:val="00A3732B"/>
    <w:rsid w:val="00A40F02"/>
    <w:rsid w:val="00A4176A"/>
    <w:rsid w:val="00A419BF"/>
    <w:rsid w:val="00A42324"/>
    <w:rsid w:val="00A426DC"/>
    <w:rsid w:val="00A46899"/>
    <w:rsid w:val="00A50628"/>
    <w:rsid w:val="00A53FD5"/>
    <w:rsid w:val="00A57C86"/>
    <w:rsid w:val="00A57D23"/>
    <w:rsid w:val="00A61FE4"/>
    <w:rsid w:val="00A6279B"/>
    <w:rsid w:val="00A63D80"/>
    <w:rsid w:val="00A662D9"/>
    <w:rsid w:val="00A66B7D"/>
    <w:rsid w:val="00A66CB2"/>
    <w:rsid w:val="00A72E0D"/>
    <w:rsid w:val="00A747CC"/>
    <w:rsid w:val="00A747D4"/>
    <w:rsid w:val="00A80CA0"/>
    <w:rsid w:val="00A81759"/>
    <w:rsid w:val="00A81C72"/>
    <w:rsid w:val="00A81E06"/>
    <w:rsid w:val="00A83CA9"/>
    <w:rsid w:val="00A878B4"/>
    <w:rsid w:val="00A928CC"/>
    <w:rsid w:val="00A9339A"/>
    <w:rsid w:val="00A93BB8"/>
    <w:rsid w:val="00A94A12"/>
    <w:rsid w:val="00A95269"/>
    <w:rsid w:val="00A95CFF"/>
    <w:rsid w:val="00AA0081"/>
    <w:rsid w:val="00AA0DA4"/>
    <w:rsid w:val="00AA2E7B"/>
    <w:rsid w:val="00AA7113"/>
    <w:rsid w:val="00AA7872"/>
    <w:rsid w:val="00AB06F4"/>
    <w:rsid w:val="00AB2BC3"/>
    <w:rsid w:val="00AB3958"/>
    <w:rsid w:val="00AB4055"/>
    <w:rsid w:val="00AB41DD"/>
    <w:rsid w:val="00AB5442"/>
    <w:rsid w:val="00AB55A6"/>
    <w:rsid w:val="00AB6B1C"/>
    <w:rsid w:val="00AB7E24"/>
    <w:rsid w:val="00AC2542"/>
    <w:rsid w:val="00AC511D"/>
    <w:rsid w:val="00AC6612"/>
    <w:rsid w:val="00AD2192"/>
    <w:rsid w:val="00AD3FD3"/>
    <w:rsid w:val="00AD5D0B"/>
    <w:rsid w:val="00AD737B"/>
    <w:rsid w:val="00AD7380"/>
    <w:rsid w:val="00AE24ED"/>
    <w:rsid w:val="00AE2F9F"/>
    <w:rsid w:val="00AE6675"/>
    <w:rsid w:val="00AF5C5F"/>
    <w:rsid w:val="00AF7291"/>
    <w:rsid w:val="00AF7848"/>
    <w:rsid w:val="00AF7A6F"/>
    <w:rsid w:val="00B02BE8"/>
    <w:rsid w:val="00B048A6"/>
    <w:rsid w:val="00B04A28"/>
    <w:rsid w:val="00B06E7F"/>
    <w:rsid w:val="00B078FE"/>
    <w:rsid w:val="00B12282"/>
    <w:rsid w:val="00B14378"/>
    <w:rsid w:val="00B147BA"/>
    <w:rsid w:val="00B152A1"/>
    <w:rsid w:val="00B23500"/>
    <w:rsid w:val="00B239DE"/>
    <w:rsid w:val="00B23EB5"/>
    <w:rsid w:val="00B245A5"/>
    <w:rsid w:val="00B302B5"/>
    <w:rsid w:val="00B31D09"/>
    <w:rsid w:val="00B3359E"/>
    <w:rsid w:val="00B35D82"/>
    <w:rsid w:val="00B35DF4"/>
    <w:rsid w:val="00B36101"/>
    <w:rsid w:val="00B36D2A"/>
    <w:rsid w:val="00B425EC"/>
    <w:rsid w:val="00B43DC2"/>
    <w:rsid w:val="00B47DF5"/>
    <w:rsid w:val="00B50E75"/>
    <w:rsid w:val="00B52023"/>
    <w:rsid w:val="00B5232C"/>
    <w:rsid w:val="00B52BD9"/>
    <w:rsid w:val="00B54CE2"/>
    <w:rsid w:val="00B55A49"/>
    <w:rsid w:val="00B57008"/>
    <w:rsid w:val="00B635C1"/>
    <w:rsid w:val="00B643EE"/>
    <w:rsid w:val="00B657A4"/>
    <w:rsid w:val="00B669F6"/>
    <w:rsid w:val="00B66D84"/>
    <w:rsid w:val="00B71503"/>
    <w:rsid w:val="00B72940"/>
    <w:rsid w:val="00B73123"/>
    <w:rsid w:val="00B75D7C"/>
    <w:rsid w:val="00B77D0A"/>
    <w:rsid w:val="00B81E15"/>
    <w:rsid w:val="00B82E43"/>
    <w:rsid w:val="00B84348"/>
    <w:rsid w:val="00B857DE"/>
    <w:rsid w:val="00B858D7"/>
    <w:rsid w:val="00B85A56"/>
    <w:rsid w:val="00B877F4"/>
    <w:rsid w:val="00B91CF9"/>
    <w:rsid w:val="00B94A69"/>
    <w:rsid w:val="00B952AC"/>
    <w:rsid w:val="00B96FDE"/>
    <w:rsid w:val="00B971CE"/>
    <w:rsid w:val="00B97729"/>
    <w:rsid w:val="00BA3E36"/>
    <w:rsid w:val="00BA3FEE"/>
    <w:rsid w:val="00BA4C69"/>
    <w:rsid w:val="00BA4DB2"/>
    <w:rsid w:val="00BA5475"/>
    <w:rsid w:val="00BA5BAA"/>
    <w:rsid w:val="00BB0B0B"/>
    <w:rsid w:val="00BB1356"/>
    <w:rsid w:val="00BB1F9B"/>
    <w:rsid w:val="00BB225A"/>
    <w:rsid w:val="00BB48A2"/>
    <w:rsid w:val="00BB4F17"/>
    <w:rsid w:val="00BB5185"/>
    <w:rsid w:val="00BB67B7"/>
    <w:rsid w:val="00BB76AD"/>
    <w:rsid w:val="00BC078C"/>
    <w:rsid w:val="00BC1904"/>
    <w:rsid w:val="00BC36AD"/>
    <w:rsid w:val="00BC378E"/>
    <w:rsid w:val="00BC3CC2"/>
    <w:rsid w:val="00BC3EC9"/>
    <w:rsid w:val="00BC6CDC"/>
    <w:rsid w:val="00BD0754"/>
    <w:rsid w:val="00BD1348"/>
    <w:rsid w:val="00BD29CC"/>
    <w:rsid w:val="00BD2CD1"/>
    <w:rsid w:val="00BD4908"/>
    <w:rsid w:val="00BD4E60"/>
    <w:rsid w:val="00BD622D"/>
    <w:rsid w:val="00BD6CD1"/>
    <w:rsid w:val="00BD751B"/>
    <w:rsid w:val="00BE003A"/>
    <w:rsid w:val="00BE0723"/>
    <w:rsid w:val="00BE4327"/>
    <w:rsid w:val="00BE5DAB"/>
    <w:rsid w:val="00BE79D0"/>
    <w:rsid w:val="00BE7CF3"/>
    <w:rsid w:val="00BF0007"/>
    <w:rsid w:val="00BF344A"/>
    <w:rsid w:val="00BF39F6"/>
    <w:rsid w:val="00BF4E72"/>
    <w:rsid w:val="00BF505B"/>
    <w:rsid w:val="00BF5BF2"/>
    <w:rsid w:val="00BF68F7"/>
    <w:rsid w:val="00C00D2E"/>
    <w:rsid w:val="00C01B39"/>
    <w:rsid w:val="00C03DB6"/>
    <w:rsid w:val="00C03F77"/>
    <w:rsid w:val="00C0672E"/>
    <w:rsid w:val="00C103DB"/>
    <w:rsid w:val="00C14A19"/>
    <w:rsid w:val="00C15F4C"/>
    <w:rsid w:val="00C168C8"/>
    <w:rsid w:val="00C16E35"/>
    <w:rsid w:val="00C2016D"/>
    <w:rsid w:val="00C22F8B"/>
    <w:rsid w:val="00C234F8"/>
    <w:rsid w:val="00C25419"/>
    <w:rsid w:val="00C25AA5"/>
    <w:rsid w:val="00C268AA"/>
    <w:rsid w:val="00C27631"/>
    <w:rsid w:val="00C305E1"/>
    <w:rsid w:val="00C314E0"/>
    <w:rsid w:val="00C31A90"/>
    <w:rsid w:val="00C31C9A"/>
    <w:rsid w:val="00C33441"/>
    <w:rsid w:val="00C35562"/>
    <w:rsid w:val="00C36BEF"/>
    <w:rsid w:val="00C36EBD"/>
    <w:rsid w:val="00C40264"/>
    <w:rsid w:val="00C40C00"/>
    <w:rsid w:val="00C4112F"/>
    <w:rsid w:val="00C41E8E"/>
    <w:rsid w:val="00C429C4"/>
    <w:rsid w:val="00C43B6F"/>
    <w:rsid w:val="00C45F7B"/>
    <w:rsid w:val="00C50530"/>
    <w:rsid w:val="00C50EBA"/>
    <w:rsid w:val="00C50F17"/>
    <w:rsid w:val="00C57611"/>
    <w:rsid w:val="00C60A5E"/>
    <w:rsid w:val="00C61650"/>
    <w:rsid w:val="00C70502"/>
    <w:rsid w:val="00C725BF"/>
    <w:rsid w:val="00C731C0"/>
    <w:rsid w:val="00C75A35"/>
    <w:rsid w:val="00C77D9A"/>
    <w:rsid w:val="00C80371"/>
    <w:rsid w:val="00C82396"/>
    <w:rsid w:val="00C8325A"/>
    <w:rsid w:val="00C84A15"/>
    <w:rsid w:val="00C84CE7"/>
    <w:rsid w:val="00C85E9C"/>
    <w:rsid w:val="00C86F56"/>
    <w:rsid w:val="00C90930"/>
    <w:rsid w:val="00C91941"/>
    <w:rsid w:val="00C91CBB"/>
    <w:rsid w:val="00C92078"/>
    <w:rsid w:val="00C92EA4"/>
    <w:rsid w:val="00C941AB"/>
    <w:rsid w:val="00C95F4F"/>
    <w:rsid w:val="00C96CA1"/>
    <w:rsid w:val="00CA0AD4"/>
    <w:rsid w:val="00CA1654"/>
    <w:rsid w:val="00CA287E"/>
    <w:rsid w:val="00CA28C3"/>
    <w:rsid w:val="00CA2B66"/>
    <w:rsid w:val="00CA3859"/>
    <w:rsid w:val="00CA4AE4"/>
    <w:rsid w:val="00CA4E0B"/>
    <w:rsid w:val="00CA7555"/>
    <w:rsid w:val="00CB1A8D"/>
    <w:rsid w:val="00CB25CF"/>
    <w:rsid w:val="00CB43BE"/>
    <w:rsid w:val="00CB47ED"/>
    <w:rsid w:val="00CC0783"/>
    <w:rsid w:val="00CD31EA"/>
    <w:rsid w:val="00CD332C"/>
    <w:rsid w:val="00CD362C"/>
    <w:rsid w:val="00CD59C9"/>
    <w:rsid w:val="00CE146E"/>
    <w:rsid w:val="00CE1BD3"/>
    <w:rsid w:val="00CE2C34"/>
    <w:rsid w:val="00CE2E05"/>
    <w:rsid w:val="00CE3931"/>
    <w:rsid w:val="00CE3AFD"/>
    <w:rsid w:val="00CE4763"/>
    <w:rsid w:val="00CE4DE6"/>
    <w:rsid w:val="00CE557F"/>
    <w:rsid w:val="00CE5F72"/>
    <w:rsid w:val="00CE6981"/>
    <w:rsid w:val="00CE7B41"/>
    <w:rsid w:val="00CF1010"/>
    <w:rsid w:val="00CF2883"/>
    <w:rsid w:val="00CF2EAA"/>
    <w:rsid w:val="00CF6541"/>
    <w:rsid w:val="00CF659E"/>
    <w:rsid w:val="00CF67AD"/>
    <w:rsid w:val="00CF69F0"/>
    <w:rsid w:val="00CF7201"/>
    <w:rsid w:val="00CF7ECF"/>
    <w:rsid w:val="00D00639"/>
    <w:rsid w:val="00D01008"/>
    <w:rsid w:val="00D041FF"/>
    <w:rsid w:val="00D0592E"/>
    <w:rsid w:val="00D0610F"/>
    <w:rsid w:val="00D06ABF"/>
    <w:rsid w:val="00D06B89"/>
    <w:rsid w:val="00D10A16"/>
    <w:rsid w:val="00D11820"/>
    <w:rsid w:val="00D147C7"/>
    <w:rsid w:val="00D175FD"/>
    <w:rsid w:val="00D17B47"/>
    <w:rsid w:val="00D258A4"/>
    <w:rsid w:val="00D2614D"/>
    <w:rsid w:val="00D27A76"/>
    <w:rsid w:val="00D27A9E"/>
    <w:rsid w:val="00D27D6E"/>
    <w:rsid w:val="00D31092"/>
    <w:rsid w:val="00D339E4"/>
    <w:rsid w:val="00D33AB4"/>
    <w:rsid w:val="00D34084"/>
    <w:rsid w:val="00D350F4"/>
    <w:rsid w:val="00D41F86"/>
    <w:rsid w:val="00D4289F"/>
    <w:rsid w:val="00D430BE"/>
    <w:rsid w:val="00D431A8"/>
    <w:rsid w:val="00D43DE7"/>
    <w:rsid w:val="00D45420"/>
    <w:rsid w:val="00D525D3"/>
    <w:rsid w:val="00D53B47"/>
    <w:rsid w:val="00D54791"/>
    <w:rsid w:val="00D54BE5"/>
    <w:rsid w:val="00D5539C"/>
    <w:rsid w:val="00D55F3E"/>
    <w:rsid w:val="00D569BC"/>
    <w:rsid w:val="00D56BFA"/>
    <w:rsid w:val="00D60C4F"/>
    <w:rsid w:val="00D624E3"/>
    <w:rsid w:val="00D639CE"/>
    <w:rsid w:val="00D63B7E"/>
    <w:rsid w:val="00D657E0"/>
    <w:rsid w:val="00D66C2F"/>
    <w:rsid w:val="00D67771"/>
    <w:rsid w:val="00D73C0F"/>
    <w:rsid w:val="00D779B8"/>
    <w:rsid w:val="00D77B63"/>
    <w:rsid w:val="00D77C86"/>
    <w:rsid w:val="00D806A6"/>
    <w:rsid w:val="00D81789"/>
    <w:rsid w:val="00D86452"/>
    <w:rsid w:val="00D87BAD"/>
    <w:rsid w:val="00D87CAA"/>
    <w:rsid w:val="00D91431"/>
    <w:rsid w:val="00D922EB"/>
    <w:rsid w:val="00D928CF"/>
    <w:rsid w:val="00D931EE"/>
    <w:rsid w:val="00D94929"/>
    <w:rsid w:val="00D95252"/>
    <w:rsid w:val="00D95D11"/>
    <w:rsid w:val="00DA11AB"/>
    <w:rsid w:val="00DA1882"/>
    <w:rsid w:val="00DA3AB2"/>
    <w:rsid w:val="00DA477F"/>
    <w:rsid w:val="00DA752A"/>
    <w:rsid w:val="00DA7F12"/>
    <w:rsid w:val="00DB1BA3"/>
    <w:rsid w:val="00DB1C26"/>
    <w:rsid w:val="00DB1CC9"/>
    <w:rsid w:val="00DB27DF"/>
    <w:rsid w:val="00DB2916"/>
    <w:rsid w:val="00DB7CEA"/>
    <w:rsid w:val="00DC07E0"/>
    <w:rsid w:val="00DC45A8"/>
    <w:rsid w:val="00DC5B4A"/>
    <w:rsid w:val="00DC63E0"/>
    <w:rsid w:val="00DD0B16"/>
    <w:rsid w:val="00DE1323"/>
    <w:rsid w:val="00DE2440"/>
    <w:rsid w:val="00DE427E"/>
    <w:rsid w:val="00DE4C43"/>
    <w:rsid w:val="00DE4D4A"/>
    <w:rsid w:val="00DE7772"/>
    <w:rsid w:val="00DE7FB7"/>
    <w:rsid w:val="00DF002A"/>
    <w:rsid w:val="00DF0AA9"/>
    <w:rsid w:val="00DF14FD"/>
    <w:rsid w:val="00DF2A04"/>
    <w:rsid w:val="00DF2D54"/>
    <w:rsid w:val="00DF32E0"/>
    <w:rsid w:val="00DF532F"/>
    <w:rsid w:val="00E00922"/>
    <w:rsid w:val="00E009BF"/>
    <w:rsid w:val="00E03D64"/>
    <w:rsid w:val="00E05BBA"/>
    <w:rsid w:val="00E12001"/>
    <w:rsid w:val="00E13AA7"/>
    <w:rsid w:val="00E14CCE"/>
    <w:rsid w:val="00E16CE2"/>
    <w:rsid w:val="00E17434"/>
    <w:rsid w:val="00E1758C"/>
    <w:rsid w:val="00E206C5"/>
    <w:rsid w:val="00E220B9"/>
    <w:rsid w:val="00E276A0"/>
    <w:rsid w:val="00E30932"/>
    <w:rsid w:val="00E31EF7"/>
    <w:rsid w:val="00E32654"/>
    <w:rsid w:val="00E33FC6"/>
    <w:rsid w:val="00E34FCE"/>
    <w:rsid w:val="00E36CEE"/>
    <w:rsid w:val="00E44FDC"/>
    <w:rsid w:val="00E4626A"/>
    <w:rsid w:val="00E4764E"/>
    <w:rsid w:val="00E5185D"/>
    <w:rsid w:val="00E531DB"/>
    <w:rsid w:val="00E5432A"/>
    <w:rsid w:val="00E54CF6"/>
    <w:rsid w:val="00E55501"/>
    <w:rsid w:val="00E559A5"/>
    <w:rsid w:val="00E55E5D"/>
    <w:rsid w:val="00E569A0"/>
    <w:rsid w:val="00E57866"/>
    <w:rsid w:val="00E61F8E"/>
    <w:rsid w:val="00E623CD"/>
    <w:rsid w:val="00E62718"/>
    <w:rsid w:val="00E66CAB"/>
    <w:rsid w:val="00E66CBA"/>
    <w:rsid w:val="00E6742C"/>
    <w:rsid w:val="00E67E98"/>
    <w:rsid w:val="00E70ADB"/>
    <w:rsid w:val="00E70B75"/>
    <w:rsid w:val="00E710C6"/>
    <w:rsid w:val="00E71972"/>
    <w:rsid w:val="00E72983"/>
    <w:rsid w:val="00E72AFE"/>
    <w:rsid w:val="00E7342A"/>
    <w:rsid w:val="00E73593"/>
    <w:rsid w:val="00E740EC"/>
    <w:rsid w:val="00E743C0"/>
    <w:rsid w:val="00E75DB4"/>
    <w:rsid w:val="00E75F5A"/>
    <w:rsid w:val="00E76925"/>
    <w:rsid w:val="00E81F86"/>
    <w:rsid w:val="00E82942"/>
    <w:rsid w:val="00E84E0D"/>
    <w:rsid w:val="00E8743E"/>
    <w:rsid w:val="00E909A6"/>
    <w:rsid w:val="00E90E0B"/>
    <w:rsid w:val="00E926A1"/>
    <w:rsid w:val="00E9422D"/>
    <w:rsid w:val="00E94B1D"/>
    <w:rsid w:val="00E957A3"/>
    <w:rsid w:val="00E9766E"/>
    <w:rsid w:val="00EA1003"/>
    <w:rsid w:val="00EA1275"/>
    <w:rsid w:val="00EA226A"/>
    <w:rsid w:val="00EA2DA5"/>
    <w:rsid w:val="00EA3F3D"/>
    <w:rsid w:val="00EA5E31"/>
    <w:rsid w:val="00EA6857"/>
    <w:rsid w:val="00EB34BE"/>
    <w:rsid w:val="00EB44D5"/>
    <w:rsid w:val="00EB4D80"/>
    <w:rsid w:val="00EB5563"/>
    <w:rsid w:val="00EB60DE"/>
    <w:rsid w:val="00EB7498"/>
    <w:rsid w:val="00EB7581"/>
    <w:rsid w:val="00EB7C4B"/>
    <w:rsid w:val="00EC2DF7"/>
    <w:rsid w:val="00EC46FF"/>
    <w:rsid w:val="00EC6252"/>
    <w:rsid w:val="00EC6684"/>
    <w:rsid w:val="00EC7D2D"/>
    <w:rsid w:val="00ED02CD"/>
    <w:rsid w:val="00ED05C3"/>
    <w:rsid w:val="00ED1A7E"/>
    <w:rsid w:val="00ED289C"/>
    <w:rsid w:val="00ED30BE"/>
    <w:rsid w:val="00ED32D3"/>
    <w:rsid w:val="00ED57E3"/>
    <w:rsid w:val="00ED5F84"/>
    <w:rsid w:val="00EE31F3"/>
    <w:rsid w:val="00EE3578"/>
    <w:rsid w:val="00EE50CA"/>
    <w:rsid w:val="00EE576A"/>
    <w:rsid w:val="00EE5E05"/>
    <w:rsid w:val="00EE686E"/>
    <w:rsid w:val="00EF08A4"/>
    <w:rsid w:val="00EF0A66"/>
    <w:rsid w:val="00EF2F9B"/>
    <w:rsid w:val="00EF3BAE"/>
    <w:rsid w:val="00EF58BB"/>
    <w:rsid w:val="00EF5B2D"/>
    <w:rsid w:val="00EF6434"/>
    <w:rsid w:val="00EF66A6"/>
    <w:rsid w:val="00F00A75"/>
    <w:rsid w:val="00F016AC"/>
    <w:rsid w:val="00F01EAD"/>
    <w:rsid w:val="00F02DC4"/>
    <w:rsid w:val="00F03115"/>
    <w:rsid w:val="00F05996"/>
    <w:rsid w:val="00F12A91"/>
    <w:rsid w:val="00F13627"/>
    <w:rsid w:val="00F1396B"/>
    <w:rsid w:val="00F14AD6"/>
    <w:rsid w:val="00F15B93"/>
    <w:rsid w:val="00F1653F"/>
    <w:rsid w:val="00F17141"/>
    <w:rsid w:val="00F20A7D"/>
    <w:rsid w:val="00F22DC4"/>
    <w:rsid w:val="00F25224"/>
    <w:rsid w:val="00F269AB"/>
    <w:rsid w:val="00F27D8C"/>
    <w:rsid w:val="00F30658"/>
    <w:rsid w:val="00F30927"/>
    <w:rsid w:val="00F33661"/>
    <w:rsid w:val="00F345AA"/>
    <w:rsid w:val="00F34C2A"/>
    <w:rsid w:val="00F35A40"/>
    <w:rsid w:val="00F369CA"/>
    <w:rsid w:val="00F40A0B"/>
    <w:rsid w:val="00F40EF9"/>
    <w:rsid w:val="00F41AF1"/>
    <w:rsid w:val="00F43B8A"/>
    <w:rsid w:val="00F45BC2"/>
    <w:rsid w:val="00F45CE6"/>
    <w:rsid w:val="00F46543"/>
    <w:rsid w:val="00F50732"/>
    <w:rsid w:val="00F52062"/>
    <w:rsid w:val="00F553FD"/>
    <w:rsid w:val="00F57C69"/>
    <w:rsid w:val="00F60488"/>
    <w:rsid w:val="00F612BD"/>
    <w:rsid w:val="00F626CE"/>
    <w:rsid w:val="00F63A26"/>
    <w:rsid w:val="00F64C0F"/>
    <w:rsid w:val="00F65F88"/>
    <w:rsid w:val="00F7070C"/>
    <w:rsid w:val="00F73AD7"/>
    <w:rsid w:val="00F75092"/>
    <w:rsid w:val="00F76E4A"/>
    <w:rsid w:val="00F7719F"/>
    <w:rsid w:val="00F84816"/>
    <w:rsid w:val="00F852CA"/>
    <w:rsid w:val="00F87050"/>
    <w:rsid w:val="00F87520"/>
    <w:rsid w:val="00F90483"/>
    <w:rsid w:val="00F91FD6"/>
    <w:rsid w:val="00F956E9"/>
    <w:rsid w:val="00F96612"/>
    <w:rsid w:val="00FA0620"/>
    <w:rsid w:val="00FA5D45"/>
    <w:rsid w:val="00FB0117"/>
    <w:rsid w:val="00FB396B"/>
    <w:rsid w:val="00FB4709"/>
    <w:rsid w:val="00FB4C6C"/>
    <w:rsid w:val="00FB4CC3"/>
    <w:rsid w:val="00FB67AC"/>
    <w:rsid w:val="00FB6F25"/>
    <w:rsid w:val="00FB782F"/>
    <w:rsid w:val="00FC1115"/>
    <w:rsid w:val="00FC20C0"/>
    <w:rsid w:val="00FC284A"/>
    <w:rsid w:val="00FC2D39"/>
    <w:rsid w:val="00FC3299"/>
    <w:rsid w:val="00FC56BC"/>
    <w:rsid w:val="00FC5C62"/>
    <w:rsid w:val="00FD23E2"/>
    <w:rsid w:val="00FD25F0"/>
    <w:rsid w:val="00FD2802"/>
    <w:rsid w:val="00FD2835"/>
    <w:rsid w:val="00FD4E1E"/>
    <w:rsid w:val="00FD5124"/>
    <w:rsid w:val="00FD68A6"/>
    <w:rsid w:val="00FD6FE6"/>
    <w:rsid w:val="00FE097C"/>
    <w:rsid w:val="00FE1AFC"/>
    <w:rsid w:val="00FE37E0"/>
    <w:rsid w:val="00FE4A53"/>
    <w:rsid w:val="00FE4F7C"/>
    <w:rsid w:val="00FF097E"/>
    <w:rsid w:val="00FF3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C2C623"/>
  <w15:docId w15:val="{998CB466-DB9E-4931-97E2-A54A2D71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24AD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7E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"/>
    <w:unhideWhenUsed/>
    <w:qFormat/>
    <w:rsid w:val="00A6279B"/>
    <w:pPr>
      <w:keepNext/>
      <w:keepLines/>
      <w:spacing w:before="360" w:after="120" w:line="259" w:lineRule="auto"/>
      <w:outlineLvl w:val="1"/>
    </w:pPr>
    <w:rPr>
      <w:rFonts w:asciiTheme="minorHAnsi" w:eastAsiaTheme="majorEastAsia" w:hAnsiTheme="min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7C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table" w:styleId="Tabela-Siatka">
    <w:name w:val="Table Grid"/>
    <w:basedOn w:val="Standardowy"/>
    <w:uiPriority w:val="39"/>
    <w:rsid w:val="00882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A6279B"/>
    <w:rPr>
      <w:rFonts w:asciiTheme="minorHAnsi" w:eastAsiaTheme="majorEastAsia" w:hAnsiTheme="minorHAnsi" w:cstheme="majorBidi"/>
      <w:b/>
      <w:sz w:val="28"/>
      <w:szCs w:val="2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6279B"/>
    <w:rPr>
      <w:rFonts w:eastAsia="Lato" w:cs="Lato"/>
      <w:sz w:val="24"/>
    </w:rPr>
  </w:style>
  <w:style w:type="paragraph" w:styleId="Tekstpodstawowy">
    <w:name w:val="Body Text"/>
    <w:basedOn w:val="Normalny"/>
    <w:link w:val="TekstpodstawowyZnak"/>
    <w:uiPriority w:val="1"/>
    <w:qFormat/>
    <w:rsid w:val="00A6279B"/>
    <w:pPr>
      <w:widowControl w:val="0"/>
      <w:suppressAutoHyphens/>
      <w:spacing w:after="120"/>
    </w:pPr>
    <w:rPr>
      <w:rFonts w:eastAsia="Lato" w:cs="Lato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A6279B"/>
    <w:rPr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887E21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87E2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7CF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Prawo">
    <w:name w:val="Prawo"/>
    <w:basedOn w:val="Tekstpodstawowy"/>
    <w:qFormat/>
    <w:rsid w:val="00FC284A"/>
    <w:pPr>
      <w:pBdr>
        <w:left w:val="single" w:sz="4" w:space="8" w:color="E31837"/>
      </w:pBdr>
      <w:spacing w:before="120" w:after="0"/>
      <w:ind w:left="454"/>
    </w:pPr>
    <w:rPr>
      <w:rFonts w:asciiTheme="minorHAnsi" w:hAnsiTheme="minorHAnsi"/>
      <w:sz w:val="22"/>
      <w:szCs w:val="22"/>
      <w:lang w:eastAsia="en-US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,L"/>
    <w:basedOn w:val="Normalny"/>
    <w:link w:val="AkapitzlistZnak"/>
    <w:qFormat/>
    <w:rsid w:val="00AA0DA4"/>
    <w:pPr>
      <w:spacing w:after="160" w:line="259" w:lineRule="auto"/>
      <w:ind w:left="720"/>
      <w:contextualSpacing/>
    </w:pPr>
    <w:rPr>
      <w:rFonts w:ascii="Times New Roman" w:eastAsiaTheme="minorHAnsi" w:hAnsi="Times New Roman" w:cstheme="minorBidi"/>
      <w:sz w:val="22"/>
      <w:szCs w:val="22"/>
    </w:rPr>
  </w:style>
  <w:style w:type="paragraph" w:customStyle="1" w:styleId="pkt">
    <w:name w:val="pkt"/>
    <w:basedOn w:val="Normalny"/>
    <w:link w:val="pktZnak"/>
    <w:rsid w:val="00A24B63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character" w:customStyle="1" w:styleId="pktZnak">
    <w:name w:val="pkt Znak"/>
    <w:link w:val="pkt"/>
    <w:locked/>
    <w:rsid w:val="00A24B63"/>
    <w:rPr>
      <w:rFonts w:ascii="Times New Roman" w:eastAsia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717E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17EFB"/>
    <w:rPr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717EF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7EF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7EF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7EFB"/>
    <w:rPr>
      <w:vertAlign w:val="superscript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qFormat/>
    <w:locked/>
    <w:rsid w:val="00C41E8E"/>
    <w:rPr>
      <w:rFonts w:ascii="Times New Roman" w:eastAsiaTheme="minorHAnsi" w:hAnsi="Times New Roman" w:cstheme="minorBidi"/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C41E8E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1E8E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paragraph" w:customStyle="1" w:styleId="xmsonormal">
    <w:name w:val="x_msonormal"/>
    <w:basedOn w:val="Normalny"/>
    <w:rsid w:val="00244CDC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xdefault">
    <w:name w:val="x_default"/>
    <w:basedOn w:val="Normalny"/>
    <w:rsid w:val="00244CDC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Tekstpodstawowy21">
    <w:name w:val="Tekst podstawowy 21"/>
    <w:basedOn w:val="Normalny"/>
    <w:rsid w:val="00DF32E0"/>
    <w:pPr>
      <w:suppressAutoHyphens/>
      <w:jc w:val="both"/>
    </w:pPr>
    <w:rPr>
      <w:rFonts w:ascii="Arial" w:eastAsia="Times New Roman" w:hAnsi="Arial" w:cs="Arial"/>
      <w:sz w:val="22"/>
      <w:lang w:eastAsia="zh-CN"/>
    </w:rPr>
  </w:style>
  <w:style w:type="paragraph" w:styleId="Bezodstpw">
    <w:name w:val="No Spacing"/>
    <w:link w:val="BezodstpwZnak"/>
    <w:uiPriority w:val="1"/>
    <w:qFormat/>
    <w:rsid w:val="00BA4DB2"/>
    <w:pPr>
      <w:widowControl w:val="0"/>
      <w:suppressAutoHyphens/>
      <w:autoSpaceDE w:val="0"/>
      <w:ind w:left="320" w:hanging="340"/>
    </w:pPr>
    <w:rPr>
      <w:rFonts w:ascii="Times New Roman" w:eastAsia="Times New Roman" w:hAnsi="Times New Roman"/>
      <w:sz w:val="22"/>
      <w:szCs w:val="22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BA4DB2"/>
    <w:rPr>
      <w:rFonts w:ascii="Times New Roman" w:eastAsia="Times New Roman" w:hAnsi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CB3DFBCD3E5A4D969D6A25D8A000E7" ma:contentTypeVersion="2" ma:contentTypeDescription="Utwórz nowy dokument." ma:contentTypeScope="" ma:versionID="e943a4489a20bcacb227c6fe15b7b9aa">
  <xsd:schema xmlns:xsd="http://www.w3.org/2001/XMLSchema" xmlns:xs="http://www.w3.org/2001/XMLSchema" xmlns:p="http://schemas.microsoft.com/office/2006/metadata/properties" xmlns:ns2="a263cd92-16d6-49f2-bf34-bfcd5d10156b" targetNamespace="http://schemas.microsoft.com/office/2006/metadata/properties" ma:root="true" ma:fieldsID="b6c77f62d2aa0e7a0c74b0786526c46b" ns2:_="">
    <xsd:import namespace="a263cd92-16d6-49f2-bf34-bfcd5d1015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63cd92-16d6-49f2-bf34-bfcd5d1015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C9C2B-AC01-4DD2-93C5-3FC02F19C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63cd92-16d6-49f2-bf34-bfcd5d1015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984B84-CE35-4B8F-8F4A-4D8665BCA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162</TotalTime>
  <Pages>8</Pages>
  <Words>1423</Words>
  <Characters>8541</Characters>
  <Application>Microsoft Office Word</Application>
  <DocSecurity>0</DocSecurity>
  <Lines>71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Zał. nr 1  Formularz oferowy</vt:lpstr>
      <vt:lpstr>Szablon pisma eP</vt:lpstr>
    </vt:vector>
  </TitlesOfParts>
  <Company>IAS w Kielcach</Company>
  <LinksUpToDate>false</LinksUpToDate>
  <CharactersWithSpaces>9945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1  Formularz oferowy</dc:title>
  <dc:subject>LAN</dc:subject>
  <dc:creator>Bryk Ewa</dc:creator>
  <cp:lastModifiedBy>Bryk Ewa</cp:lastModifiedBy>
  <cp:revision>71</cp:revision>
  <cp:lastPrinted>2024-01-19T08:16:00Z</cp:lastPrinted>
  <dcterms:created xsi:type="dcterms:W3CDTF">2024-01-09T08:30:00Z</dcterms:created>
  <dcterms:modified xsi:type="dcterms:W3CDTF">2024-12-30T09:06:00Z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0x010100DDCB3DFBCD3E5A4D969D6A25D8A000E7</vt:lpwstr>
  </property>
  <property fmtid="{D5CDD505-2E9C-101B-9397-08002B2CF9AE}" pid="3" name="ZnakPisma">
    <vt:lpwstr>2601-ILZ.260.4.2021.224</vt:lpwstr>
  </property>
  <property fmtid="{D5CDD505-2E9C-101B-9397-08002B2CF9AE}" pid="4" name="UNPPisma">
    <vt:lpwstr>2601-21-065253</vt:lpwstr>
  </property>
  <property fmtid="{D5CDD505-2E9C-101B-9397-08002B2CF9AE}" pid="5" name="ZnakSprawy">
    <vt:lpwstr>2601-ILZ.260.4.2021</vt:lpwstr>
  </property>
  <property fmtid="{D5CDD505-2E9C-101B-9397-08002B2CF9AE}" pid="6" name="ZnakSprawy2">
    <vt:lpwstr>Znak sprawy: 2601-ILZ.260.4.2021</vt:lpwstr>
  </property>
  <property fmtid="{D5CDD505-2E9C-101B-9397-08002B2CF9AE}" pid="7" name="AktualnaDataSlownie">
    <vt:lpwstr>29 listopada 2021</vt:lpwstr>
  </property>
  <property fmtid="{D5CDD505-2E9C-101B-9397-08002B2CF9AE}" pid="8" name="ZnakSprawyPrzedPrzeniesieniem">
    <vt:lpwstr/>
  </property>
  <property fmtid="{D5CDD505-2E9C-101B-9397-08002B2CF9AE}" pid="9" name="Autor">
    <vt:lpwstr>Bryk Ewa</vt:lpwstr>
  </property>
  <property fmtid="{D5CDD505-2E9C-101B-9397-08002B2CF9AE}" pid="10" name="AutorInicjaly">
    <vt:lpwstr>EB16</vt:lpwstr>
  </property>
  <property fmtid="{D5CDD505-2E9C-101B-9397-08002B2CF9AE}" pid="11" name="AutorNrTelefonu">
    <vt:lpwstr/>
  </property>
  <property fmtid="{D5CDD505-2E9C-101B-9397-08002B2CF9AE}" pid="12" name="AutorEmail">
    <vt:lpwstr>ewa.bryk@mf.gov.pl</vt:lpwstr>
  </property>
  <property fmtid="{D5CDD505-2E9C-101B-9397-08002B2CF9AE}" pid="13" name="Stanowisko">
    <vt:lpwstr>Specjalista</vt:lpwstr>
  </property>
  <property fmtid="{D5CDD505-2E9C-101B-9397-08002B2CF9AE}" pid="14" name="OpisPisma">
    <vt:lpwstr>Udostępnienie informacji</vt:lpwstr>
  </property>
  <property fmtid="{D5CDD505-2E9C-101B-9397-08002B2CF9AE}" pid="15" name="Komorka">
    <vt:lpwstr>Dyrektor Izby Administracji Skarbowej w Kielcach</vt:lpwstr>
  </property>
  <property fmtid="{D5CDD505-2E9C-101B-9397-08002B2CF9AE}" pid="16" name="KodKomorki">
    <vt:lpwstr>DIAS</vt:lpwstr>
  </property>
  <property fmtid="{D5CDD505-2E9C-101B-9397-08002B2CF9AE}" pid="17" name="AktualnaData">
    <vt:lpwstr>2021-11-29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MDP POLSKA SP. Z O.O. SP. K.</vt:lpwstr>
  </property>
  <property fmtid="{D5CDD505-2E9C-101B-9397-08002B2CF9AE}" pid="28" name="adresOddzial">
    <vt:lpwstr/>
  </property>
  <property fmtid="{D5CDD505-2E9C-101B-9397-08002B2CF9AE}" pid="29" name="adresUlica">
    <vt:lpwstr>MIGDAŁOWA</vt:lpwstr>
  </property>
  <property fmtid="{D5CDD505-2E9C-101B-9397-08002B2CF9AE}" pid="30" name="adresTypUlicy">
    <vt:lpwstr/>
  </property>
  <property fmtid="{D5CDD505-2E9C-101B-9397-08002B2CF9AE}" pid="31" name="adresNrDomu">
    <vt:lpwstr>4</vt:lpwstr>
  </property>
  <property fmtid="{D5CDD505-2E9C-101B-9397-08002B2CF9AE}" pid="32" name="adresNrLokalu">
    <vt:lpwstr/>
  </property>
  <property fmtid="{D5CDD505-2E9C-101B-9397-08002B2CF9AE}" pid="33" name="adresKodPocztowy">
    <vt:lpwstr>02-796</vt:lpwstr>
  </property>
  <property fmtid="{D5CDD505-2E9C-101B-9397-08002B2CF9AE}" pid="34" name="adresMiejscowosc">
    <vt:lpwstr>WARSZAWA</vt:lpwstr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KIELCACH</vt:lpwstr>
  </property>
  <property fmtid="{D5CDD505-2E9C-101B-9397-08002B2CF9AE}" pid="39" name="PolaDodatkowe1">
    <vt:lpwstr>IZBA ADMINISTRACJI SKARBOWEJ W KIELCACH</vt:lpwstr>
  </property>
  <property fmtid="{D5CDD505-2E9C-101B-9397-08002B2CF9AE}" pid="40" name="DaneJednostki2">
    <vt:lpwstr>Kielce</vt:lpwstr>
  </property>
  <property fmtid="{D5CDD505-2E9C-101B-9397-08002B2CF9AE}" pid="41" name="PolaDodatkowe2">
    <vt:lpwstr>Kielce</vt:lpwstr>
  </property>
  <property fmtid="{D5CDD505-2E9C-101B-9397-08002B2CF9AE}" pid="42" name="DaneJednostki3">
    <vt:lpwstr>25-324</vt:lpwstr>
  </property>
  <property fmtid="{D5CDD505-2E9C-101B-9397-08002B2CF9AE}" pid="43" name="PolaDodatkowe3">
    <vt:lpwstr>25-324</vt:lpwstr>
  </property>
  <property fmtid="{D5CDD505-2E9C-101B-9397-08002B2CF9AE}" pid="44" name="DaneJednostki4">
    <vt:lpwstr>Sandomierska</vt:lpwstr>
  </property>
  <property fmtid="{D5CDD505-2E9C-101B-9397-08002B2CF9AE}" pid="45" name="PolaDodatkowe4">
    <vt:lpwstr>Sandomierska</vt:lpwstr>
  </property>
  <property fmtid="{D5CDD505-2E9C-101B-9397-08002B2CF9AE}" pid="46" name="DaneJednostki5">
    <vt:lpwstr>105</vt:lpwstr>
  </property>
  <property fmtid="{D5CDD505-2E9C-101B-9397-08002B2CF9AE}" pid="47" name="PolaDodatkowe5">
    <vt:lpwstr>105</vt:lpwstr>
  </property>
  <property fmtid="{D5CDD505-2E9C-101B-9397-08002B2CF9AE}" pid="48" name="DaneJednostki6">
    <vt:lpwstr>41 36-42-613</vt:lpwstr>
  </property>
  <property fmtid="{D5CDD505-2E9C-101B-9397-08002B2CF9AE}" pid="49" name="PolaDodatkowe6">
    <vt:lpwstr>41 36-42-613</vt:lpwstr>
  </property>
  <property fmtid="{D5CDD505-2E9C-101B-9397-08002B2CF9AE}" pid="50" name="DaneJednostki7">
    <vt:lpwstr>41 36-42-615</vt:lpwstr>
  </property>
  <property fmtid="{D5CDD505-2E9C-101B-9397-08002B2CF9AE}" pid="51" name="PolaDodatkowe7">
    <vt:lpwstr>41 36-42-615</vt:lpwstr>
  </property>
  <property fmtid="{D5CDD505-2E9C-101B-9397-08002B2CF9AE}" pid="52" name="DaneJednostki8">
    <vt:lpwstr>ias.kielce@mf.gov.pl</vt:lpwstr>
  </property>
  <property fmtid="{D5CDD505-2E9C-101B-9397-08002B2CF9AE}" pid="53" name="PolaDodatkowe8">
    <vt:lpwstr>ias.kielce@mf.gov.pl</vt:lpwstr>
  </property>
  <property fmtid="{D5CDD505-2E9C-101B-9397-08002B2CF9AE}" pid="54" name="DaneJednostki9">
    <vt:lpwstr>www.swietokrzyskie.kas.gov.pl</vt:lpwstr>
  </property>
  <property fmtid="{D5CDD505-2E9C-101B-9397-08002B2CF9AE}" pid="55" name="PolaDodatkowe9">
    <vt:lpwstr>www.swietokrzyskie.kas.gov.pl</vt:lpwstr>
  </property>
  <property fmtid="{D5CDD505-2E9C-101B-9397-08002B2CF9AE}" pid="56" name="DaneJednostki10">
    <vt:lpwstr>DYREKTOR IZBY ADMINISTRACJI SKARBOWEJ W KIELCACH</vt:lpwstr>
  </property>
  <property fmtid="{D5CDD505-2E9C-101B-9397-08002B2CF9AE}" pid="57" name="PolaDodatkowe10">
    <vt:lpwstr>DYREKTOR IZBY ADMINISTRACJI SKARBOWEJ W KIELCACH</vt:lpwstr>
  </property>
  <property fmtid="{D5CDD505-2E9C-101B-9397-08002B2CF9AE}" pid="58" name="KodKreskowy">
    <vt:lpwstr/>
  </property>
  <property fmtid="{D5CDD505-2E9C-101B-9397-08002B2CF9AE}" pid="59" name="TrescPisma">
    <vt:lpwstr/>
  </property>
  <property fmtid="{D5CDD505-2E9C-101B-9397-08002B2CF9AE}" pid="60" name="MFCATEGORY">
    <vt:lpwstr>InformacjePrzeznaczoneWylacznieDoUzytkuWewnetrznego</vt:lpwstr>
  </property>
  <property fmtid="{D5CDD505-2E9C-101B-9397-08002B2CF9AE}" pid="61" name="MFClassifiedBy">
    <vt:lpwstr>UxC4dwLulzfINJ8nQH+xvX5LNGipWa4BRSZhPgxsCvm9KOK3wD8VTo6PAAl5yay28ZvEMClQoeNuzRKonrRpkQ==</vt:lpwstr>
  </property>
  <property fmtid="{D5CDD505-2E9C-101B-9397-08002B2CF9AE}" pid="62" name="MFClassificationDate">
    <vt:lpwstr>2022-02-08T08:45:23.6429951+01:00</vt:lpwstr>
  </property>
  <property fmtid="{D5CDD505-2E9C-101B-9397-08002B2CF9AE}" pid="63" name="MFClassifiedBySID">
    <vt:lpwstr>UxC4dwLulzfINJ8nQH+xvX5LNGipWa4BRSZhPgxsCvm42mrIC/DSDv0ggS+FjUN/2v1BBotkLlY5aAiEhoi6uTDd06aoJCa8QT4HGJgGiJAbG9bbH2+xt7kwg2VibzKR</vt:lpwstr>
  </property>
  <property fmtid="{D5CDD505-2E9C-101B-9397-08002B2CF9AE}" pid="64" name="MFGRNItemId">
    <vt:lpwstr>GRN-03a01af1-b4ea-49e2-80f5-0acd6a506d35</vt:lpwstr>
  </property>
  <property fmtid="{D5CDD505-2E9C-101B-9397-08002B2CF9AE}" pid="65" name="MFHash">
    <vt:lpwstr>Uq+D8MQH1TGdpTnQHrATdNRFEXhiN+EnsnwR4pyT1Q4=</vt:lpwstr>
  </property>
  <property fmtid="{D5CDD505-2E9C-101B-9397-08002B2CF9AE}" pid="66" name="MFVisualMarkingsSettings">
    <vt:lpwstr>HeaderAlignment=1;FooterAlignment=1</vt:lpwstr>
  </property>
  <property fmtid="{D5CDD505-2E9C-101B-9397-08002B2CF9AE}" pid="67" name="DLPManualFileClassification">
    <vt:lpwstr>{5fdfc941-3fcf-4a5b-87be-4848800d39d0}</vt:lpwstr>
  </property>
  <property fmtid="{D5CDD505-2E9C-101B-9397-08002B2CF9AE}" pid="68" name="MFRefresh">
    <vt:lpwstr>False</vt:lpwstr>
  </property>
</Properties>
</file>