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D3979E0" w14:textId="53482FBF" w:rsidR="00332321" w:rsidRPr="00CB66EB" w:rsidRDefault="006812BB" w:rsidP="00A54D9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B66E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2C34D0FD" w:rsidR="00A76F6C" w:rsidRPr="00CB66EB" w:rsidRDefault="00A76F6C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Kielce, dnia </w:t>
                            </w:r>
                            <w:r w:rsidR="001B6B5F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30</w:t>
                            </w:r>
                            <w:r w:rsidR="00E73645"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EC778C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lipca</w:t>
                            </w:r>
                            <w:r w:rsidR="00E73645"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</w:t>
                            </w:r>
                            <w:r w:rsidR="00E73645"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4</w:t>
                            </w:r>
                            <w:r w:rsidRPr="00CB66EB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2C34D0FD" w:rsidR="00A76F6C" w:rsidRPr="00CB66EB" w:rsidRDefault="00A76F6C" w:rsidP="00864D4A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lang w:eastAsia="pl-PL"/>
                        </w:rPr>
                      </w:pPr>
                      <w:r w:rsidRPr="00CB66EB">
                        <w:rPr>
                          <w:rFonts w:asciiTheme="minorHAnsi" w:hAnsiTheme="minorHAnsi" w:cstheme="minorHAnsi"/>
                          <w:szCs w:val="22"/>
                        </w:rPr>
                        <w:t xml:space="preserve">Kielce, dnia </w:t>
                      </w:r>
                      <w:r w:rsidR="001B6B5F">
                        <w:rPr>
                          <w:rFonts w:asciiTheme="minorHAnsi" w:hAnsiTheme="minorHAnsi" w:cstheme="minorHAnsi"/>
                          <w:szCs w:val="22"/>
                        </w:rPr>
                        <w:t>30</w:t>
                      </w:r>
                      <w:r w:rsidR="00E73645" w:rsidRPr="00CB66EB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EC778C">
                        <w:rPr>
                          <w:rFonts w:asciiTheme="minorHAnsi" w:hAnsiTheme="minorHAnsi" w:cstheme="minorHAnsi"/>
                          <w:szCs w:val="22"/>
                        </w:rPr>
                        <w:t>lipca</w:t>
                      </w:r>
                      <w:r w:rsidR="00E73645" w:rsidRPr="00CB66EB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Pr="00CB66EB">
                        <w:rPr>
                          <w:rFonts w:asciiTheme="minorHAnsi" w:hAnsiTheme="minorHAnsi" w:cstheme="minorHAnsi"/>
                          <w:szCs w:val="22"/>
                        </w:rPr>
                        <w:t>202</w:t>
                      </w:r>
                      <w:r w:rsidR="00E73645" w:rsidRPr="00CB66EB">
                        <w:rPr>
                          <w:rFonts w:asciiTheme="minorHAnsi" w:hAnsiTheme="minorHAnsi" w:cstheme="minorHAnsi"/>
                          <w:szCs w:val="22"/>
                        </w:rPr>
                        <w:t>4</w:t>
                      </w:r>
                      <w:r w:rsidRPr="00CB66EB">
                        <w:rPr>
                          <w:rFonts w:asciiTheme="minorHAnsi" w:hAnsiTheme="minorHAnsi" w:cstheme="minorHAnsi"/>
                          <w:szCs w:val="22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CB66E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374DCC" w14:textId="4D3D0A6B" w:rsidR="002F6D1A" w:rsidRPr="00CB66EB" w:rsidRDefault="002F6D1A" w:rsidP="00A54D9F">
      <w:pPr>
        <w:spacing w:line="276" w:lineRule="auto"/>
        <w:jc w:val="right"/>
        <w:rPr>
          <w:rFonts w:asciiTheme="minorHAnsi" w:hAnsiTheme="minorHAnsi" w:cstheme="minorHAnsi"/>
        </w:rPr>
      </w:pPr>
    </w:p>
    <w:p w14:paraId="517DDF57" w14:textId="302395A8" w:rsidR="00F7141F" w:rsidRPr="00F7141F" w:rsidRDefault="00176341" w:rsidP="00F7141F">
      <w:pPr>
        <w:jc w:val="both"/>
        <w:rPr>
          <w:rFonts w:asciiTheme="minorHAnsi" w:hAnsiTheme="minorHAnsi" w:cstheme="minorHAnsi"/>
          <w:sz w:val="22"/>
          <w:szCs w:val="22"/>
        </w:rPr>
      </w:pPr>
      <w:r w:rsidRPr="00CB66EB">
        <w:rPr>
          <w:rFonts w:asciiTheme="minorHAnsi" w:hAnsiTheme="minorHAnsi" w:cstheme="minorHAnsi"/>
          <w:sz w:val="22"/>
          <w:szCs w:val="22"/>
        </w:rPr>
        <w:tab/>
      </w:r>
      <w:r w:rsidR="00D83A6E" w:rsidRPr="00CB66EB">
        <w:rPr>
          <w:rFonts w:asciiTheme="minorHAnsi" w:hAnsiTheme="minorHAnsi" w:cstheme="minorHAnsi"/>
          <w:sz w:val="22"/>
          <w:szCs w:val="22"/>
        </w:rPr>
        <w:br w:type="textWrapping" w:clear="all"/>
      </w:r>
      <w:r w:rsidR="0043656F" w:rsidRPr="00F7141F">
        <w:rPr>
          <w:rFonts w:asciiTheme="minorHAnsi" w:hAnsiTheme="minorHAnsi" w:cstheme="minorHAnsi"/>
          <w:sz w:val="22"/>
          <w:szCs w:val="22"/>
        </w:rPr>
        <w:fldChar w:fldCharType="begin"/>
      </w:r>
      <w:r w:rsidR="0043656F" w:rsidRPr="00F7141F">
        <w:rPr>
          <w:rFonts w:asciiTheme="minorHAnsi" w:hAnsiTheme="minorHAnsi" w:cstheme="minorHAnsi"/>
          <w:sz w:val="22"/>
          <w:szCs w:val="22"/>
        </w:rPr>
        <w:instrText xml:space="preserve"> DOCPROPERTY  KodKreskowy  \* MERGEFORMAT </w:instrText>
      </w:r>
      <w:r w:rsidR="0043656F" w:rsidRPr="00F7141F">
        <w:rPr>
          <w:rFonts w:asciiTheme="minorHAnsi" w:hAnsiTheme="minorHAnsi" w:cstheme="minorHAnsi"/>
          <w:sz w:val="22"/>
          <w:szCs w:val="22"/>
        </w:rPr>
        <w:fldChar w:fldCharType="end"/>
      </w:r>
      <w:r w:rsidR="00B40061">
        <w:pict w14:anchorId="44867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85pt;height:30.15pt">
            <v:imagedata r:id="rId11" o:title="code"/>
          </v:shape>
        </w:pict>
      </w:r>
    </w:p>
    <w:p w14:paraId="64EDF7AD" w14:textId="2D53763E" w:rsidR="00F7141F" w:rsidRPr="00F7141F" w:rsidRDefault="00F7141F" w:rsidP="00F7141F">
      <w:pPr>
        <w:jc w:val="both"/>
        <w:rPr>
          <w:rFonts w:asciiTheme="minorHAnsi" w:hAnsiTheme="minorHAnsi" w:cstheme="minorHAnsi"/>
          <w:sz w:val="22"/>
          <w:szCs w:val="22"/>
        </w:rPr>
      </w:pPr>
      <w:r w:rsidRPr="00F7141F">
        <w:rPr>
          <w:rFonts w:asciiTheme="minorHAnsi" w:hAnsiTheme="minorHAnsi" w:cstheme="minorHAnsi"/>
          <w:sz w:val="22"/>
          <w:szCs w:val="22"/>
        </w:rPr>
        <w:t xml:space="preserve">UNP: </w:t>
      </w:r>
      <w:r w:rsidRPr="00F7141F">
        <w:rPr>
          <w:rFonts w:asciiTheme="minorHAnsi" w:hAnsiTheme="minorHAnsi" w:cstheme="minorHAnsi"/>
          <w:sz w:val="22"/>
          <w:szCs w:val="22"/>
        </w:rPr>
        <w:fldChar w:fldCharType="begin"/>
      </w:r>
      <w:r w:rsidRPr="00F7141F">
        <w:rPr>
          <w:rFonts w:asciiTheme="minorHAnsi" w:hAnsiTheme="minorHAnsi" w:cstheme="minorHAnsi"/>
          <w:sz w:val="22"/>
          <w:szCs w:val="22"/>
        </w:rPr>
        <w:instrText xml:space="preserve"> DOCPROPERTY  UNPPisma  \* MERGEFORMAT </w:instrText>
      </w:r>
      <w:r w:rsidRPr="00F7141F">
        <w:rPr>
          <w:rFonts w:asciiTheme="minorHAnsi" w:hAnsiTheme="minorHAnsi" w:cstheme="minorHAnsi"/>
          <w:sz w:val="22"/>
          <w:szCs w:val="22"/>
        </w:rPr>
        <w:fldChar w:fldCharType="separate"/>
      </w:r>
      <w:r w:rsidRPr="00F7141F">
        <w:rPr>
          <w:rFonts w:asciiTheme="minorHAnsi" w:hAnsiTheme="minorHAnsi" w:cstheme="minorHAnsi"/>
          <w:sz w:val="22"/>
          <w:szCs w:val="22"/>
        </w:rPr>
        <w:t>2601-24-041580</w:t>
      </w:r>
      <w:r w:rsidRPr="00F7141F">
        <w:rPr>
          <w:rFonts w:asciiTheme="minorHAnsi" w:hAnsiTheme="minorHAnsi" w:cstheme="minorHAnsi"/>
          <w:sz w:val="22"/>
          <w:szCs w:val="22"/>
        </w:rPr>
        <w:fldChar w:fldCharType="end"/>
      </w:r>
    </w:p>
    <w:p w14:paraId="79C70B1A" w14:textId="19DB6D10" w:rsidR="00480711" w:rsidRPr="00CB66EB" w:rsidRDefault="00480711" w:rsidP="00F7141F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595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536"/>
      </w:tblGrid>
      <w:tr w:rsidR="00CB66EB" w:rsidRPr="00CB66EB" w14:paraId="0A276457" w14:textId="77777777" w:rsidTr="001B6B5F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625222B2" w14:textId="77777777" w:rsidR="00CB66EB" w:rsidRPr="00CB66EB" w:rsidRDefault="00CB66EB" w:rsidP="00A54D9F">
            <w:pPr>
              <w:suppressAutoHyphens/>
              <w:spacing w:after="2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B66EB">
              <w:rPr>
                <w:rFonts w:asciiTheme="minorHAnsi" w:eastAsia="Calibri" w:hAnsiTheme="minorHAnsi" w:cstheme="minorHAnsi"/>
                <w:sz w:val="22"/>
                <w:szCs w:val="22"/>
              </w:rPr>
              <w:t>Sprawa: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260E129" w14:textId="77777777" w:rsidR="001B6B5F" w:rsidRDefault="00535185" w:rsidP="001B6B5F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Odgrzybienie i malowanie elewacji, izolacja termiczna ścian piwnic oraz zabezpieczenie czap kominowych w budynk</w:t>
            </w:r>
            <w:r w:rsidR="001B6B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 Urzędu Skarbowego </w:t>
            </w:r>
          </w:p>
          <w:p w14:paraId="0409E1C8" w14:textId="60DCED3F" w:rsidR="00CB66EB" w:rsidRPr="00CB66EB" w:rsidRDefault="001B6B5F" w:rsidP="00A54D9F">
            <w:pPr>
              <w:suppressAutoHyphens/>
              <w:spacing w:after="2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Pińczowie </w:t>
            </w:r>
            <w:r w:rsidR="00535185">
              <w:rPr>
                <w:rFonts w:asciiTheme="minorHAnsi" w:eastAsia="Calibri" w:hAnsiTheme="minorHAnsi" w:cstheme="minorHAnsi"/>
                <w:sz w:val="22"/>
                <w:szCs w:val="22"/>
              </w:rPr>
              <w:t>przy ul. Grodziskowej 1.</w:t>
            </w:r>
          </w:p>
        </w:tc>
      </w:tr>
      <w:tr w:rsidR="00CB66EB" w:rsidRPr="00CB66EB" w14:paraId="3F06CC4A" w14:textId="77777777" w:rsidTr="001B6B5F">
        <w:trPr>
          <w:trHeight w:val="397"/>
        </w:trPr>
        <w:tc>
          <w:tcPr>
            <w:tcW w:w="1418" w:type="dxa"/>
            <w:shd w:val="clear" w:color="auto" w:fill="auto"/>
            <w:vAlign w:val="center"/>
          </w:tcPr>
          <w:p w14:paraId="2441174D" w14:textId="77777777" w:rsidR="00CB66EB" w:rsidRPr="00CB66EB" w:rsidRDefault="00CB66EB" w:rsidP="00A54D9F">
            <w:pPr>
              <w:suppressAutoHyphens/>
              <w:spacing w:after="2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B66EB">
              <w:rPr>
                <w:rFonts w:asciiTheme="minorHAnsi" w:eastAsia="Calibri" w:hAnsiTheme="minorHAnsi" w:cstheme="minorHAnsi"/>
                <w:sz w:val="22"/>
                <w:szCs w:val="22"/>
              </w:rPr>
              <w:t>Znak sprawy: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027B990" w14:textId="15EA54CD" w:rsidR="00CB66EB" w:rsidRPr="00CB66EB" w:rsidRDefault="00CB66EB" w:rsidP="00A54D9F">
            <w:pPr>
              <w:suppressAutoHyphens/>
              <w:spacing w:after="2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B66EB">
              <w:rPr>
                <w:rFonts w:asciiTheme="minorHAnsi" w:eastAsia="Calibri" w:hAnsiTheme="minorHAnsi" w:cstheme="minorHAnsi"/>
                <w:sz w:val="22"/>
                <w:szCs w:val="22"/>
              </w:rPr>
              <w:t>2601.ILN.260.7.2024</w:t>
            </w:r>
          </w:p>
        </w:tc>
      </w:tr>
    </w:tbl>
    <w:p w14:paraId="7A4DAE29" w14:textId="77777777" w:rsidR="00480711" w:rsidRPr="00CB66EB" w:rsidRDefault="00480711" w:rsidP="00A54D9F">
      <w:pPr>
        <w:spacing w:line="276" w:lineRule="auto"/>
        <w:jc w:val="both"/>
        <w:rPr>
          <w:rFonts w:asciiTheme="minorHAnsi" w:hAnsiTheme="minorHAnsi" w:cstheme="minorHAnsi"/>
        </w:rPr>
      </w:pPr>
    </w:p>
    <w:p w14:paraId="3030335F" w14:textId="77777777" w:rsidR="00480711" w:rsidRPr="00CB66EB" w:rsidRDefault="00480711" w:rsidP="00A54D9F">
      <w:pPr>
        <w:spacing w:line="276" w:lineRule="auto"/>
        <w:jc w:val="both"/>
        <w:rPr>
          <w:rFonts w:asciiTheme="minorHAnsi" w:hAnsiTheme="minorHAnsi" w:cstheme="minorHAnsi"/>
        </w:rPr>
      </w:pPr>
    </w:p>
    <w:p w14:paraId="346C4C67" w14:textId="1CE59FCD" w:rsidR="002728D2" w:rsidRPr="00CB66EB" w:rsidRDefault="007A04A3" w:rsidP="00A54D9F">
      <w:p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CB66EB">
        <w:rPr>
          <w:rFonts w:asciiTheme="minorHAnsi" w:hAnsiTheme="minorHAnsi" w:cstheme="minorHAnsi"/>
        </w:rPr>
        <w:fldChar w:fldCharType="begin"/>
      </w:r>
      <w:r w:rsidR="00B10E0F" w:rsidRPr="00CB66EB">
        <w:rPr>
          <w:rFonts w:asciiTheme="minorHAnsi" w:hAnsiTheme="minorHAnsi" w:cstheme="minorHAnsi"/>
        </w:rPr>
        <w:instrText xml:space="preserve"> DOCPROPERTY  TrescPisma  \* MERGEFORMAT </w:instrText>
      </w:r>
      <w:r w:rsidRPr="00CB66EB">
        <w:rPr>
          <w:rFonts w:asciiTheme="minorHAnsi" w:hAnsiTheme="minorHAnsi" w:cstheme="minorHAnsi"/>
        </w:rPr>
        <w:fldChar w:fldCharType="end"/>
      </w:r>
    </w:p>
    <w:p w14:paraId="2F187BF6" w14:textId="63F2663E" w:rsidR="00F20011" w:rsidRPr="00CB66EB" w:rsidRDefault="00CB66EB" w:rsidP="00A54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ZAPROSZENIE DO ZŁOŻENIA OFERTY</w:t>
      </w:r>
    </w:p>
    <w:p w14:paraId="33A8C714" w14:textId="77777777" w:rsidR="003D3FE5" w:rsidRPr="00CB66EB" w:rsidRDefault="003D3FE5" w:rsidP="00A54D9F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CB66EB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CB66EB" w:rsidRDefault="003D3FE5" w:rsidP="00A54D9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CB66EB" w14:paraId="18D4F38C" w14:textId="77777777" w:rsidTr="003C52E6">
        <w:trPr>
          <w:cantSplit/>
          <w:trHeight w:val="393"/>
          <w:jc w:val="center"/>
        </w:trPr>
        <w:tc>
          <w:tcPr>
            <w:tcW w:w="9124" w:type="dxa"/>
            <w:vMerge w:val="restart"/>
            <w:vAlign w:val="center"/>
          </w:tcPr>
          <w:p w14:paraId="3A639196" w14:textId="1A061F4E" w:rsidR="003D3FE5" w:rsidRPr="00CB66EB" w:rsidRDefault="003D3FE5" w:rsidP="00A54D9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CB66EB" w14:paraId="7BDD3DBA" w14:textId="77777777" w:rsidTr="003C52E6">
        <w:trPr>
          <w:trHeight w:val="393"/>
          <w:jc w:val="center"/>
        </w:trPr>
        <w:tc>
          <w:tcPr>
            <w:tcW w:w="9124" w:type="dxa"/>
            <w:vMerge/>
          </w:tcPr>
          <w:p w14:paraId="3C900359" w14:textId="77777777" w:rsidR="003D3FE5" w:rsidRPr="00CB66EB" w:rsidRDefault="003D3FE5" w:rsidP="00A54D9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56111F8B" w14:textId="5CAFB401" w:rsidR="00C63986" w:rsidRPr="00CB66EB" w:rsidRDefault="00F20011" w:rsidP="00A54D9F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Izba Administracji Skarbowej w Kielcach zaprasza do składania ofert </w:t>
      </w:r>
    </w:p>
    <w:p w14:paraId="5CBE6983" w14:textId="30CEE1DD" w:rsidR="00592446" w:rsidRPr="00CB66EB" w:rsidRDefault="001B6B5F" w:rsidP="00A54D9F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postępowaniu o udzielenie publicznego</w:t>
      </w:r>
      <w:r w:rsidR="00592446" w:rsidRPr="00CB66EB">
        <w:rPr>
          <w:rFonts w:asciiTheme="minorHAnsi" w:hAnsiTheme="minorHAnsi" w:cstheme="minorHAnsi"/>
        </w:rPr>
        <w:t xml:space="preserve"> na:</w:t>
      </w:r>
    </w:p>
    <w:p w14:paraId="08F716AC" w14:textId="77777777" w:rsidR="00592446" w:rsidRPr="00CB66EB" w:rsidRDefault="00592446" w:rsidP="00A54D9F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</w:p>
    <w:p w14:paraId="360856EB" w14:textId="65A0F375" w:rsidR="00F20011" w:rsidRPr="00CB66EB" w:rsidRDefault="00F20011" w:rsidP="00A54D9F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CB66EB" w:rsidRDefault="003622B4" w:rsidP="00A54D9F">
      <w:pPr>
        <w:spacing w:line="276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6EBC33AE" w14:textId="75C3F2AA" w:rsidR="003622B4" w:rsidRDefault="00535185" w:rsidP="00A54D9F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 xml:space="preserve">Zabezpieczenie czap kominowych </w:t>
      </w:r>
      <w:r w:rsidR="00662409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w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budynku U</w:t>
      </w:r>
      <w:r w:rsidR="009E3917" w:rsidRPr="00CB66EB">
        <w:rPr>
          <w:rFonts w:asciiTheme="minorHAnsi" w:hAnsiTheme="minorHAnsi" w:cstheme="minorHAnsi"/>
          <w:b/>
          <w:color w:val="000000"/>
          <w:sz w:val="28"/>
          <w:szCs w:val="28"/>
        </w:rPr>
        <w:t>rzęd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u</w:t>
      </w:r>
      <w:r w:rsidR="009E3917" w:rsidRPr="00CB66EB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Skarbow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ego</w:t>
      </w:r>
      <w:r w:rsidR="009E3917" w:rsidRPr="00CB66EB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w </w:t>
      </w:r>
      <w:r>
        <w:rPr>
          <w:rFonts w:asciiTheme="minorHAnsi" w:hAnsiTheme="minorHAnsi" w:cstheme="minorHAnsi"/>
          <w:b/>
          <w:color w:val="000000"/>
          <w:sz w:val="28"/>
          <w:szCs w:val="28"/>
        </w:rPr>
        <w:t>Pińczowie przy ul. Grodziskowej</w:t>
      </w:r>
      <w:r w:rsidR="00FE7213" w:rsidRPr="00CB66EB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1</w:t>
      </w:r>
      <w:r w:rsidR="00244264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14:paraId="79414D2E" w14:textId="390CCFB3" w:rsidR="00AA270A" w:rsidRPr="00AA270A" w:rsidRDefault="00AA270A" w:rsidP="00A54D9F">
      <w:pPr>
        <w:spacing w:line="276" w:lineRule="auto"/>
        <w:jc w:val="center"/>
        <w:rPr>
          <w:rFonts w:asciiTheme="minorHAnsi" w:hAnsiTheme="minorHAnsi" w:cstheme="minorHAnsi"/>
          <w:i/>
          <w:szCs w:val="28"/>
        </w:rPr>
      </w:pPr>
      <w:r w:rsidRPr="00AA270A">
        <w:rPr>
          <w:rFonts w:asciiTheme="minorHAnsi" w:hAnsiTheme="minorHAnsi" w:cstheme="minorHAnsi"/>
          <w:i/>
          <w:color w:val="000000"/>
          <w:szCs w:val="28"/>
        </w:rPr>
        <w:t>(część II zamówienia)</w:t>
      </w:r>
    </w:p>
    <w:p w14:paraId="2191AE4C" w14:textId="5F091190" w:rsidR="00494EC2" w:rsidRPr="00CB66EB" w:rsidRDefault="00494EC2" w:rsidP="00A54D9F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9F3B0BA" w14:textId="7EF921A4" w:rsidR="00494EC2" w:rsidRPr="00CB66EB" w:rsidRDefault="00494EC2" w:rsidP="00A54D9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6397F15" w14:textId="3ABE0CEB" w:rsidR="00494EC2" w:rsidRPr="00CB66EB" w:rsidRDefault="00494EC2" w:rsidP="00A54D9F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EB270AB" w14:textId="2D74BD37" w:rsidR="00835E2C" w:rsidRPr="00CB66EB" w:rsidRDefault="009B3FB6" w:rsidP="00A54D9F">
      <w:pPr>
        <w:spacing w:line="276" w:lineRule="auto"/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CB66EB">
        <w:rPr>
          <w:rFonts w:asciiTheme="minorHAnsi" w:hAnsiTheme="minorHAnsi" w:cstheme="minorHAnsi"/>
          <w:b/>
          <w:bCs/>
        </w:rPr>
        <w:t xml:space="preserve">         </w:t>
      </w:r>
      <w:r w:rsidR="00C77121" w:rsidRPr="00CB66EB">
        <w:rPr>
          <w:rFonts w:asciiTheme="minorHAnsi" w:hAnsiTheme="minorHAnsi" w:cstheme="minorHAnsi"/>
          <w:b/>
          <w:bCs/>
        </w:rPr>
        <w:t xml:space="preserve">           </w:t>
      </w:r>
      <w:r w:rsidR="00C733FB" w:rsidRPr="00CB66EB">
        <w:rPr>
          <w:rFonts w:asciiTheme="minorHAnsi" w:hAnsiTheme="minorHAnsi" w:cstheme="minorHAnsi"/>
          <w:b/>
          <w:bCs/>
        </w:rPr>
        <w:t xml:space="preserve">          </w:t>
      </w:r>
      <w:r w:rsidRPr="00CB66EB">
        <w:rPr>
          <w:rFonts w:asciiTheme="minorHAnsi" w:hAnsiTheme="minorHAnsi" w:cstheme="minorHAnsi"/>
          <w:b/>
          <w:bCs/>
        </w:rPr>
        <w:t xml:space="preserve"> </w:t>
      </w:r>
    </w:p>
    <w:p w14:paraId="3C49B833" w14:textId="77777777" w:rsidR="003622B4" w:rsidRPr="00CB66EB" w:rsidRDefault="003622B4" w:rsidP="00A54D9F">
      <w:pPr>
        <w:tabs>
          <w:tab w:val="center" w:pos="1090"/>
          <w:tab w:val="center" w:pos="4235"/>
        </w:tabs>
        <w:spacing w:line="276" w:lineRule="auto"/>
        <w:rPr>
          <w:rFonts w:asciiTheme="minorHAnsi" w:hAnsiTheme="minorHAnsi" w:cstheme="minorHAnsi"/>
        </w:rPr>
      </w:pPr>
    </w:p>
    <w:p w14:paraId="68C5EE85" w14:textId="172881AE" w:rsidR="002747A4" w:rsidRPr="00CB66EB" w:rsidRDefault="002747A4" w:rsidP="00A54D9F">
      <w:pPr>
        <w:spacing w:line="276" w:lineRule="auto"/>
        <w:rPr>
          <w:rFonts w:asciiTheme="minorHAnsi" w:hAnsiTheme="minorHAnsi" w:cstheme="minorHAnsi"/>
          <w:szCs w:val="22"/>
        </w:rPr>
        <w:sectPr w:rsidR="002747A4" w:rsidRPr="00CB66EB" w:rsidSect="00AC323B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720" w:gutter="0"/>
          <w:cols w:space="708"/>
          <w:titlePg/>
          <w:docGrid w:linePitch="326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CB66EB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CB66EB" w:rsidRDefault="009118FF" w:rsidP="00A54D9F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CB66EB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CB66EB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CB66EB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CB66EB" w:rsidRDefault="007E46C1" w:rsidP="00AA270A">
      <w:pPr>
        <w:spacing w:after="1" w:line="276" w:lineRule="auto"/>
        <w:ind w:right="-8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CB66EB" w:rsidRDefault="007E46C1" w:rsidP="00AA270A">
      <w:pPr>
        <w:spacing w:after="1" w:line="276" w:lineRule="auto"/>
        <w:ind w:right="-8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ul. Sandomierska 105, 25-324 Kielce </w:t>
      </w:r>
    </w:p>
    <w:p w14:paraId="63657F1C" w14:textId="77777777" w:rsidR="007E46C1" w:rsidRPr="00CB66EB" w:rsidRDefault="007E46C1" w:rsidP="00AA270A">
      <w:pPr>
        <w:spacing w:after="1" w:line="276" w:lineRule="auto"/>
        <w:ind w:right="752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tel. 41 364 26 13 fax 41 364 26 15 </w:t>
      </w:r>
    </w:p>
    <w:p w14:paraId="47CA5081" w14:textId="77777777" w:rsidR="007E46C1" w:rsidRPr="00CB66EB" w:rsidRDefault="007E46C1" w:rsidP="00AA270A">
      <w:pPr>
        <w:spacing w:after="1" w:line="276" w:lineRule="auto"/>
        <w:ind w:right="752"/>
        <w:rPr>
          <w:rFonts w:asciiTheme="minorHAnsi" w:hAnsiTheme="minorHAnsi" w:cstheme="minorHAnsi"/>
          <w:lang w:val="en-US"/>
        </w:rPr>
      </w:pPr>
      <w:r w:rsidRPr="00CB66EB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626C3633" w14:textId="6C3FF7A8" w:rsidR="00B847BB" w:rsidRPr="00CB66EB" w:rsidRDefault="007E46C1" w:rsidP="00807224">
      <w:pPr>
        <w:spacing w:line="276" w:lineRule="auto"/>
        <w:ind w:right="160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adres strony internetowej: </w:t>
      </w:r>
      <w:r w:rsidRPr="00CB66EB">
        <w:rPr>
          <w:rFonts w:asciiTheme="minorHAnsi" w:hAnsiTheme="minorHAnsi" w:cstheme="minorHAnsi"/>
          <w:u w:color="0000FF"/>
        </w:rPr>
        <w:t>www.swietokrzyskie.kas.gov.pl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CB66EB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CB66EB" w:rsidRDefault="00B847BB" w:rsidP="00A54D9F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CB66EB">
              <w:rPr>
                <w:rFonts w:asciiTheme="minorHAnsi" w:hAnsiTheme="minorHAnsi" w:cstheme="minorHAnsi"/>
                <w:b/>
              </w:rPr>
              <w:t>II.</w:t>
            </w:r>
            <w:r w:rsidRPr="00CB66EB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00E3C01A" w14:textId="4702F588" w:rsidR="00FF5198" w:rsidRPr="00807224" w:rsidRDefault="00B847BB" w:rsidP="00807224">
      <w:pPr>
        <w:tabs>
          <w:tab w:val="left" w:pos="567"/>
        </w:tabs>
        <w:spacing w:line="276" w:lineRule="auto"/>
        <w:ind w:right="159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Stosownie do art. </w:t>
      </w:r>
      <w:r w:rsidR="001B6B5F">
        <w:rPr>
          <w:rFonts w:asciiTheme="minorHAnsi" w:hAnsiTheme="minorHAnsi" w:cstheme="minorHAnsi"/>
        </w:rPr>
        <w:t>2 ust. 1 pkt 1 w związku z art. 30</w:t>
      </w:r>
      <w:r w:rsidRPr="00CB66EB">
        <w:rPr>
          <w:rFonts w:asciiTheme="minorHAnsi" w:hAnsiTheme="minorHAnsi" w:cstheme="minorHAnsi"/>
        </w:rPr>
        <w:t xml:space="preserve"> ust.</w:t>
      </w:r>
      <w:r w:rsidR="00FE7213" w:rsidRPr="00CB66EB">
        <w:rPr>
          <w:rFonts w:asciiTheme="minorHAnsi" w:hAnsiTheme="minorHAnsi" w:cstheme="minorHAnsi"/>
        </w:rPr>
        <w:t xml:space="preserve"> </w:t>
      </w:r>
      <w:r w:rsidR="00244264">
        <w:rPr>
          <w:rFonts w:asciiTheme="minorHAnsi" w:hAnsiTheme="minorHAnsi" w:cstheme="minorHAnsi"/>
        </w:rPr>
        <w:t>4</w:t>
      </w:r>
      <w:r w:rsidRPr="00CB66EB">
        <w:rPr>
          <w:rFonts w:asciiTheme="minorHAnsi" w:hAnsiTheme="minorHAnsi" w:cstheme="minorHAnsi"/>
        </w:rPr>
        <w:t xml:space="preserve"> ustawy z 11 września 2019 r. Prawo zamówień publicznych (t. j. </w:t>
      </w:r>
      <w:r w:rsidR="006769C8" w:rsidRPr="00CB66EB">
        <w:rPr>
          <w:rFonts w:asciiTheme="minorHAnsi" w:hAnsiTheme="minorHAnsi" w:cstheme="minorHAnsi"/>
        </w:rPr>
        <w:t>Dz. U. z 2023</w:t>
      </w:r>
      <w:r w:rsidR="00734BFF" w:rsidRPr="00CB66EB">
        <w:rPr>
          <w:rFonts w:asciiTheme="minorHAnsi" w:hAnsiTheme="minorHAnsi" w:cstheme="minorHAnsi"/>
        </w:rPr>
        <w:t xml:space="preserve"> r. poz. 1</w:t>
      </w:r>
      <w:r w:rsidR="006769C8" w:rsidRPr="00CB66EB">
        <w:rPr>
          <w:rFonts w:asciiTheme="minorHAnsi" w:hAnsiTheme="minorHAnsi" w:cstheme="minorHAnsi"/>
        </w:rPr>
        <w:t>605</w:t>
      </w:r>
      <w:r w:rsidR="00B31856" w:rsidRPr="00CB66EB">
        <w:rPr>
          <w:rFonts w:asciiTheme="minorHAnsi" w:hAnsiTheme="minorHAnsi" w:cstheme="minorHAnsi"/>
        </w:rPr>
        <w:t xml:space="preserve"> </w:t>
      </w:r>
      <w:r w:rsidR="00FE7213" w:rsidRPr="00CB66EB">
        <w:rPr>
          <w:rFonts w:asciiTheme="minorHAnsi" w:hAnsiTheme="minorHAnsi" w:cstheme="minorHAnsi"/>
        </w:rPr>
        <w:t>ze zm.</w:t>
      </w:r>
      <w:r w:rsidRPr="00CB66EB">
        <w:rPr>
          <w:rFonts w:asciiTheme="minorHAnsi" w:hAnsiTheme="minorHAnsi" w:cstheme="minorHAnsi"/>
        </w:rPr>
        <w:t>) – zwanej w dalszej</w:t>
      </w:r>
      <w:r w:rsidR="00AA0AFC">
        <w:rPr>
          <w:rFonts w:asciiTheme="minorHAnsi" w:hAnsiTheme="minorHAnsi" w:cstheme="minorHAnsi"/>
        </w:rPr>
        <w:t xml:space="preserve"> treści ustawą </w:t>
      </w:r>
      <w:proofErr w:type="spellStart"/>
      <w:r w:rsidR="00AA0AFC">
        <w:rPr>
          <w:rFonts w:asciiTheme="minorHAnsi" w:hAnsiTheme="minorHAnsi" w:cstheme="minorHAnsi"/>
        </w:rPr>
        <w:t>Pzp</w:t>
      </w:r>
      <w:proofErr w:type="spellEnd"/>
      <w:r w:rsidR="00AA0AFC">
        <w:rPr>
          <w:rFonts w:asciiTheme="minorHAnsi" w:hAnsiTheme="minorHAnsi" w:cstheme="minorHAnsi"/>
        </w:rPr>
        <w:t>, w niniejsz</w:t>
      </w:r>
      <w:r w:rsidR="001B6B5F">
        <w:rPr>
          <w:rFonts w:asciiTheme="minorHAnsi" w:hAnsiTheme="minorHAnsi" w:cstheme="minorHAnsi"/>
        </w:rPr>
        <w:t>ym</w:t>
      </w:r>
      <w:r w:rsidR="00AA0AFC">
        <w:rPr>
          <w:rFonts w:asciiTheme="minorHAnsi" w:hAnsiTheme="minorHAnsi" w:cstheme="minorHAnsi"/>
        </w:rPr>
        <w:t xml:space="preserve"> </w:t>
      </w:r>
      <w:r w:rsidR="001B6B5F">
        <w:rPr>
          <w:rFonts w:asciiTheme="minorHAnsi" w:hAnsiTheme="minorHAnsi" w:cstheme="minorHAnsi"/>
        </w:rPr>
        <w:t>zamówieniu</w:t>
      </w:r>
      <w:r w:rsidRPr="00CB66EB">
        <w:rPr>
          <w:rFonts w:asciiTheme="minorHAnsi" w:hAnsiTheme="minorHAnsi" w:cstheme="minorHAnsi"/>
        </w:rPr>
        <w:t xml:space="preserve"> nie stosuje się przepisów ustawy </w:t>
      </w:r>
      <w:proofErr w:type="spellStart"/>
      <w:r w:rsidRPr="00CB66EB">
        <w:rPr>
          <w:rFonts w:asciiTheme="minorHAnsi" w:hAnsiTheme="minorHAnsi" w:cstheme="minorHAnsi"/>
        </w:rPr>
        <w:t>Pzp</w:t>
      </w:r>
      <w:proofErr w:type="spellEnd"/>
      <w:r w:rsidRPr="00CB66EB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CB66EB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CB66EB" w:rsidRDefault="009118FF" w:rsidP="00A54D9F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CB66EB">
              <w:rPr>
                <w:rFonts w:asciiTheme="minorHAnsi" w:hAnsiTheme="minorHAnsi" w:cstheme="minorHAnsi"/>
                <w:b/>
              </w:rPr>
              <w:t>I</w:t>
            </w:r>
            <w:r w:rsidR="00B847BB" w:rsidRPr="00CB66EB">
              <w:rPr>
                <w:rFonts w:asciiTheme="minorHAnsi" w:hAnsiTheme="minorHAnsi" w:cstheme="minorHAnsi"/>
                <w:b/>
              </w:rPr>
              <w:t>II</w:t>
            </w:r>
            <w:r w:rsidRPr="00CB66EB">
              <w:rPr>
                <w:rFonts w:asciiTheme="minorHAnsi" w:hAnsiTheme="minorHAnsi" w:cstheme="minorHAnsi"/>
                <w:b/>
              </w:rPr>
              <w:t>.</w:t>
            </w:r>
            <w:r w:rsidRPr="00CB66EB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CB66EB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3FDC1704" w14:textId="77777777" w:rsidR="00807224" w:rsidRPr="00807224" w:rsidRDefault="00AA0AFC" w:rsidP="00807224">
      <w:pPr>
        <w:pStyle w:val="Zawartotabeli"/>
        <w:numPr>
          <w:ilvl w:val="0"/>
          <w:numId w:val="109"/>
        </w:numPr>
        <w:tabs>
          <w:tab w:val="clear" w:pos="0"/>
        </w:tabs>
        <w:spacing w:line="276" w:lineRule="auto"/>
        <w:ind w:left="284" w:hanging="283"/>
        <w:rPr>
          <w:rFonts w:asciiTheme="minorHAnsi" w:hAnsiTheme="minorHAnsi" w:cstheme="minorHAnsi"/>
          <w:color w:val="000000"/>
        </w:rPr>
      </w:pPr>
      <w:r w:rsidRPr="00FE0DEF">
        <w:rPr>
          <w:rFonts w:asciiTheme="minorHAnsi" w:hAnsiTheme="minorHAnsi" w:cstheme="minorHAnsi"/>
        </w:rPr>
        <w:t xml:space="preserve">Przedmiotem zamówienia jest wykonanie wszelkich </w:t>
      </w:r>
      <w:r w:rsidR="00587D63">
        <w:rPr>
          <w:rFonts w:asciiTheme="minorHAnsi" w:hAnsiTheme="minorHAnsi" w:cstheme="minorHAnsi"/>
        </w:rPr>
        <w:t>prac i czynności niezbędnych do </w:t>
      </w:r>
      <w:r w:rsidRPr="00FE0DEF">
        <w:rPr>
          <w:rFonts w:asciiTheme="minorHAnsi" w:hAnsiTheme="minorHAnsi" w:cstheme="minorHAnsi"/>
        </w:rPr>
        <w:t>prawidłowego, zgodnego z przepisami prawa i zasadami wiedzy technicznej zrealizowania  robót remontowych, w zakresie zabezpieczenia</w:t>
      </w:r>
      <w:r w:rsidR="00807224">
        <w:rPr>
          <w:rFonts w:asciiTheme="minorHAnsi" w:hAnsiTheme="minorHAnsi" w:cstheme="minorHAnsi"/>
        </w:rPr>
        <w:t xml:space="preserve"> 19 szt. </w:t>
      </w:r>
      <w:r w:rsidRPr="00FE0DEF">
        <w:rPr>
          <w:rFonts w:asciiTheme="minorHAnsi" w:hAnsiTheme="minorHAnsi" w:cstheme="minorHAnsi"/>
        </w:rPr>
        <w:t xml:space="preserve">czap kominowych przed szkodliwym działaniem warunków atmosferycznych na budynku Urzędu Skarbowego w Pińczowie przy </w:t>
      </w:r>
    </w:p>
    <w:p w14:paraId="204B6226" w14:textId="0335BE8F" w:rsidR="00AA0AFC" w:rsidRPr="00FE0DEF" w:rsidRDefault="00AA0AFC" w:rsidP="00807224">
      <w:pPr>
        <w:pStyle w:val="Zawartotabeli"/>
        <w:spacing w:line="276" w:lineRule="auto"/>
        <w:ind w:left="284"/>
        <w:rPr>
          <w:rFonts w:asciiTheme="minorHAnsi" w:hAnsiTheme="minorHAnsi" w:cstheme="minorHAnsi"/>
          <w:color w:val="000000"/>
        </w:rPr>
      </w:pPr>
      <w:r w:rsidRPr="00FE0DEF">
        <w:rPr>
          <w:rFonts w:asciiTheme="minorHAnsi" w:hAnsiTheme="minorHAnsi" w:cstheme="minorHAnsi"/>
        </w:rPr>
        <w:t>ul. Grodziskowej 1.</w:t>
      </w:r>
    </w:p>
    <w:p w14:paraId="07010979" w14:textId="77777777" w:rsidR="00AA0AFC" w:rsidRPr="00FE0DEF" w:rsidRDefault="00AA0AFC" w:rsidP="003674B6">
      <w:pPr>
        <w:pStyle w:val="Zawartotabeli"/>
        <w:numPr>
          <w:ilvl w:val="0"/>
          <w:numId w:val="109"/>
        </w:numPr>
        <w:tabs>
          <w:tab w:val="left" w:pos="426"/>
        </w:tabs>
        <w:spacing w:line="276" w:lineRule="auto"/>
        <w:ind w:left="284" w:hanging="283"/>
        <w:jc w:val="both"/>
        <w:rPr>
          <w:rFonts w:asciiTheme="minorHAnsi" w:hAnsiTheme="minorHAnsi" w:cstheme="minorHAnsi"/>
          <w:color w:val="000000"/>
        </w:rPr>
      </w:pPr>
      <w:r w:rsidRPr="00FE0DEF">
        <w:rPr>
          <w:rFonts w:asciiTheme="minorHAnsi" w:hAnsiTheme="minorHAnsi" w:cstheme="minorHAnsi"/>
          <w:color w:val="000000"/>
        </w:rPr>
        <w:t>Przedmiot zamówienia obejmuje w szczególności:</w:t>
      </w:r>
    </w:p>
    <w:p w14:paraId="4DD52D3D" w14:textId="3765F428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demontaż istniejącej instalacji odgromowej</w:t>
      </w:r>
      <w:r w:rsidR="00807224">
        <w:rPr>
          <w:rFonts w:asciiTheme="minorHAnsi" w:hAnsiTheme="minorHAnsi" w:cstheme="minorHAnsi"/>
        </w:rPr>
        <w:t xml:space="preserve"> z czap kominowych</w:t>
      </w:r>
      <w:r w:rsidRPr="00FE0DEF">
        <w:rPr>
          <w:rFonts w:asciiTheme="minorHAnsi" w:hAnsiTheme="minorHAnsi" w:cstheme="minorHAnsi"/>
        </w:rPr>
        <w:t>;</w:t>
      </w:r>
    </w:p>
    <w:p w14:paraId="0635658A" w14:textId="77777777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oczyszczenie betonowych czap kominowych;</w:t>
      </w:r>
    </w:p>
    <w:p w14:paraId="49851395" w14:textId="77777777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przygotowanie podłoża (uzupełnienie ubytków tynku);</w:t>
      </w:r>
    </w:p>
    <w:p w14:paraId="114D1AAA" w14:textId="77777777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pokrycie czap kominowych blachą ocynkowaną;</w:t>
      </w:r>
    </w:p>
    <w:p w14:paraId="32FE14BA" w14:textId="7CA21E41" w:rsidR="00DE56DB" w:rsidRDefault="00DE56DB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wymiana uchwytów mocujących zwody poziome w instalacji odgromowej;</w:t>
      </w:r>
    </w:p>
    <w:p w14:paraId="5604B5F0" w14:textId="3B15161C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ponowny montaż instalacji odgromowej;</w:t>
      </w:r>
    </w:p>
    <w:p w14:paraId="0DC48B49" w14:textId="77777777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jc w:val="both"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wywóz i utylizację gruzu oraz śmieci powstałych podczas prac;</w:t>
      </w:r>
    </w:p>
    <w:p w14:paraId="482033DB" w14:textId="77777777" w:rsidR="00AA0AFC" w:rsidRPr="00FE0DEF" w:rsidRDefault="00AA0AFC" w:rsidP="00807224">
      <w:pPr>
        <w:pStyle w:val="Akapitzlist"/>
        <w:widowControl/>
        <w:numPr>
          <w:ilvl w:val="0"/>
          <w:numId w:val="110"/>
        </w:numPr>
        <w:suppressAutoHyphens w:val="0"/>
        <w:autoSpaceDN/>
        <w:spacing w:line="276" w:lineRule="auto"/>
        <w:ind w:left="851" w:hanging="502"/>
        <w:contextualSpacing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doprowadzenie do należytego stanu i porządku terenu robót.</w:t>
      </w:r>
    </w:p>
    <w:p w14:paraId="16722537" w14:textId="77777777" w:rsidR="00AA0AFC" w:rsidRPr="00FE0DEF" w:rsidRDefault="00AA0AFC" w:rsidP="00807224">
      <w:pPr>
        <w:pStyle w:val="Akapitzlist"/>
        <w:widowControl/>
        <w:numPr>
          <w:ilvl w:val="0"/>
          <w:numId w:val="112"/>
        </w:numPr>
        <w:suppressAutoHyphens w:val="0"/>
        <w:autoSpaceDN/>
        <w:spacing w:line="276" w:lineRule="auto"/>
        <w:ind w:left="284" w:hanging="284"/>
        <w:contextualSpacing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Parametry techniczne blachy:</w:t>
      </w:r>
    </w:p>
    <w:p w14:paraId="340A5B7D" w14:textId="77777777" w:rsidR="00AA0AFC" w:rsidRPr="00FE0DEF" w:rsidRDefault="00AA0AFC" w:rsidP="00807224">
      <w:pPr>
        <w:pStyle w:val="Akapitzlist"/>
        <w:widowControl/>
        <w:numPr>
          <w:ilvl w:val="0"/>
          <w:numId w:val="111"/>
        </w:numPr>
        <w:suppressAutoHyphens w:val="0"/>
        <w:autoSpaceDN/>
        <w:spacing w:line="276" w:lineRule="auto"/>
        <w:ind w:left="851" w:hanging="426"/>
        <w:contextualSpacing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 xml:space="preserve">kolor: </w:t>
      </w:r>
      <w:r w:rsidRPr="00807224">
        <w:rPr>
          <w:rFonts w:asciiTheme="minorHAnsi" w:hAnsiTheme="minorHAnsi" w:cstheme="minorHAnsi"/>
        </w:rPr>
        <w:t>do uzgodnienia z Zamawiającym;</w:t>
      </w:r>
    </w:p>
    <w:p w14:paraId="0C64A035" w14:textId="77777777" w:rsidR="00AA0AFC" w:rsidRPr="00FE0DEF" w:rsidRDefault="00AA0AFC" w:rsidP="00807224">
      <w:pPr>
        <w:pStyle w:val="Akapitzlist"/>
        <w:widowControl/>
        <w:numPr>
          <w:ilvl w:val="0"/>
          <w:numId w:val="111"/>
        </w:numPr>
        <w:suppressAutoHyphens w:val="0"/>
        <w:autoSpaceDN/>
        <w:spacing w:line="276" w:lineRule="auto"/>
        <w:ind w:left="851" w:hanging="426"/>
        <w:contextualSpacing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grubość: minimum 0,</w:t>
      </w:r>
      <w:r>
        <w:rPr>
          <w:rFonts w:asciiTheme="minorHAnsi" w:hAnsiTheme="minorHAnsi" w:cstheme="minorHAnsi"/>
        </w:rPr>
        <w:t>5</w:t>
      </w:r>
      <w:r w:rsidRPr="00FE0DEF">
        <w:rPr>
          <w:rFonts w:asciiTheme="minorHAnsi" w:hAnsiTheme="minorHAnsi" w:cstheme="minorHAnsi"/>
        </w:rPr>
        <w:t xml:space="preserve"> mm;</w:t>
      </w:r>
    </w:p>
    <w:p w14:paraId="0B62C3E9" w14:textId="77777777" w:rsidR="00AA0AFC" w:rsidRPr="00FE0DEF" w:rsidRDefault="00AA0AFC" w:rsidP="00807224">
      <w:pPr>
        <w:pStyle w:val="Akapitzlist"/>
        <w:widowControl/>
        <w:numPr>
          <w:ilvl w:val="0"/>
          <w:numId w:val="111"/>
        </w:numPr>
        <w:suppressAutoHyphens w:val="0"/>
        <w:autoSpaceDN/>
        <w:spacing w:line="276" w:lineRule="auto"/>
        <w:ind w:left="851" w:hanging="426"/>
        <w:contextualSpacing/>
        <w:textAlignment w:val="auto"/>
        <w:rPr>
          <w:rFonts w:asciiTheme="minorHAnsi" w:hAnsiTheme="minorHAnsi" w:cstheme="minorHAnsi"/>
        </w:rPr>
      </w:pPr>
      <w:r w:rsidRPr="00FE0DEF">
        <w:rPr>
          <w:rFonts w:asciiTheme="minorHAnsi" w:hAnsiTheme="minorHAnsi" w:cstheme="minorHAnsi"/>
        </w:rPr>
        <w:t>materiał: stal ocynkowana.</w:t>
      </w:r>
    </w:p>
    <w:p w14:paraId="48F19EB8" w14:textId="790032D0" w:rsidR="00807224" w:rsidRPr="00807224" w:rsidRDefault="00807224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Szczegółowy za</w:t>
      </w:r>
      <w:r w:rsidR="006503C5" w:rsidRPr="00CB66EB">
        <w:rPr>
          <w:rFonts w:asciiTheme="minorHAnsi" w:hAnsiTheme="minorHAnsi" w:cstheme="minorHAnsi"/>
        </w:rPr>
        <w:t xml:space="preserve">kres prac </w:t>
      </w:r>
      <w:r w:rsidR="006503C5">
        <w:rPr>
          <w:rFonts w:asciiTheme="minorHAnsi" w:hAnsiTheme="minorHAnsi" w:cstheme="minorHAnsi"/>
        </w:rPr>
        <w:t xml:space="preserve">oraz </w:t>
      </w:r>
      <w:r w:rsidR="006503C5" w:rsidRPr="00FE0DEF">
        <w:rPr>
          <w:rFonts w:asciiTheme="minorHAnsi" w:hAnsiTheme="minorHAnsi" w:cstheme="minorHAnsi"/>
        </w:rPr>
        <w:t xml:space="preserve">Ilość czap kominowych </w:t>
      </w:r>
      <w:r w:rsidR="006503C5">
        <w:rPr>
          <w:rFonts w:asciiTheme="minorHAnsi" w:hAnsiTheme="minorHAnsi" w:cstheme="minorHAnsi"/>
        </w:rPr>
        <w:t>i</w:t>
      </w:r>
      <w:r w:rsidR="006503C5" w:rsidRPr="00FE0DEF">
        <w:rPr>
          <w:rFonts w:asciiTheme="minorHAnsi" w:hAnsiTheme="minorHAnsi" w:cstheme="minorHAnsi"/>
        </w:rPr>
        <w:t xml:space="preserve"> ich wymiary </w:t>
      </w:r>
      <w:r w:rsidR="006503C5">
        <w:rPr>
          <w:rFonts w:asciiTheme="minorHAnsi" w:hAnsiTheme="minorHAnsi" w:cstheme="minorHAnsi"/>
        </w:rPr>
        <w:t xml:space="preserve">określony </w:t>
      </w:r>
      <w:r w:rsidR="006503C5" w:rsidRPr="00CB66EB">
        <w:rPr>
          <w:rFonts w:asciiTheme="minorHAnsi" w:hAnsiTheme="minorHAnsi" w:cstheme="minorHAnsi"/>
        </w:rPr>
        <w:t xml:space="preserve">został wg obmiaru stanowiącego </w:t>
      </w:r>
      <w:r w:rsidR="006503C5" w:rsidRPr="00F00A25">
        <w:rPr>
          <w:rFonts w:asciiTheme="minorHAnsi" w:hAnsiTheme="minorHAnsi" w:cstheme="minorHAnsi"/>
        </w:rPr>
        <w:t>Załącznik nr 3</w:t>
      </w:r>
      <w:r w:rsidR="007B0133">
        <w:rPr>
          <w:rFonts w:asciiTheme="minorHAnsi" w:hAnsiTheme="minorHAnsi" w:cstheme="minorHAnsi"/>
          <w:b/>
        </w:rPr>
        <w:t xml:space="preserve"> </w:t>
      </w:r>
      <w:r w:rsidR="007B0133" w:rsidRPr="00587D63">
        <w:rPr>
          <w:rFonts w:asciiTheme="minorHAnsi" w:hAnsiTheme="minorHAnsi" w:cstheme="minorHAnsi"/>
        </w:rPr>
        <w:t xml:space="preserve">do </w:t>
      </w:r>
      <w:r>
        <w:rPr>
          <w:rFonts w:asciiTheme="minorHAnsi" w:hAnsiTheme="minorHAnsi" w:cstheme="minorHAnsi"/>
        </w:rPr>
        <w:t xml:space="preserve">niniejszego </w:t>
      </w:r>
      <w:r w:rsidR="007B0133" w:rsidRPr="00587D63">
        <w:rPr>
          <w:rFonts w:asciiTheme="minorHAnsi" w:hAnsiTheme="minorHAnsi" w:cstheme="minorHAnsi"/>
        </w:rPr>
        <w:t>z</w:t>
      </w:r>
      <w:r w:rsidR="006503C5" w:rsidRPr="00587D63">
        <w:rPr>
          <w:rFonts w:asciiTheme="minorHAnsi" w:hAnsiTheme="minorHAnsi" w:cstheme="minorHAnsi"/>
        </w:rPr>
        <w:t>aproszenia.</w:t>
      </w:r>
      <w:r w:rsidR="006503C5" w:rsidRPr="006503C5">
        <w:rPr>
          <w:rFonts w:asciiTheme="minorHAnsi" w:hAnsiTheme="minorHAnsi" w:cstheme="minorHAnsi"/>
        </w:rPr>
        <w:t xml:space="preserve"> Załączony obmiar </w:t>
      </w:r>
    </w:p>
    <w:p w14:paraId="7D9A8715" w14:textId="77777777" w:rsidR="00807224" w:rsidRDefault="006503C5" w:rsidP="00807224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</w:rPr>
      </w:pPr>
      <w:r w:rsidRPr="006503C5">
        <w:rPr>
          <w:rFonts w:asciiTheme="minorHAnsi" w:hAnsiTheme="minorHAnsi" w:cstheme="minorHAnsi"/>
        </w:rPr>
        <w:t xml:space="preserve">ma jedynie charakter pomocniczy. Wykonawca jest zobowiązany do jego sprawdzenia </w:t>
      </w:r>
    </w:p>
    <w:p w14:paraId="6B717D09" w14:textId="17AA5C10" w:rsidR="00587D63" w:rsidRPr="00587D63" w:rsidRDefault="006503C5" w:rsidP="00807224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6503C5">
        <w:rPr>
          <w:rFonts w:asciiTheme="minorHAnsi" w:hAnsiTheme="minorHAnsi" w:cstheme="minorHAnsi"/>
        </w:rPr>
        <w:t>i weryfikacji, dokonania ewentualnie własnych pomiarów, aby uwzględnić w ofe</w:t>
      </w:r>
      <w:r>
        <w:rPr>
          <w:rFonts w:asciiTheme="minorHAnsi" w:hAnsiTheme="minorHAnsi" w:cstheme="minorHAnsi"/>
        </w:rPr>
        <w:t>rcie wszelkie koszty związane z </w:t>
      </w:r>
      <w:r w:rsidRPr="006503C5">
        <w:rPr>
          <w:rFonts w:asciiTheme="minorHAnsi" w:hAnsiTheme="minorHAnsi" w:cstheme="minorHAnsi"/>
        </w:rPr>
        <w:t>realizacją zamówienia. Jakakolwiek niezgodność obmiaru ze stanem rzecz</w:t>
      </w:r>
      <w:r>
        <w:rPr>
          <w:rFonts w:asciiTheme="minorHAnsi" w:hAnsiTheme="minorHAnsi" w:cstheme="minorHAnsi"/>
        </w:rPr>
        <w:t>ywistym lub brak w </w:t>
      </w:r>
      <w:r w:rsidRPr="006503C5">
        <w:rPr>
          <w:rFonts w:asciiTheme="minorHAnsi" w:hAnsiTheme="minorHAnsi" w:cstheme="minorHAnsi"/>
        </w:rPr>
        <w:t>obmiarze jakichkolwiek robót, nie zwalnia Wykonawcy od należytego wykonania przedmiotu zamówienia.</w:t>
      </w:r>
    </w:p>
    <w:p w14:paraId="4EE9818C" w14:textId="77777777" w:rsidR="00587D63" w:rsidRPr="00587D63" w:rsidRDefault="004A5E96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 xml:space="preserve">Zamawiający zaleca, aby Wykonawca przed sporządzeniem oferty, w celu rzetelnego jej przygotowania, samodzielnie dokonał wizji lokalnej i pomiarów czap kominowych oraz zapoznał się  z warunkami istniejącymi na terenie obiektu. Powyższe zalecenia nie są obowiązkowe, ale za skutki wynikające z ich niezastosowania odpowiedzialność ponosi Wykonawca. Termin przeprowadzenia wizji lokalnej </w:t>
      </w:r>
      <w:r w:rsidR="00A32259" w:rsidRPr="00587D63">
        <w:rPr>
          <w:rFonts w:asciiTheme="minorHAnsi" w:hAnsiTheme="minorHAnsi" w:cstheme="minorHAnsi"/>
        </w:rPr>
        <w:t>należy uzgodnić telefonicznie z </w:t>
      </w:r>
      <w:r w:rsidRPr="00587D63">
        <w:rPr>
          <w:rFonts w:asciiTheme="minorHAnsi" w:hAnsiTheme="minorHAnsi" w:cstheme="minorHAnsi"/>
        </w:rPr>
        <w:t>przedstawicielem Zamawiającego - Panem Erwinem Gulińskim, e-mail: erwin.gulinski@mf.gov.pl, tel. 665 091 031. Kontakt możli</w:t>
      </w:r>
      <w:r w:rsidR="00A32259" w:rsidRPr="00587D63">
        <w:rPr>
          <w:rFonts w:asciiTheme="minorHAnsi" w:hAnsiTheme="minorHAnsi" w:cstheme="minorHAnsi"/>
        </w:rPr>
        <w:t xml:space="preserve">wy w dni robocze w godzinach </w:t>
      </w:r>
      <w:r w:rsidR="00A32259" w:rsidRPr="00587D63">
        <w:rPr>
          <w:rFonts w:asciiTheme="minorHAnsi" w:hAnsiTheme="minorHAnsi" w:cstheme="minorHAnsi"/>
        </w:rPr>
        <w:lastRenderedPageBreak/>
        <w:t>od </w:t>
      </w:r>
      <w:r w:rsidRPr="00587D63">
        <w:rPr>
          <w:rFonts w:asciiTheme="minorHAnsi" w:hAnsiTheme="minorHAnsi" w:cstheme="minorHAnsi"/>
        </w:rPr>
        <w:t>8:00 do 15:00.</w:t>
      </w:r>
    </w:p>
    <w:p w14:paraId="5B2083FF" w14:textId="4493EE6C" w:rsidR="00587D63" w:rsidRPr="00587D63" w:rsidRDefault="007B0133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Roboty nie ujęte w opisie</w:t>
      </w:r>
      <w:r w:rsidR="00807224">
        <w:rPr>
          <w:rFonts w:asciiTheme="minorHAnsi" w:hAnsiTheme="minorHAnsi" w:cstheme="minorHAnsi"/>
        </w:rPr>
        <w:t xml:space="preserve"> i załączonym obmiarze</w:t>
      </w:r>
      <w:r w:rsidRPr="00587D63">
        <w:rPr>
          <w:rFonts w:asciiTheme="minorHAnsi" w:hAnsiTheme="minorHAnsi" w:cstheme="minorHAnsi"/>
        </w:rPr>
        <w:t>, a wynikające z technologii, zastosowania materiałów, montażu winny być uwzględnione w cenie ryczałtowej Wykonawcy, a brak ich uwzględnienia nie może stanowić podstawy do roszczeń finansowych Wykonawcy w stosunku do Zamawiającego.</w:t>
      </w:r>
    </w:p>
    <w:p w14:paraId="36A0C501" w14:textId="77777777" w:rsidR="00807224" w:rsidRPr="00807224" w:rsidRDefault="007B0133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Wykonawca zobowiązany będzie do wykonania w ramach wynagrodzenia umownego wszelkich prac, również tych nie wymienionych w opisie i załączonym obmiarze, ale niezbędnych na podstawie obowiązujących norm i przepisów oraz zgodnych z aktualną wiedzą techniczną do całkowitej realizacji przedmiotu zamówienia tak</w:t>
      </w:r>
      <w:r w:rsidR="00807224">
        <w:rPr>
          <w:rFonts w:asciiTheme="minorHAnsi" w:hAnsiTheme="minorHAnsi" w:cstheme="minorHAnsi"/>
        </w:rPr>
        <w:t>,</w:t>
      </w:r>
      <w:r w:rsidRPr="00587D63">
        <w:rPr>
          <w:rFonts w:asciiTheme="minorHAnsi" w:hAnsiTheme="minorHAnsi" w:cstheme="minorHAnsi"/>
        </w:rPr>
        <w:t xml:space="preserve"> by był on zdatny </w:t>
      </w:r>
    </w:p>
    <w:p w14:paraId="352DC427" w14:textId="647D5132" w:rsidR="00587D63" w:rsidRPr="00587D63" w:rsidRDefault="007B0133" w:rsidP="00807224">
      <w:pPr>
        <w:pStyle w:val="Akapitzlist"/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do celu, któremu ma służyć.</w:t>
      </w:r>
    </w:p>
    <w:p w14:paraId="5C3A7CA1" w14:textId="5DEE74A4" w:rsidR="00587D63" w:rsidRPr="00BA531A" w:rsidRDefault="00BA531A" w:rsidP="00807224">
      <w:pPr>
        <w:pStyle w:val="Akapitzlist"/>
        <w:numPr>
          <w:ilvl w:val="0"/>
          <w:numId w:val="113"/>
        </w:numPr>
        <w:spacing w:line="276" w:lineRule="auto"/>
        <w:ind w:left="426" w:hanging="357"/>
        <w:rPr>
          <w:rFonts w:asciiTheme="minorHAnsi" w:hAnsiTheme="minorHAnsi" w:cstheme="minorHAnsi"/>
          <w:color w:val="000000"/>
        </w:rPr>
      </w:pPr>
      <w:r w:rsidRPr="00BA531A">
        <w:rPr>
          <w:rFonts w:asciiTheme="minorHAnsi" w:hAnsiTheme="minorHAnsi" w:cstheme="minorHAnsi"/>
          <w:color w:val="000000"/>
        </w:rPr>
        <w:t>Roboty wykonywane będą w czynnym obiekcie. Wykonawca uzgodni z Zamawiającym kolejność prowadzonych prac. Sposób organizacji robót musi zapewnić możliwość wykonywania pracy przez pracowników Zamawiającego oraz bezpieczne i ciągłe funkcjonowanie Urzędu</w:t>
      </w:r>
      <w:r w:rsidR="00A54D9F">
        <w:rPr>
          <w:rFonts w:asciiTheme="minorHAnsi" w:hAnsiTheme="minorHAnsi" w:cstheme="minorHAnsi"/>
          <w:color w:val="000000"/>
        </w:rPr>
        <w:t>.</w:t>
      </w:r>
    </w:p>
    <w:p w14:paraId="3BC11CA5" w14:textId="358F1327" w:rsidR="00BA531A" w:rsidRPr="00BA531A" w:rsidRDefault="00BA531A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 xml:space="preserve">Realizacja robót, na terenie obiektu Zamawiającego, </w:t>
      </w:r>
      <w:r>
        <w:rPr>
          <w:rFonts w:asciiTheme="minorHAnsi" w:hAnsiTheme="minorHAnsi" w:cstheme="minorHAnsi"/>
        </w:rPr>
        <w:t>będzie możliwa w dni robocze, w </w:t>
      </w:r>
      <w:r w:rsidRPr="00587D63">
        <w:rPr>
          <w:rFonts w:asciiTheme="minorHAnsi" w:hAnsiTheme="minorHAnsi" w:cstheme="minorHAnsi"/>
        </w:rPr>
        <w:t>godzinach od 7:30 do 15:30 lub w innych godzinach po uzyskaniu zgody Zamawiającego. Roboty mogą być wykonywane w weekendy jedynie po wcześniejszym zgłoszeniu takiej potrzeby i po uzyskaniu zgody Zamawiającego.</w:t>
      </w:r>
    </w:p>
    <w:p w14:paraId="40044089" w14:textId="24BBD395" w:rsidR="00587D63" w:rsidRPr="00BA531A" w:rsidRDefault="00690D12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Zamawiający przekaże Wykonawcy teren robót wraz ze wszystkimi niezbędnymi informacjami oraz wskaże miejsce poboru wody i energii. Wykonawca nie ponosi opłat z tytułu wykorzystania w trakcie robót wody i energii elektrycznej.</w:t>
      </w:r>
    </w:p>
    <w:p w14:paraId="54B0B0ED" w14:textId="0EDADEDB" w:rsidR="00BA531A" w:rsidRPr="00BA531A" w:rsidRDefault="00BA531A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eastAsia="Times New Roman" w:hAnsiTheme="minorHAnsi" w:cstheme="minorHAnsi"/>
        </w:rPr>
        <w:t>Wykonawca jest zobowiązany na własny koszt zorganizować zaplecze techniczne oraz socjalne.</w:t>
      </w:r>
    </w:p>
    <w:p w14:paraId="7DA42E2E" w14:textId="4314DCE4" w:rsidR="00BA531A" w:rsidRPr="00BA531A" w:rsidRDefault="00BA531A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Wszelkie koszty związane ze zorganizowaniem  i utrzymaniem terenu robót ponosi Wykonawca w ramach zaoferowanej ceny ryczałtowej. Nie podlegają one odrębnej zapłacie przez Zamawiającego.</w:t>
      </w:r>
    </w:p>
    <w:p w14:paraId="789CF605" w14:textId="77777777" w:rsidR="00587D63" w:rsidRPr="00587D63" w:rsidRDefault="00620F3A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 xml:space="preserve">Wykonawca zobowiązany jest wykonać </w:t>
      </w:r>
      <w:r w:rsidRPr="00587D63">
        <w:rPr>
          <w:rStyle w:val="Teksttreci2"/>
          <w:rFonts w:asciiTheme="minorHAnsi" w:hAnsiTheme="minorHAnsi" w:cstheme="minorHAnsi"/>
          <w:sz w:val="24"/>
          <w:szCs w:val="24"/>
        </w:rPr>
        <w:t xml:space="preserve">przedmiot zamówienia </w:t>
      </w:r>
      <w:r w:rsidRPr="00587D63">
        <w:rPr>
          <w:rFonts w:asciiTheme="minorHAnsi" w:hAnsiTheme="minorHAnsi" w:cstheme="minorHAnsi"/>
        </w:rPr>
        <w:t xml:space="preserve">z materiałów własnych </w:t>
      </w:r>
      <w:r w:rsidR="00080003" w:rsidRPr="00587D63">
        <w:rPr>
          <w:rFonts w:asciiTheme="minorHAnsi" w:hAnsiTheme="minorHAnsi" w:cstheme="minorHAnsi"/>
        </w:rPr>
        <w:br/>
      </w:r>
      <w:r w:rsidRPr="00587D63">
        <w:rPr>
          <w:rFonts w:asciiTheme="minorHAnsi" w:hAnsiTheme="minorHAnsi" w:cstheme="minorHAnsi"/>
        </w:rPr>
        <w:t>i przy użyciu sprzętu pozyskanego we własnym zakresie.</w:t>
      </w:r>
    </w:p>
    <w:p w14:paraId="31E67464" w14:textId="77777777" w:rsidR="00587D63" w:rsidRPr="00587D63" w:rsidRDefault="008C48BD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Style w:val="Teksttreci2"/>
          <w:rFonts w:asciiTheme="minorHAnsi" w:eastAsia="Lucida Sans Unicode" w:hAnsiTheme="minorHAnsi" w:cstheme="minorHAnsi"/>
          <w:b/>
          <w:color w:val="auto"/>
          <w:sz w:val="24"/>
          <w:szCs w:val="24"/>
          <w:lang w:bidi="ar-SA"/>
        </w:rPr>
      </w:pPr>
      <w:r w:rsidRPr="00587D63">
        <w:rPr>
          <w:rStyle w:val="Teksttreci2"/>
          <w:rFonts w:asciiTheme="minorHAnsi" w:hAnsiTheme="minorHAnsi" w:cstheme="minorHAnsi"/>
          <w:sz w:val="24"/>
          <w:szCs w:val="24"/>
        </w:rPr>
        <w:t>Materiały</w:t>
      </w:r>
      <w:r w:rsidR="0099529F" w:rsidRPr="00587D63">
        <w:rPr>
          <w:rStyle w:val="Teksttreci2"/>
          <w:rFonts w:asciiTheme="minorHAnsi" w:hAnsiTheme="minorHAnsi" w:cstheme="minorHAnsi"/>
          <w:sz w:val="24"/>
          <w:szCs w:val="24"/>
        </w:rPr>
        <w:t xml:space="preserve"> stanowiące przedmiot zamówienia muszą być fabr</w:t>
      </w:r>
      <w:r w:rsidR="00951C36" w:rsidRPr="00587D63">
        <w:rPr>
          <w:rStyle w:val="Teksttreci2"/>
          <w:rFonts w:asciiTheme="minorHAnsi" w:hAnsiTheme="minorHAnsi" w:cstheme="minorHAnsi"/>
          <w:sz w:val="24"/>
          <w:szCs w:val="24"/>
        </w:rPr>
        <w:t>ycznie nowe, nieuszkodzone, w</w:t>
      </w:r>
      <w:r w:rsidR="00951C36" w:rsidRPr="00587D63">
        <w:rPr>
          <w:rStyle w:val="Teksttreci2"/>
          <w:rFonts w:asciiTheme="minorHAnsi" w:hAnsiTheme="minorHAnsi" w:cstheme="minorHAnsi"/>
          <w:b/>
          <w:sz w:val="24"/>
          <w:szCs w:val="24"/>
        </w:rPr>
        <w:t> I </w:t>
      </w:r>
      <w:r w:rsidR="0099529F" w:rsidRPr="00587D63">
        <w:rPr>
          <w:rStyle w:val="Teksttreci2"/>
          <w:rFonts w:asciiTheme="minorHAnsi" w:hAnsiTheme="minorHAnsi" w:cstheme="minorHAnsi"/>
          <w:b/>
          <w:sz w:val="24"/>
          <w:szCs w:val="24"/>
        </w:rPr>
        <w:t>gatunku</w:t>
      </w:r>
      <w:r w:rsidR="0099529F" w:rsidRPr="00587D63">
        <w:rPr>
          <w:rStyle w:val="Teksttreci2"/>
          <w:rFonts w:asciiTheme="minorHAnsi" w:hAnsiTheme="minorHAnsi" w:cstheme="minorHAnsi"/>
          <w:sz w:val="24"/>
          <w:szCs w:val="24"/>
        </w:rPr>
        <w:t xml:space="preserve">, wolne od wad fizycznych i prawnych. </w:t>
      </w:r>
    </w:p>
    <w:p w14:paraId="31445871" w14:textId="77777777" w:rsidR="00587D63" w:rsidRPr="00587D63" w:rsidRDefault="00E00BE0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W opisie przedmiotu zamówienia przedstawiono minimalne warunki dotyczące zastosowanych materiałów i technologii. Zaoferowane przez Wykonawcę warun</w:t>
      </w:r>
      <w:r w:rsidR="00185211" w:rsidRPr="00587D63">
        <w:rPr>
          <w:rFonts w:asciiTheme="minorHAnsi" w:hAnsiTheme="minorHAnsi" w:cstheme="minorHAnsi"/>
        </w:rPr>
        <w:t>ki mogą być korzystniejsze, nie </w:t>
      </w:r>
      <w:r w:rsidRPr="00587D63">
        <w:rPr>
          <w:rFonts w:asciiTheme="minorHAnsi" w:hAnsiTheme="minorHAnsi" w:cstheme="minorHAnsi"/>
        </w:rPr>
        <w:t>mogą być gorsze niż wymagan</w:t>
      </w:r>
      <w:r w:rsidR="00372E5C" w:rsidRPr="00587D63">
        <w:rPr>
          <w:rFonts w:asciiTheme="minorHAnsi" w:hAnsiTheme="minorHAnsi" w:cstheme="minorHAnsi"/>
        </w:rPr>
        <w:t>e</w:t>
      </w:r>
      <w:r w:rsidRPr="00587D63">
        <w:rPr>
          <w:rFonts w:asciiTheme="minorHAnsi" w:hAnsiTheme="minorHAnsi" w:cstheme="minorHAnsi"/>
        </w:rPr>
        <w:t>.</w:t>
      </w:r>
    </w:p>
    <w:p w14:paraId="4C334FDF" w14:textId="581CE019" w:rsidR="00BA531A" w:rsidRPr="00A55D8B" w:rsidRDefault="00BA531A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Następstwa jakiegokolwiek błędu w robotach, spowodowanego przez Wykonawcę zostaną przez niego poprawione na własny koszt</w:t>
      </w:r>
      <w:r w:rsidR="00EC78CB">
        <w:rPr>
          <w:rFonts w:asciiTheme="minorHAnsi" w:hAnsiTheme="minorHAnsi" w:cstheme="minorHAnsi"/>
        </w:rPr>
        <w:t>.</w:t>
      </w:r>
    </w:p>
    <w:p w14:paraId="66CDF553" w14:textId="4EA403A2" w:rsidR="00A55D8B" w:rsidRPr="00A55D8B" w:rsidRDefault="00A55D8B" w:rsidP="00807224">
      <w:pPr>
        <w:widowControl w:val="0"/>
        <w:numPr>
          <w:ilvl w:val="0"/>
          <w:numId w:val="113"/>
        </w:numPr>
        <w:suppressAutoHyphens/>
        <w:spacing w:line="276" w:lineRule="auto"/>
        <w:ind w:left="426"/>
        <w:contextualSpacing/>
        <w:rPr>
          <w:rFonts w:asciiTheme="minorHAnsi" w:eastAsia="Lucida Sans Unicode" w:hAnsiTheme="minorHAnsi" w:cstheme="minorHAnsi"/>
          <w:b/>
          <w:kern w:val="3"/>
          <w:lang w:eastAsia="pl-PL"/>
        </w:rPr>
      </w:pPr>
      <w:r w:rsidRPr="00801C30">
        <w:rPr>
          <w:rFonts w:asciiTheme="minorHAnsi" w:hAnsiTheme="minorHAnsi" w:cstheme="minorHAnsi"/>
        </w:rPr>
        <w:t xml:space="preserve">Wykonawca przez cały okres obowiązywania umowy </w:t>
      </w:r>
      <w:r w:rsidRPr="00801C30">
        <w:rPr>
          <w:rFonts w:asciiTheme="minorHAnsi" w:hAnsiTheme="minorHAnsi" w:cstheme="minorHAnsi"/>
          <w:bCs/>
        </w:rPr>
        <w:t>musi posiadać ważne ubezpieczenie z tytułu odpowiedzialności cywilnej w zakresie prowadzonej działalności gospodarczej związanej z przedmiotem zamówienia na sumę gwarancyjną nie mniejszą niż 15 000,00 zł. Poświadczoną za zgodność z oryginałem kopię polisy ubezpieczeniowej Wykonawca przedłoży Zamawiającemu przed podpisaniem umowy.</w:t>
      </w:r>
    </w:p>
    <w:p w14:paraId="2EDD9A43" w14:textId="688202B2" w:rsidR="00587D63" w:rsidRPr="00587D63" w:rsidRDefault="00AF79A9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 xml:space="preserve">Wymagany przez Zamawiającego minimalny </w:t>
      </w:r>
      <w:r w:rsidRPr="00807224">
        <w:rPr>
          <w:rFonts w:asciiTheme="minorHAnsi" w:hAnsiTheme="minorHAnsi" w:cstheme="minorHAnsi"/>
        </w:rPr>
        <w:t xml:space="preserve">okres gwarancji wynosi: </w:t>
      </w:r>
      <w:r w:rsidR="00454ED4" w:rsidRPr="00807224">
        <w:rPr>
          <w:rFonts w:asciiTheme="minorHAnsi" w:hAnsiTheme="minorHAnsi" w:cstheme="minorHAnsi"/>
        </w:rPr>
        <w:t>36</w:t>
      </w:r>
      <w:r w:rsidRPr="00807224">
        <w:rPr>
          <w:rFonts w:asciiTheme="minorHAnsi" w:hAnsiTheme="minorHAnsi" w:cstheme="minorHAnsi"/>
        </w:rPr>
        <w:t xml:space="preserve"> miesięcy.</w:t>
      </w:r>
    </w:p>
    <w:p w14:paraId="5A9277A5" w14:textId="316C3A84" w:rsidR="00587D63" w:rsidRPr="00BA531A" w:rsidRDefault="00AF79A9" w:rsidP="00807224">
      <w:pPr>
        <w:pStyle w:val="Akapitzlist"/>
        <w:numPr>
          <w:ilvl w:val="0"/>
          <w:numId w:val="113"/>
        </w:numPr>
        <w:spacing w:line="276" w:lineRule="auto"/>
        <w:ind w:left="426"/>
        <w:contextualSpacing/>
        <w:rPr>
          <w:rFonts w:asciiTheme="minorHAnsi" w:hAnsiTheme="minorHAnsi" w:cstheme="minorHAnsi"/>
          <w:b/>
        </w:rPr>
      </w:pPr>
      <w:r w:rsidRPr="00587D63">
        <w:rPr>
          <w:rFonts w:asciiTheme="minorHAnsi" w:hAnsiTheme="minorHAnsi" w:cstheme="minorHAnsi"/>
        </w:rPr>
        <w:t>Okres gwarancji i rękojmi liczone będą od daty końcowego, bezusterkowego odbioru przedmiotu zamówienia.</w:t>
      </w:r>
    </w:p>
    <w:p w14:paraId="724C7CF2" w14:textId="77777777" w:rsidR="00BA531A" w:rsidRPr="00BA531A" w:rsidRDefault="00BA531A" w:rsidP="00A54D9F">
      <w:pPr>
        <w:pStyle w:val="Akapitzlist"/>
        <w:spacing w:line="276" w:lineRule="auto"/>
        <w:ind w:left="426"/>
        <w:contextualSpacing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CB66EB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CB66EB" w:rsidRDefault="0059598F" w:rsidP="00A54D9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CB66EB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IV.</w:t>
            </w:r>
            <w:r w:rsidRPr="00CB66EB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CB66EB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5299E198" w14:textId="146A9CAC" w:rsidR="00A54D9F" w:rsidRDefault="00F773CD" w:rsidP="00807224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</w:rPr>
      </w:pPr>
      <w:r w:rsidRPr="007B0133">
        <w:rPr>
          <w:rFonts w:asciiTheme="minorHAnsi" w:hAnsiTheme="minorHAnsi" w:cstheme="minorHAnsi"/>
        </w:rPr>
        <w:t>Termin wykonania przedmiotu zamówienia</w:t>
      </w:r>
      <w:r w:rsidRPr="007B0133">
        <w:rPr>
          <w:rFonts w:asciiTheme="minorHAnsi" w:hAnsiTheme="minorHAnsi" w:cstheme="minorHAnsi"/>
          <w:b/>
        </w:rPr>
        <w:t xml:space="preserve">: </w:t>
      </w:r>
      <w:r w:rsidR="00E30463" w:rsidRPr="007B0133">
        <w:rPr>
          <w:rFonts w:asciiTheme="minorHAnsi" w:hAnsiTheme="minorHAnsi" w:cstheme="minorHAnsi"/>
          <w:b/>
        </w:rPr>
        <w:t xml:space="preserve">do </w:t>
      </w:r>
      <w:r w:rsidR="00080003" w:rsidRPr="007B0133">
        <w:rPr>
          <w:rFonts w:asciiTheme="minorHAnsi" w:hAnsiTheme="minorHAnsi" w:cstheme="minorHAnsi"/>
          <w:b/>
        </w:rPr>
        <w:t>30</w:t>
      </w:r>
      <w:r w:rsidR="009A3306" w:rsidRPr="007B0133">
        <w:rPr>
          <w:rFonts w:asciiTheme="minorHAnsi" w:hAnsiTheme="minorHAnsi" w:cstheme="minorHAnsi"/>
          <w:b/>
        </w:rPr>
        <w:t xml:space="preserve"> </w:t>
      </w:r>
      <w:r w:rsidR="004A5E96" w:rsidRPr="007B0133">
        <w:rPr>
          <w:rFonts w:asciiTheme="minorHAnsi" w:hAnsiTheme="minorHAnsi" w:cstheme="minorHAnsi"/>
          <w:b/>
        </w:rPr>
        <w:t xml:space="preserve">dni </w:t>
      </w:r>
      <w:r w:rsidR="00807224">
        <w:rPr>
          <w:rFonts w:asciiTheme="minorHAnsi" w:hAnsiTheme="minorHAnsi" w:cstheme="minorHAnsi"/>
          <w:b/>
        </w:rPr>
        <w:t xml:space="preserve">kalendarzowych </w:t>
      </w:r>
      <w:r w:rsidR="004A5E96" w:rsidRPr="007B0133">
        <w:rPr>
          <w:rFonts w:asciiTheme="minorHAnsi" w:hAnsiTheme="minorHAnsi" w:cstheme="minorHAnsi"/>
          <w:b/>
        </w:rPr>
        <w:t>od dnia podpisania umowy</w:t>
      </w:r>
      <w:r w:rsidR="009A3306" w:rsidRPr="007B0133">
        <w:rPr>
          <w:rFonts w:asciiTheme="minorHAnsi" w:hAnsiTheme="minorHAnsi" w:cstheme="minorHAnsi"/>
          <w:b/>
        </w:rPr>
        <w:t>.</w:t>
      </w:r>
      <w:r w:rsidRPr="007B0133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0A1E9766" w:rsidR="00F2415D" w:rsidRPr="00CB66EB" w:rsidRDefault="004A5E96" w:rsidP="00807224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="00F2415D" w:rsidRPr="00CB66EB">
              <w:rPr>
                <w:rFonts w:asciiTheme="minorHAnsi" w:hAnsiTheme="minorHAnsi" w:cstheme="minorHAnsi"/>
                <w:b/>
              </w:rPr>
              <w:t>.</w:t>
            </w:r>
            <w:r w:rsidR="00F2415D" w:rsidRPr="00CB66EB">
              <w:rPr>
                <w:rFonts w:asciiTheme="minorHAnsi" w:eastAsia="Arial" w:hAnsiTheme="minorHAnsi" w:cstheme="minorHAnsi"/>
                <w:b/>
              </w:rPr>
              <w:tab/>
            </w:r>
            <w:r w:rsidR="00F2415D" w:rsidRPr="00CB66EB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CB66EB">
              <w:rPr>
                <w:rFonts w:asciiTheme="minorHAnsi" w:hAnsiTheme="minorHAnsi" w:cstheme="minorHAnsi"/>
                <w:b/>
              </w:rPr>
              <w:t xml:space="preserve">I ZŁOŻNIA </w:t>
            </w:r>
            <w:r w:rsidR="00F2415D" w:rsidRPr="00CB66EB">
              <w:rPr>
                <w:rFonts w:asciiTheme="minorHAnsi" w:hAnsiTheme="minorHAnsi" w:cstheme="minorHAnsi"/>
                <w:b/>
              </w:rPr>
              <w:t>OFERTY</w:t>
            </w:r>
            <w:r w:rsidR="0003467C" w:rsidRPr="00CB66EB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6BF88993" w14:textId="156DF106" w:rsidR="007E46C1" w:rsidRPr="00CB66EB" w:rsidRDefault="007E46C1" w:rsidP="00807224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Wykonawca</w:t>
      </w:r>
      <w:r w:rsidR="00C01A1D" w:rsidRPr="00CB66EB">
        <w:rPr>
          <w:rFonts w:asciiTheme="minorHAnsi" w:hAnsiTheme="minorHAnsi" w:cstheme="minorHAnsi"/>
        </w:rPr>
        <w:t xml:space="preserve"> </w:t>
      </w:r>
      <w:r w:rsidR="00157237" w:rsidRPr="00CB66EB">
        <w:rPr>
          <w:rFonts w:asciiTheme="minorHAnsi" w:hAnsiTheme="minorHAnsi" w:cstheme="minorHAnsi"/>
        </w:rPr>
        <w:t>może złożyć tylko jedną ofertę.</w:t>
      </w:r>
      <w:r w:rsidRPr="00CB66EB">
        <w:rPr>
          <w:rFonts w:asciiTheme="minorHAnsi" w:hAnsiTheme="minorHAnsi" w:cstheme="minorHAnsi"/>
        </w:rPr>
        <w:t xml:space="preserve"> </w:t>
      </w:r>
      <w:r w:rsidR="00EF3359" w:rsidRPr="00CB66EB">
        <w:rPr>
          <w:rFonts w:asciiTheme="minorHAnsi" w:hAnsiTheme="minorHAnsi" w:cstheme="minorHAnsi"/>
        </w:rPr>
        <w:t>Złożenie przez Wykonawcę więcej niż jednej oferty spowoduje odrzucenie wszystkich ofert złożonych przez tego Wykonawcę.</w:t>
      </w:r>
    </w:p>
    <w:p w14:paraId="38C2B6A7" w14:textId="77777777" w:rsidR="007E46C1" w:rsidRPr="00CB66EB" w:rsidRDefault="007E46C1" w:rsidP="00807224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CB66EB" w:rsidRDefault="007E46C1" w:rsidP="00807224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Wykonawca ponosi wszelkie koszty z</w:t>
      </w:r>
      <w:r w:rsidR="00A70A13" w:rsidRPr="00CB66EB">
        <w:rPr>
          <w:rFonts w:asciiTheme="minorHAnsi" w:hAnsiTheme="minorHAnsi" w:cstheme="minorHAnsi"/>
        </w:rPr>
        <w:t xml:space="preserve">wiązane z </w:t>
      </w:r>
      <w:r w:rsidRPr="00CB66EB">
        <w:rPr>
          <w:rFonts w:asciiTheme="minorHAnsi" w:hAnsiTheme="minorHAnsi" w:cstheme="minorHAnsi"/>
        </w:rPr>
        <w:t>przygotowanie</w:t>
      </w:r>
      <w:r w:rsidR="00A70A13" w:rsidRPr="00CB66EB">
        <w:rPr>
          <w:rFonts w:asciiTheme="minorHAnsi" w:hAnsiTheme="minorHAnsi" w:cstheme="minorHAnsi"/>
        </w:rPr>
        <w:t>m</w:t>
      </w:r>
      <w:r w:rsidRPr="00CB66EB">
        <w:rPr>
          <w:rFonts w:asciiTheme="minorHAnsi" w:hAnsiTheme="minorHAnsi" w:cstheme="minorHAnsi"/>
        </w:rPr>
        <w:t xml:space="preserve"> i złożenie</w:t>
      </w:r>
      <w:r w:rsidR="00A70A13" w:rsidRPr="00CB66EB">
        <w:rPr>
          <w:rFonts w:asciiTheme="minorHAnsi" w:hAnsiTheme="minorHAnsi" w:cstheme="minorHAnsi"/>
        </w:rPr>
        <w:t>m</w:t>
      </w:r>
      <w:r w:rsidRPr="00CB66EB">
        <w:rPr>
          <w:rFonts w:asciiTheme="minorHAnsi" w:hAnsiTheme="minorHAnsi" w:cstheme="minorHAnsi"/>
        </w:rPr>
        <w:t xml:space="preserve"> oferty.</w:t>
      </w:r>
    </w:p>
    <w:p w14:paraId="52F8D263" w14:textId="77777777" w:rsidR="00807224" w:rsidRPr="00807224" w:rsidRDefault="00016FE7" w:rsidP="00807224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CB66EB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Pr="00807224">
        <w:rPr>
          <w:rFonts w:asciiTheme="minorHAnsi" w:eastAsia="Times New Roman" w:hAnsiTheme="minorHAnsi" w:cstheme="minorHAnsi"/>
          <w:bCs/>
          <w:lang w:eastAsia="pl-PL"/>
        </w:rPr>
        <w:t>Załącznik nr 1</w:t>
      </w:r>
      <w:r w:rsidRPr="00CB66EB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CB66EB">
        <w:rPr>
          <w:rFonts w:asciiTheme="minorHAnsi" w:eastAsia="Times New Roman" w:hAnsiTheme="minorHAnsi" w:cstheme="minorHAnsi"/>
          <w:lang w:eastAsia="pl-PL"/>
        </w:rPr>
        <w:t>do zap</w:t>
      </w:r>
      <w:r w:rsidR="00EC78CB">
        <w:rPr>
          <w:rFonts w:asciiTheme="minorHAnsi" w:eastAsia="Times New Roman" w:hAnsiTheme="minorHAnsi" w:cstheme="minorHAnsi"/>
          <w:lang w:eastAsia="pl-PL"/>
        </w:rPr>
        <w:t xml:space="preserve">roszenia </w:t>
      </w:r>
    </w:p>
    <w:p w14:paraId="170BFC97" w14:textId="59094069" w:rsidR="00016FE7" w:rsidRPr="00CB66EB" w:rsidRDefault="00EC78CB" w:rsidP="00807224">
      <w:pPr>
        <w:tabs>
          <w:tab w:val="left" w:pos="284"/>
        </w:tabs>
        <w:spacing w:line="276" w:lineRule="auto"/>
        <w:ind w:left="284" w:right="-1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lang w:eastAsia="pl-PL"/>
        </w:rPr>
        <w:t>do złożenia oferty</w:t>
      </w:r>
      <w:r w:rsidR="00016FE7" w:rsidRPr="00CB66EB">
        <w:rPr>
          <w:rFonts w:asciiTheme="minorHAnsi" w:eastAsia="Times New Roman" w:hAnsiTheme="minorHAnsi" w:cstheme="minorHAnsi"/>
          <w:lang w:eastAsia="pl-PL"/>
        </w:rPr>
        <w:t xml:space="preserve">. </w:t>
      </w:r>
    </w:p>
    <w:p w14:paraId="4CC760F6" w14:textId="01E7A253" w:rsidR="007E46C1" w:rsidRPr="00CB66EB" w:rsidRDefault="007E46C1" w:rsidP="00807224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CB66EB">
        <w:rPr>
          <w:rFonts w:asciiTheme="minorHAnsi" w:hAnsiTheme="minorHAnsi" w:cstheme="minorHAnsi"/>
        </w:rPr>
        <w:t>czątką lub z podaniem imienia i </w:t>
      </w:r>
      <w:r w:rsidRPr="00CB66EB">
        <w:rPr>
          <w:rFonts w:asciiTheme="minorHAnsi" w:hAnsiTheme="minorHAnsi" w:cstheme="minorHAnsi"/>
        </w:rPr>
        <w:t xml:space="preserve">nazwiska.  </w:t>
      </w:r>
    </w:p>
    <w:p w14:paraId="170DBDDF" w14:textId="7E05316D" w:rsidR="0003467C" w:rsidRPr="00CB66EB" w:rsidRDefault="0003467C" w:rsidP="00A54D9F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jc w:val="both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CB66EB" w:rsidRDefault="0003467C" w:rsidP="00807224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6" w:history="1">
        <w:r w:rsidRPr="00CB66EB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175071C6" w:rsidR="0003467C" w:rsidRPr="00CB66EB" w:rsidRDefault="0003467C" w:rsidP="00807224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lub </w:t>
      </w:r>
    </w:p>
    <w:p w14:paraId="26265B08" w14:textId="4FEC37FE" w:rsidR="0003467C" w:rsidRPr="00CB66EB" w:rsidRDefault="0003467C" w:rsidP="00807224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w formie elektronicznej, tj. poprzez podpisanie wymaganych</w:t>
      </w:r>
      <w:r w:rsidR="008B2C42" w:rsidRPr="00CB66EB">
        <w:rPr>
          <w:rFonts w:asciiTheme="minorHAnsi" w:hAnsiTheme="minorHAnsi" w:cstheme="minorHAnsi"/>
        </w:rPr>
        <w:t xml:space="preserve"> dokumentów </w:t>
      </w:r>
      <w:r w:rsidRPr="00CB66EB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7" w:history="1">
        <w:r w:rsidRPr="00CB66EB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CB66EB" w:rsidRDefault="007942FF" w:rsidP="00807224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CB66EB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CB66EB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CB66EB" w:rsidRDefault="0003467C" w:rsidP="00807224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lub</w:t>
      </w:r>
    </w:p>
    <w:p w14:paraId="3B692D68" w14:textId="6F66B5C2" w:rsidR="0033606F" w:rsidRPr="00807224" w:rsidRDefault="0003467C" w:rsidP="00807224">
      <w:pPr>
        <w:pStyle w:val="Akapitzlist"/>
        <w:numPr>
          <w:ilvl w:val="0"/>
          <w:numId w:val="108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>w formie papierowej w siedzibie Izby Administr</w:t>
      </w:r>
      <w:r w:rsidR="00807224">
        <w:rPr>
          <w:rFonts w:asciiTheme="minorHAnsi" w:hAnsiTheme="minorHAnsi" w:cstheme="minorHAnsi"/>
        </w:rPr>
        <w:t xml:space="preserve">acji Skarbowej w Kielcach, </w:t>
      </w:r>
      <w:r w:rsidR="00A678A9" w:rsidRPr="00CB66EB">
        <w:rPr>
          <w:rFonts w:asciiTheme="minorHAnsi" w:hAnsiTheme="minorHAnsi" w:cstheme="minorHAnsi"/>
        </w:rPr>
        <w:t>przy </w:t>
      </w:r>
      <w:r w:rsidR="009A1212" w:rsidRPr="00CB66EB">
        <w:rPr>
          <w:rFonts w:asciiTheme="minorHAnsi" w:hAnsiTheme="minorHAnsi" w:cstheme="minorHAnsi"/>
        </w:rPr>
        <w:t>ul. </w:t>
      </w:r>
      <w:r w:rsidRPr="00CB66EB">
        <w:rPr>
          <w:rFonts w:asciiTheme="minorHAnsi" w:hAnsiTheme="minorHAnsi" w:cstheme="minorHAnsi"/>
        </w:rPr>
        <w:t xml:space="preserve">Sandomierskiej 105, pokój nr 3 (kancelaria).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3C7B2F04" w:rsidR="00F2415D" w:rsidRPr="00CB66EB" w:rsidRDefault="005C42A1" w:rsidP="00A54D9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CB66EB">
              <w:rPr>
                <w:rFonts w:asciiTheme="minorHAnsi" w:hAnsiTheme="minorHAnsi" w:cstheme="minorHAnsi"/>
                <w:b/>
              </w:rPr>
              <w:t>VI. TERMIN I MIEJSCE SKŁADANIA OFERT</w:t>
            </w:r>
          </w:p>
        </w:tc>
      </w:tr>
    </w:tbl>
    <w:p w14:paraId="1E9027C7" w14:textId="7B49A8F4" w:rsidR="00CC6601" w:rsidRPr="00CB66EB" w:rsidRDefault="007E46C1" w:rsidP="00A54D9F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after="13" w:line="276" w:lineRule="auto"/>
        <w:ind w:left="284" w:right="160" w:hanging="304"/>
        <w:jc w:val="both"/>
        <w:rPr>
          <w:rFonts w:asciiTheme="minorHAnsi" w:hAnsiTheme="minorHAnsi" w:cstheme="minorHAnsi"/>
          <w:color w:val="000000" w:themeColor="text1"/>
          <w:u w:val="single" w:color="0000FF"/>
        </w:rPr>
      </w:pPr>
      <w:r w:rsidRPr="00CB66EB">
        <w:rPr>
          <w:rFonts w:asciiTheme="minorHAnsi" w:hAnsiTheme="minorHAnsi" w:cstheme="minorHAnsi"/>
        </w:rPr>
        <w:t xml:space="preserve">Ofertę należy złożyć w terminie </w:t>
      </w:r>
      <w:r w:rsidRPr="00CB66EB">
        <w:rPr>
          <w:rFonts w:asciiTheme="minorHAnsi" w:hAnsiTheme="minorHAnsi" w:cstheme="minorHAnsi"/>
          <w:b/>
        </w:rPr>
        <w:t xml:space="preserve">do </w:t>
      </w:r>
      <w:r w:rsidR="00807224">
        <w:rPr>
          <w:rFonts w:asciiTheme="minorHAnsi" w:hAnsiTheme="minorHAnsi" w:cstheme="minorHAnsi"/>
          <w:b/>
        </w:rPr>
        <w:t>7</w:t>
      </w:r>
      <w:r w:rsidR="008A3C77" w:rsidRPr="00CB66EB">
        <w:rPr>
          <w:rFonts w:asciiTheme="minorHAnsi" w:hAnsiTheme="minorHAnsi" w:cstheme="minorHAnsi"/>
          <w:b/>
        </w:rPr>
        <w:t xml:space="preserve"> </w:t>
      </w:r>
      <w:r w:rsidR="00807224">
        <w:rPr>
          <w:rFonts w:asciiTheme="minorHAnsi" w:hAnsiTheme="minorHAnsi" w:cstheme="minorHAnsi"/>
          <w:b/>
        </w:rPr>
        <w:t>sierpnia</w:t>
      </w:r>
      <w:r w:rsidR="008A3C77" w:rsidRPr="00CB66EB">
        <w:rPr>
          <w:rFonts w:asciiTheme="minorHAnsi" w:hAnsiTheme="minorHAnsi" w:cstheme="minorHAnsi"/>
          <w:b/>
        </w:rPr>
        <w:t xml:space="preserve"> 202</w:t>
      </w:r>
      <w:r w:rsidR="00676C26" w:rsidRPr="00CB66EB">
        <w:rPr>
          <w:rFonts w:asciiTheme="minorHAnsi" w:hAnsiTheme="minorHAnsi" w:cstheme="minorHAnsi"/>
          <w:b/>
        </w:rPr>
        <w:t>4</w:t>
      </w:r>
      <w:r w:rsidR="008A3C77" w:rsidRPr="00CB66EB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CB66EB" w:rsidRDefault="00B6166E" w:rsidP="00807224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CB66EB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CB66EB" w:rsidRDefault="004E22B3" w:rsidP="00807224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CB66EB">
        <w:rPr>
          <w:rFonts w:asciiTheme="minorHAnsi" w:hAnsiTheme="minorHAnsi" w:cstheme="minorHAnsi"/>
        </w:rPr>
        <w:t>Oferty złożone po wyznaczonym terminie nie będą rozpatrywane.</w:t>
      </w:r>
    </w:p>
    <w:p w14:paraId="0AE38066" w14:textId="19CF5A3C" w:rsidR="00587D63" w:rsidRPr="00807224" w:rsidRDefault="004E22B3" w:rsidP="00807224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CB66EB">
        <w:rPr>
          <w:rFonts w:asciiTheme="minorHAnsi" w:hAnsiTheme="minorHAnsi" w:cstheme="minorHAnsi"/>
        </w:rPr>
        <w:t>Wykonawca może przed upływem terminu składania ofert zmienić lub wycofać swoją ofertę.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78099" w:rsidR="00F2415D" w:rsidRPr="00CB66EB" w:rsidRDefault="005C42A1" w:rsidP="00A54D9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CB66EB">
              <w:rPr>
                <w:rFonts w:asciiTheme="minorHAnsi" w:hAnsiTheme="minorHAnsi" w:cstheme="minorHAnsi"/>
                <w:b/>
              </w:rPr>
              <w:t xml:space="preserve">VII. </w:t>
            </w:r>
            <w:r w:rsidR="007B0133">
              <w:rPr>
                <w:rFonts w:asciiTheme="minorHAnsi" w:hAnsiTheme="minorHAnsi" w:cstheme="minorHAnsi"/>
                <w:b/>
              </w:rPr>
              <w:t>PŁATNOŚĆ</w:t>
            </w:r>
          </w:p>
        </w:tc>
      </w:tr>
    </w:tbl>
    <w:p w14:paraId="4C0E786F" w14:textId="2DB155BC" w:rsidR="009E3F2A" w:rsidRPr="007B0133" w:rsidRDefault="00842EC2" w:rsidP="00807224">
      <w:pPr>
        <w:spacing w:after="13" w:line="276" w:lineRule="auto"/>
        <w:ind w:right="-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BF6D78">
        <w:rPr>
          <w:rFonts w:asciiTheme="minorHAnsi" w:hAnsiTheme="minorHAnsi" w:cstheme="minorHAnsi"/>
        </w:rPr>
        <w:t xml:space="preserve">łatność za zrealizowane zamówienie będzie dokonana w terminie do 21 dni od daty otrzymania prawidłowo wystawionej faktury. Podstawę do wystawienia faktury będzie stanowił protokół </w:t>
      </w:r>
      <w:r w:rsidRPr="00BF6D78">
        <w:rPr>
          <w:rFonts w:asciiTheme="minorHAnsi" w:hAnsiTheme="minorHAnsi" w:cstheme="minorHAnsi"/>
        </w:rPr>
        <w:lastRenderedPageBreak/>
        <w:t>odbioru, spisany po zr</w:t>
      </w:r>
      <w:r>
        <w:rPr>
          <w:rFonts w:asciiTheme="minorHAnsi" w:hAnsiTheme="minorHAnsi" w:cstheme="minorHAnsi"/>
        </w:rPr>
        <w:t xml:space="preserve">ealizowaniu całości zamówieniu </w:t>
      </w:r>
      <w:r w:rsidRPr="00BF6D78">
        <w:rPr>
          <w:rFonts w:asciiTheme="minorHAnsi" w:hAnsiTheme="minorHAnsi" w:cstheme="minorHAnsi"/>
        </w:rPr>
        <w:t>i dostarczeniu niezbędnych dokumentów</w:t>
      </w:r>
      <w:r>
        <w:rPr>
          <w:rFonts w:asciiTheme="minorHAnsi" w:hAnsiTheme="minorHAnsi" w:cstheme="minorHAnsi"/>
        </w:rPr>
        <w:t xml:space="preserve"> potwierdzających jakość użytych materiałów</w:t>
      </w:r>
      <w:r w:rsidR="009E3F2A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6B5587F6" w:rsidR="00F2415D" w:rsidRPr="00CB66EB" w:rsidRDefault="007B0133" w:rsidP="00A54D9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</w:rPr>
              <w:t>VIII</w:t>
            </w:r>
            <w:r w:rsidR="005C42A1" w:rsidRPr="00CB66EB">
              <w:rPr>
                <w:rFonts w:asciiTheme="minorHAnsi" w:hAnsiTheme="minorHAnsi" w:cstheme="minorHAnsi"/>
                <w:b/>
              </w:rPr>
              <w:t>. KRYTERIA WYBORU OFERTY</w:t>
            </w:r>
          </w:p>
        </w:tc>
      </w:tr>
    </w:tbl>
    <w:p w14:paraId="45E2C160" w14:textId="27FA03D2" w:rsidR="009E3F2A" w:rsidRPr="007B0133" w:rsidRDefault="004A5E96" w:rsidP="00807224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9E3F2A">
        <w:rPr>
          <w:rFonts w:asciiTheme="minorHAnsi" w:hAnsiTheme="minorHAnsi" w:cstheme="minorHAnsi"/>
        </w:rPr>
        <w:t xml:space="preserve">Oferta zostanie wybrana w oparciu o kryterium wyboru oferty „cena-100%”, na podstawie której </w:t>
      </w:r>
      <w:r w:rsidRPr="009E3F2A">
        <w:rPr>
          <w:rFonts w:asciiTheme="minorHAnsi" w:hAnsiTheme="minorHAnsi" w:cstheme="minorHAnsi"/>
        </w:rPr>
        <w:br/>
        <w:t>z wybranym Wykonawcą zostanie zawarta umowa na warunkach jakie wynikają ze wzoru umowy,</w:t>
      </w:r>
      <w:r w:rsidR="00587D63">
        <w:rPr>
          <w:rFonts w:asciiTheme="minorHAnsi" w:hAnsiTheme="minorHAnsi" w:cstheme="minorHAnsi"/>
        </w:rPr>
        <w:t xml:space="preserve"> stanowiącego </w:t>
      </w:r>
      <w:r w:rsidR="00587D63" w:rsidRPr="00807224">
        <w:rPr>
          <w:rFonts w:asciiTheme="minorHAnsi" w:hAnsiTheme="minorHAnsi" w:cstheme="minorHAnsi"/>
        </w:rPr>
        <w:t>Załącznik nr 2</w:t>
      </w:r>
      <w:r w:rsidRPr="00807224">
        <w:rPr>
          <w:rFonts w:asciiTheme="minorHAnsi" w:hAnsiTheme="minorHAnsi" w:cstheme="minorHAnsi"/>
        </w:rPr>
        <w:t xml:space="preserve"> do</w:t>
      </w:r>
      <w:r w:rsidR="00807224">
        <w:rPr>
          <w:rFonts w:asciiTheme="minorHAnsi" w:hAnsiTheme="minorHAnsi" w:cstheme="minorHAnsi"/>
        </w:rPr>
        <w:t xml:space="preserve"> niniejszego zaproszenia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02C9A9DD" w:rsidR="00F2415D" w:rsidRPr="00CB66EB" w:rsidRDefault="007B0133" w:rsidP="00A54D9F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</w:t>
            </w:r>
            <w:r w:rsidR="00022A5A" w:rsidRPr="00CB66EB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X. </w:t>
            </w:r>
            <w:r w:rsidR="005C42A1" w:rsidRPr="00CB66EB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4433E1E5" w14:textId="3FAA8D64" w:rsidR="009E3F2A" w:rsidRPr="00CB66EB" w:rsidRDefault="000A0816" w:rsidP="00A54D9F">
      <w:pPr>
        <w:pStyle w:val="Akapitzlist"/>
        <w:shd w:val="clear" w:color="auto" w:fill="FFFFFF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Przedstawicielem Zamawiającego upoważnionym do bezpośredniego kontaktu z Wykonawcami jest Pan </w:t>
      </w:r>
      <w:r w:rsidR="00D37E2B" w:rsidRPr="00CB66EB">
        <w:rPr>
          <w:rFonts w:asciiTheme="minorHAnsi" w:hAnsiTheme="minorHAnsi" w:cstheme="minorHAnsi"/>
        </w:rPr>
        <w:t>Erwin Guliński</w:t>
      </w:r>
      <w:r w:rsidRPr="00CB66EB">
        <w:rPr>
          <w:rFonts w:asciiTheme="minorHAnsi" w:hAnsiTheme="minorHAnsi" w:cstheme="minorHAnsi"/>
        </w:rPr>
        <w:t xml:space="preserve">, tel. </w:t>
      </w:r>
      <w:r w:rsidR="00D37E2B" w:rsidRPr="00CB66EB">
        <w:rPr>
          <w:rFonts w:asciiTheme="minorHAnsi" w:hAnsiTheme="minorHAnsi" w:cstheme="minorHAnsi"/>
        </w:rPr>
        <w:t>665 091 031</w:t>
      </w:r>
      <w:r w:rsidRPr="00CB66EB">
        <w:rPr>
          <w:rFonts w:asciiTheme="minorHAnsi" w:hAnsiTheme="minorHAnsi" w:cstheme="minorHAnsi"/>
        </w:rPr>
        <w:t xml:space="preserve">, e-mail: </w:t>
      </w:r>
      <w:r w:rsidR="00D37E2B" w:rsidRPr="00CB66EB">
        <w:rPr>
          <w:rFonts w:asciiTheme="minorHAnsi" w:hAnsiTheme="minorHAnsi" w:cstheme="minorHAnsi"/>
          <w:u w:val="single"/>
        </w:rPr>
        <w:t>erwin.gulinski</w:t>
      </w:r>
      <w:hyperlink r:id="rId18" w:history="1">
        <w:r w:rsidR="005C7F60" w:rsidRPr="00CB66EB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  <w:r w:rsidR="00471DB7" w:rsidRPr="00CB66EB">
        <w:rPr>
          <w:rStyle w:val="Hipercze"/>
          <w:rFonts w:asciiTheme="minorHAnsi" w:hAnsiTheme="minorHAnsi" w:cstheme="minorHAnsi"/>
          <w:color w:val="auto"/>
        </w:rPr>
        <w:t>.</w:t>
      </w:r>
      <w:r w:rsidRPr="00CB66EB">
        <w:rPr>
          <w:rFonts w:asciiTheme="minorHAnsi" w:hAnsiTheme="minorHAnsi" w:cstheme="minorHAnsi"/>
        </w:rPr>
        <w:t xml:space="preserve"> Kontakt możliwy w dni robocze w godzinach 8:00-15:00.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CB66EB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155C18CA" w:rsidR="00F2415D" w:rsidRPr="00CB66EB" w:rsidRDefault="005C42A1" w:rsidP="00A54D9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CB66EB">
              <w:rPr>
                <w:rFonts w:asciiTheme="minorHAnsi" w:hAnsiTheme="minorHAnsi" w:cstheme="minorHAnsi"/>
                <w:b/>
              </w:rPr>
              <w:t>X. ZAŁĄCZNIKI</w:t>
            </w:r>
          </w:p>
        </w:tc>
      </w:tr>
    </w:tbl>
    <w:p w14:paraId="4AEE9C99" w14:textId="1C2A53DB" w:rsidR="004F07B7" w:rsidRPr="00CB66EB" w:rsidRDefault="007E46C1" w:rsidP="003674B6">
      <w:pPr>
        <w:pStyle w:val="Akapitzlist"/>
        <w:numPr>
          <w:ilvl w:val="0"/>
          <w:numId w:val="107"/>
        </w:numPr>
        <w:spacing w:after="55" w:line="276" w:lineRule="auto"/>
        <w:ind w:left="284" w:right="160" w:hanging="284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Załącznik nr </w:t>
      </w:r>
      <w:r w:rsidR="005D27B1" w:rsidRPr="00CB66EB">
        <w:rPr>
          <w:rFonts w:asciiTheme="minorHAnsi" w:hAnsiTheme="minorHAnsi" w:cstheme="minorHAnsi"/>
        </w:rPr>
        <w:t>1</w:t>
      </w:r>
      <w:r w:rsidRPr="00CB66EB">
        <w:rPr>
          <w:rFonts w:asciiTheme="minorHAnsi" w:hAnsiTheme="minorHAnsi" w:cstheme="minorHAnsi"/>
        </w:rPr>
        <w:t xml:space="preserve"> –</w:t>
      </w:r>
      <w:r w:rsidR="004F07B7" w:rsidRPr="00CB66EB">
        <w:rPr>
          <w:rFonts w:asciiTheme="minorHAnsi" w:hAnsiTheme="minorHAnsi" w:cstheme="minorHAnsi"/>
        </w:rPr>
        <w:t xml:space="preserve"> Formularz ofertowy</w:t>
      </w:r>
      <w:r w:rsidR="00471DB7" w:rsidRPr="00CB66EB">
        <w:rPr>
          <w:rFonts w:asciiTheme="minorHAnsi" w:hAnsiTheme="minorHAnsi" w:cstheme="minorHAnsi"/>
        </w:rPr>
        <w:t>;</w:t>
      </w:r>
      <w:r w:rsidR="004F07B7" w:rsidRPr="00CB66EB">
        <w:rPr>
          <w:rFonts w:asciiTheme="minorHAnsi" w:hAnsiTheme="minorHAnsi" w:cstheme="minorHAnsi"/>
        </w:rPr>
        <w:t xml:space="preserve"> </w:t>
      </w:r>
    </w:p>
    <w:p w14:paraId="1CF72AF1" w14:textId="055911C0" w:rsidR="007E46C1" w:rsidRPr="00CB66EB" w:rsidRDefault="007E46C1" w:rsidP="003674B6">
      <w:pPr>
        <w:numPr>
          <w:ilvl w:val="0"/>
          <w:numId w:val="107"/>
        </w:numPr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Załącznik nr </w:t>
      </w:r>
      <w:r w:rsidR="000A0816" w:rsidRPr="00CB66EB">
        <w:rPr>
          <w:rFonts w:asciiTheme="minorHAnsi" w:hAnsiTheme="minorHAnsi" w:cstheme="minorHAnsi"/>
        </w:rPr>
        <w:t>2</w:t>
      </w:r>
      <w:r w:rsidRPr="00CB66EB">
        <w:rPr>
          <w:rFonts w:asciiTheme="minorHAnsi" w:hAnsiTheme="minorHAnsi" w:cstheme="minorHAnsi"/>
        </w:rPr>
        <w:t xml:space="preserve"> – Wzór umowy</w:t>
      </w:r>
      <w:r w:rsidR="00471DB7" w:rsidRPr="00CB66EB">
        <w:rPr>
          <w:rFonts w:asciiTheme="minorHAnsi" w:hAnsiTheme="minorHAnsi" w:cstheme="minorHAnsi"/>
        </w:rPr>
        <w:t>;</w:t>
      </w:r>
    </w:p>
    <w:p w14:paraId="45141C73" w14:textId="6B2B6654" w:rsidR="003C3F28" w:rsidRPr="00CB66EB" w:rsidRDefault="00E96C24" w:rsidP="003674B6">
      <w:pPr>
        <w:numPr>
          <w:ilvl w:val="0"/>
          <w:numId w:val="107"/>
        </w:numPr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Załącznik nr 3 </w:t>
      </w:r>
      <w:r w:rsidR="003C3F28" w:rsidRPr="00CB66EB">
        <w:rPr>
          <w:rFonts w:asciiTheme="minorHAnsi" w:hAnsiTheme="minorHAnsi" w:cstheme="minorHAnsi"/>
        </w:rPr>
        <w:t>–</w:t>
      </w:r>
      <w:r w:rsidR="00EE3BDD" w:rsidRPr="00CB66EB">
        <w:rPr>
          <w:rFonts w:asciiTheme="minorHAnsi" w:hAnsiTheme="minorHAnsi" w:cstheme="minorHAnsi"/>
        </w:rPr>
        <w:t xml:space="preserve"> </w:t>
      </w:r>
      <w:r w:rsidR="00AA0AFC">
        <w:rPr>
          <w:rFonts w:asciiTheme="minorHAnsi" w:hAnsiTheme="minorHAnsi" w:cstheme="minorHAnsi"/>
        </w:rPr>
        <w:t>Ob</w:t>
      </w:r>
      <w:r w:rsidR="00244264">
        <w:rPr>
          <w:rFonts w:asciiTheme="minorHAnsi" w:hAnsiTheme="minorHAnsi" w:cstheme="minorHAnsi"/>
        </w:rPr>
        <w:t>miar robót</w:t>
      </w:r>
      <w:r w:rsidR="00471DB7" w:rsidRPr="00CB66EB">
        <w:rPr>
          <w:rFonts w:asciiTheme="minorHAnsi" w:hAnsiTheme="minorHAnsi" w:cstheme="minorHAnsi"/>
        </w:rPr>
        <w:t>;</w:t>
      </w:r>
    </w:p>
    <w:p w14:paraId="3C7C790D" w14:textId="429B64A2" w:rsidR="00E20A05" w:rsidRPr="00244264" w:rsidRDefault="009E6F9D" w:rsidP="003674B6">
      <w:pPr>
        <w:numPr>
          <w:ilvl w:val="0"/>
          <w:numId w:val="107"/>
        </w:numPr>
        <w:tabs>
          <w:tab w:val="left" w:pos="284"/>
        </w:tabs>
        <w:spacing w:after="55" w:line="276" w:lineRule="auto"/>
        <w:ind w:left="284" w:right="160" w:hanging="283"/>
        <w:rPr>
          <w:rFonts w:asciiTheme="minorHAnsi" w:hAnsiTheme="minorHAnsi" w:cstheme="minorHAnsi"/>
        </w:rPr>
      </w:pPr>
      <w:r w:rsidRPr="00CB66EB">
        <w:rPr>
          <w:rFonts w:asciiTheme="minorHAnsi" w:hAnsiTheme="minorHAnsi" w:cstheme="minorHAnsi"/>
        </w:rPr>
        <w:t xml:space="preserve">Załącznik nr 4 – Zdjęcia </w:t>
      </w:r>
      <w:r w:rsidR="00F00A25">
        <w:rPr>
          <w:rFonts w:asciiTheme="minorHAnsi" w:hAnsiTheme="minorHAnsi" w:cstheme="minorHAnsi"/>
        </w:rPr>
        <w:t xml:space="preserve">istniejących </w:t>
      </w:r>
      <w:r w:rsidR="00244264">
        <w:rPr>
          <w:rFonts w:asciiTheme="minorHAnsi" w:hAnsiTheme="minorHAnsi" w:cstheme="minorHAnsi"/>
        </w:rPr>
        <w:t>czap kominowych</w:t>
      </w:r>
      <w:r w:rsidR="009E3F2A">
        <w:rPr>
          <w:rFonts w:asciiTheme="minorHAnsi" w:hAnsiTheme="minorHAnsi" w:cstheme="minorHAnsi"/>
        </w:rPr>
        <w:t>.</w:t>
      </w:r>
    </w:p>
    <w:p w14:paraId="3F38E3BC" w14:textId="10FD10E7" w:rsidR="000A0816" w:rsidRPr="00CB66EB" w:rsidRDefault="000A0816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577E1DA5" w14:textId="1C4437D5" w:rsidR="009E6F9D" w:rsidRPr="00CB66EB" w:rsidRDefault="009E6F9D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001EA7A5" w14:textId="33122070" w:rsidR="009E6F9D" w:rsidRPr="00CB66EB" w:rsidRDefault="009E6F9D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597324B5" w14:textId="4437A506" w:rsidR="009E6F9D" w:rsidRPr="00807224" w:rsidRDefault="00807224" w:rsidP="00807224">
      <w:pPr>
        <w:pStyle w:val="Akapitzlist"/>
        <w:shd w:val="clear" w:color="auto" w:fill="FFFFFF"/>
        <w:spacing w:line="276" w:lineRule="auto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807224">
        <w:rPr>
          <w:rFonts w:asciiTheme="minorHAnsi" w:hAnsiTheme="minorHAnsi" w:cstheme="minorHAnsi"/>
          <w:sz w:val="22"/>
          <w:szCs w:val="22"/>
        </w:rPr>
        <w:t>ZASTĘPCA DYREKTORA</w:t>
      </w:r>
    </w:p>
    <w:p w14:paraId="25C2A734" w14:textId="296A3214" w:rsidR="00807224" w:rsidRPr="00807224" w:rsidRDefault="00807224" w:rsidP="00807224">
      <w:pPr>
        <w:pStyle w:val="Akapitzlist"/>
        <w:shd w:val="clear" w:color="auto" w:fill="FFFFFF"/>
        <w:spacing w:line="276" w:lineRule="auto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807224">
        <w:rPr>
          <w:rFonts w:asciiTheme="minorHAnsi" w:hAnsiTheme="minorHAnsi" w:cstheme="minorHAnsi"/>
          <w:sz w:val="22"/>
          <w:szCs w:val="22"/>
        </w:rPr>
        <w:t>IZBY ADMINISTRACJI SAKRBOWEJ</w:t>
      </w:r>
    </w:p>
    <w:p w14:paraId="6A100487" w14:textId="0875DE26" w:rsidR="00807224" w:rsidRPr="00807224" w:rsidRDefault="00807224" w:rsidP="00807224">
      <w:pPr>
        <w:pStyle w:val="Akapitzlist"/>
        <w:shd w:val="clear" w:color="auto" w:fill="FFFFFF"/>
        <w:spacing w:line="276" w:lineRule="auto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807224">
        <w:rPr>
          <w:rFonts w:asciiTheme="minorHAnsi" w:hAnsiTheme="minorHAnsi" w:cstheme="minorHAnsi"/>
          <w:sz w:val="22"/>
          <w:szCs w:val="22"/>
        </w:rPr>
        <w:t>w Kielcach</w:t>
      </w:r>
    </w:p>
    <w:p w14:paraId="4EF130D6" w14:textId="095AFCB1" w:rsidR="00807224" w:rsidRPr="00807224" w:rsidRDefault="00807224" w:rsidP="00807224">
      <w:pPr>
        <w:pStyle w:val="Akapitzlist"/>
        <w:shd w:val="clear" w:color="auto" w:fill="FFFFFF"/>
        <w:spacing w:line="276" w:lineRule="auto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807224">
        <w:rPr>
          <w:rFonts w:asciiTheme="minorHAnsi" w:hAnsiTheme="minorHAnsi" w:cstheme="minorHAnsi"/>
          <w:sz w:val="22"/>
          <w:szCs w:val="22"/>
        </w:rPr>
        <w:t>Artur Jarosiński</w:t>
      </w:r>
    </w:p>
    <w:p w14:paraId="029CD42B" w14:textId="3D48E3D5" w:rsidR="00807224" w:rsidRPr="00807224" w:rsidRDefault="00807224" w:rsidP="00807224">
      <w:pPr>
        <w:pStyle w:val="Akapitzlist"/>
        <w:shd w:val="clear" w:color="auto" w:fill="FFFFFF"/>
        <w:spacing w:line="276" w:lineRule="auto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807224">
        <w:rPr>
          <w:rFonts w:asciiTheme="minorHAnsi" w:hAnsiTheme="minorHAnsi" w:cstheme="minorHAnsi"/>
          <w:sz w:val="22"/>
          <w:szCs w:val="22"/>
        </w:rPr>
        <w:t>/podpisano kwalifikowanym podpisem elektronicznym/</w:t>
      </w:r>
    </w:p>
    <w:p w14:paraId="17F32A2F" w14:textId="77777777" w:rsidR="00807224" w:rsidRPr="00CB66EB" w:rsidRDefault="00807224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7FD9BA8D" w14:textId="5ED6BA8B" w:rsidR="009E6F9D" w:rsidRPr="00CB66EB" w:rsidRDefault="009E6F9D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6EBF4222" w14:textId="77777777" w:rsidR="009E6F9D" w:rsidRPr="00CB66EB" w:rsidRDefault="009E6F9D" w:rsidP="00A54D9F">
      <w:pPr>
        <w:pStyle w:val="Akapitzlist"/>
        <w:shd w:val="clear" w:color="auto" w:fill="FFFFFF"/>
        <w:spacing w:line="276" w:lineRule="auto"/>
        <w:ind w:left="0"/>
        <w:rPr>
          <w:rFonts w:asciiTheme="minorHAnsi" w:hAnsiTheme="minorHAnsi" w:cstheme="minorHAnsi"/>
        </w:rPr>
      </w:pPr>
    </w:p>
    <w:p w14:paraId="76A85BF1" w14:textId="04B1C95E" w:rsidR="000A0816" w:rsidRPr="00CB66EB" w:rsidRDefault="000A0816" w:rsidP="00A54D9F">
      <w:pPr>
        <w:pStyle w:val="Akapitzlist"/>
        <w:shd w:val="clear" w:color="auto" w:fill="FFFFFF"/>
        <w:spacing w:line="276" w:lineRule="auto"/>
        <w:ind w:left="5387"/>
        <w:jc w:val="center"/>
        <w:rPr>
          <w:rFonts w:asciiTheme="minorHAnsi" w:hAnsiTheme="minorHAnsi" w:cstheme="minorHAnsi"/>
        </w:rPr>
      </w:pPr>
    </w:p>
    <w:sectPr w:rsidR="000A0816" w:rsidRPr="00CB66EB" w:rsidSect="00C5574C">
      <w:headerReference w:type="default" r:id="rId19"/>
      <w:headerReference w:type="first" r:id="rId20"/>
      <w:footerReference w:type="first" r:id="rId21"/>
      <w:pgSz w:w="11906" w:h="16838"/>
      <w:pgMar w:top="899" w:right="1133" w:bottom="1276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5EBA4" w14:textId="77777777" w:rsidR="00B40061" w:rsidRDefault="00B40061">
      <w:r>
        <w:separator/>
      </w:r>
    </w:p>
  </w:endnote>
  <w:endnote w:type="continuationSeparator" w:id="0">
    <w:p w14:paraId="2608AEFD" w14:textId="77777777" w:rsidR="00B40061" w:rsidRDefault="00B4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EAC47" w14:textId="09B1D1AB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62E1" w14:textId="1B04F8E3" w:rsidR="00A76F6C" w:rsidRDefault="00A76F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3986C3A1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ED08D5" wp14:editId="3878D7C7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547F" w14:textId="77777777" w:rsidR="00A76F6C" w:rsidRPr="002E228C" w:rsidRDefault="00A76F6C" w:rsidP="004413B2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08D5" id="Text Box 8" o:spid="_x0000_s1028" type="#_x0000_t202" style="position:absolute;margin-left:-8pt;margin-top:12.35pt;width:347.7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irg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" filled="f" stroked="f">
              <v:textbox inset="0,0,0,0">
                <w:txbxContent>
                  <w:p w14:paraId="03ED547F" w14:textId="77777777" w:rsidR="00A76F6C" w:rsidRPr="002E228C" w:rsidRDefault="00A76F6C" w:rsidP="004413B2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4EA6ED" w14:textId="6A1D1906" w:rsidR="00A76F6C" w:rsidRDefault="00A76F6C">
    <w:r w:rsidRPr="00D5501E">
      <w:rPr>
        <w:noProof/>
        <w:lang w:eastAsia="pl-PL"/>
      </w:rPr>
      <w:drawing>
        <wp:inline distT="0" distB="0" distL="0" distR="0" wp14:anchorId="04EF1957" wp14:editId="63ABCBC9">
          <wp:extent cx="1007918" cy="437987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18" cy="43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55EFD7" wp14:editId="70DF0430">
              <wp:simplePos x="0" y="0"/>
              <wp:positionH relativeFrom="margin">
                <wp:posOffset>980440</wp:posOffset>
              </wp:positionH>
              <wp:positionV relativeFrom="paragraph">
                <wp:posOffset>43815</wp:posOffset>
              </wp:positionV>
              <wp:extent cx="5018405" cy="70485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FFC54F8" w14:textId="77777777" w:rsidR="00A76F6C" w:rsidRPr="00021FC4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e-mail : </w:t>
                          </w:r>
                          <w:r w:rsidR="00F0580C">
                            <w:fldChar w:fldCharType="begin"/>
                          </w:r>
                          <w:r w:rsidR="00F0580C">
                            <w:instrText xml:space="preserve"> HYPERLINK "mailto:ias.kielce@mf.gov.pl" </w:instrText>
                          </w:r>
                          <w:r w:rsidR="00F0580C">
                            <w:fldChar w:fldCharType="separate"/>
                          </w:r>
                          <w:r w:rsidRPr="00D14B10">
                            <w:rPr>
                              <w:rStyle w:val="Hipercze"/>
                              <w:sz w:val="18"/>
                              <w:szCs w:val="18"/>
                              <w:lang w:val="fr-FR"/>
                            </w:rPr>
                            <w:t>ias.kielce@mf.gov.pl</w:t>
                          </w:r>
                          <w:r w:rsidR="00F0580C">
                            <w:rPr>
                              <w:rStyle w:val="Hipercze"/>
                              <w:sz w:val="18"/>
                              <w:szCs w:val="18"/>
                              <w:lang w:val="fr-FR"/>
                            </w:rPr>
                            <w:fldChar w:fldCharType="end"/>
                          </w:r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ePUAP </w:t>
                          </w:r>
                          <w:r w:rsidRPr="008373CC">
                            <w:rPr>
                              <w:color w:val="5F5F5F"/>
                              <w:sz w:val="18"/>
                              <w:szCs w:val="18"/>
                              <w:lang w:val="fr-FR"/>
                            </w:rPr>
                            <w:t xml:space="preserve">: </w:t>
                          </w:r>
                          <w:r w:rsidRPr="008373CC">
                            <w:rPr>
                              <w:color w:val="5F5F5F"/>
                              <w:sz w:val="18"/>
                              <w:szCs w:val="18"/>
                            </w:rPr>
                            <w:t>/v4x09vaj06/</w:t>
                          </w:r>
                          <w:proofErr w:type="spellStart"/>
                          <w:r w:rsidRPr="008373CC">
                            <w:rPr>
                              <w:color w:val="5F5F5F"/>
                              <w:sz w:val="18"/>
                              <w:szCs w:val="18"/>
                            </w:rPr>
                            <w:t>SkrytkaESP</w:t>
                          </w:r>
                          <w:proofErr w:type="spellEnd"/>
                          <w:r>
                            <w:rPr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</w:t>
                          </w:r>
                          <w:hyperlink r:id="rId2" w:history="1">
                            <w:r w:rsidRPr="00D14B10">
                              <w:rPr>
                                <w:rStyle w:val="Hipercze"/>
                                <w:sz w:val="18"/>
                                <w:szCs w:val="18"/>
                                <w:lang w:val="fr-FR"/>
                              </w:rPr>
                              <w:t>www.swietokrzyskie.kas.gov.pl</w:t>
                            </w:r>
                          </w:hyperlink>
                        </w:p>
                        <w:p w14:paraId="6E548EE6" w14:textId="77777777" w:rsidR="00A76F6C" w:rsidRPr="008373CC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</w:pPr>
                          <w:r w:rsidRPr="00056192">
                            <w:rPr>
                              <w:rStyle w:val="Hipercze"/>
                              <w:color w:val="757575"/>
                              <w:sz w:val="18"/>
                              <w:szCs w:val="18"/>
                            </w:rPr>
                            <w:t xml:space="preserve">Izba </w:t>
                          </w: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  <w:t xml:space="preserve">Administracji Skarbowej w Kielcach, </w:t>
                          </w:r>
                        </w:p>
                        <w:p w14:paraId="3CFB0178" w14:textId="77777777" w:rsidR="00A76F6C" w:rsidRPr="008373CC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color w:val="777777"/>
                            </w:rPr>
                          </w:pP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</w:rPr>
                            <w:t xml:space="preserve">ul. </w:t>
                          </w:r>
                          <w:r w:rsidRPr="008373CC">
                            <w:rPr>
                              <w:rStyle w:val="Hipercze"/>
                              <w:color w:val="777777"/>
                              <w:sz w:val="18"/>
                              <w:szCs w:val="18"/>
                              <w:lang w:val="fr-FR"/>
                            </w:rPr>
                            <w:t>Sandomierska 105, 25-324 Kielce</w:t>
                          </w:r>
                        </w:p>
                        <w:p w14:paraId="04743270" w14:textId="77777777" w:rsidR="00A76F6C" w:rsidRDefault="00A76F6C" w:rsidP="006C3D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5EFD7" id="Pole tekstowe 6" o:spid="_x0000_s1029" type="#_x0000_t202" style="position:absolute;margin-left:77.2pt;margin-top:3.45pt;width:395.1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quXQ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" fillcolor="window" stroked="f" strokeweight=".5pt">
              <v:path arrowok="t"/>
              <v:textbox>
                <w:txbxContent>
                  <w:p w14:paraId="5FFC54F8" w14:textId="77777777" w:rsidR="00A76F6C" w:rsidRPr="00021FC4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sz w:val="18"/>
                        <w:szCs w:val="18"/>
                      </w:rPr>
                    </w:pPr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e-mail : </w:t>
                    </w:r>
                    <w:r w:rsidR="00F0580C">
                      <w:fldChar w:fldCharType="begin"/>
                    </w:r>
                    <w:r w:rsidR="00F0580C">
                      <w:instrText xml:space="preserve"> HYPERLINK "mailto:ias.kielce@mf.gov.pl" </w:instrText>
                    </w:r>
                    <w:r w:rsidR="00F0580C">
                      <w:fldChar w:fldCharType="separate"/>
                    </w:r>
                    <w:r w:rsidRPr="00D14B10">
                      <w:rPr>
                        <w:rStyle w:val="Hipercze"/>
                        <w:sz w:val="18"/>
                        <w:szCs w:val="18"/>
                        <w:lang w:val="fr-FR"/>
                      </w:rPr>
                      <w:t>ias.kielce@mf.gov.pl</w:t>
                    </w:r>
                    <w:r w:rsidR="00F0580C">
                      <w:rPr>
                        <w:rStyle w:val="Hipercze"/>
                        <w:sz w:val="18"/>
                        <w:szCs w:val="18"/>
                        <w:lang w:val="fr-FR"/>
                      </w:rPr>
                      <w:fldChar w:fldCharType="end"/>
                    </w:r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 • ePUAP </w:t>
                    </w:r>
                    <w:r w:rsidRPr="008373CC">
                      <w:rPr>
                        <w:color w:val="5F5F5F"/>
                        <w:sz w:val="18"/>
                        <w:szCs w:val="18"/>
                        <w:lang w:val="fr-FR"/>
                      </w:rPr>
                      <w:t xml:space="preserve">: </w:t>
                    </w:r>
                    <w:r w:rsidRPr="008373CC">
                      <w:rPr>
                        <w:color w:val="5F5F5F"/>
                        <w:sz w:val="18"/>
                        <w:szCs w:val="18"/>
                      </w:rPr>
                      <w:t>/v4x09vaj06/</w:t>
                    </w:r>
                    <w:proofErr w:type="spellStart"/>
                    <w:r w:rsidRPr="008373CC">
                      <w:rPr>
                        <w:color w:val="5F5F5F"/>
                        <w:sz w:val="18"/>
                        <w:szCs w:val="18"/>
                      </w:rPr>
                      <w:t>SkrytkaESP</w:t>
                    </w:r>
                    <w:proofErr w:type="spellEnd"/>
                    <w:r>
                      <w:rPr>
                        <w:color w:val="757575"/>
                        <w:sz w:val="18"/>
                        <w:szCs w:val="18"/>
                        <w:lang w:val="fr-FR"/>
                      </w:rPr>
                      <w:t xml:space="preserve"> • </w:t>
                    </w:r>
                    <w:hyperlink r:id="rId3" w:history="1">
                      <w:r w:rsidRPr="00D14B10">
                        <w:rPr>
                          <w:rStyle w:val="Hipercze"/>
                          <w:sz w:val="18"/>
                          <w:szCs w:val="18"/>
                          <w:lang w:val="fr-FR"/>
                        </w:rPr>
                        <w:t>www.swietokrzyskie.kas.gov.pl</w:t>
                      </w:r>
                    </w:hyperlink>
                  </w:p>
                  <w:p w14:paraId="6E548EE6" w14:textId="77777777" w:rsidR="00A76F6C" w:rsidRPr="008373CC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Style w:val="Hipercze"/>
                        <w:color w:val="777777"/>
                        <w:sz w:val="18"/>
                        <w:szCs w:val="18"/>
                      </w:rPr>
                    </w:pPr>
                    <w:r w:rsidRPr="00056192">
                      <w:rPr>
                        <w:rStyle w:val="Hipercze"/>
                        <w:color w:val="757575"/>
                        <w:sz w:val="18"/>
                        <w:szCs w:val="18"/>
                      </w:rPr>
                      <w:t xml:space="preserve">Izba </w:t>
                    </w: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</w:rPr>
                      <w:t xml:space="preserve">Administracji Skarbowej w Kielcach, </w:t>
                    </w:r>
                  </w:p>
                  <w:p w14:paraId="3CFB0178" w14:textId="77777777" w:rsidR="00A76F6C" w:rsidRPr="008373CC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color w:val="777777"/>
                      </w:rPr>
                    </w:pP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</w:rPr>
                      <w:t xml:space="preserve">ul. </w:t>
                    </w:r>
                    <w:r w:rsidRPr="008373CC">
                      <w:rPr>
                        <w:rStyle w:val="Hipercze"/>
                        <w:color w:val="777777"/>
                        <w:sz w:val="18"/>
                        <w:szCs w:val="18"/>
                        <w:lang w:val="fr-FR"/>
                      </w:rPr>
                      <w:t>Sandomierska 105, 25-324 Kielce</w:t>
                    </w:r>
                  </w:p>
                  <w:p w14:paraId="04743270" w14:textId="77777777" w:rsidR="00A76F6C" w:rsidRDefault="00A76F6C" w:rsidP="006C3D2A"/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39143" w14:textId="77777777" w:rsidR="00B40061" w:rsidRDefault="00B40061">
      <w:r>
        <w:separator/>
      </w:r>
    </w:p>
  </w:footnote>
  <w:footnote w:type="continuationSeparator" w:id="0">
    <w:p w14:paraId="2381B0F0" w14:textId="77777777" w:rsidR="00B40061" w:rsidRDefault="00B40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073B8D" w:rsidRDefault="00A76F6C" w:rsidP="006812BB">
    <w:pPr>
      <w:ind w:left="1560"/>
      <w:rPr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  <w:t xml:space="preserve"> </w:t>
    </w:r>
    <w:r w:rsidRPr="00073B8D">
      <w:rPr>
        <w:b/>
        <w:bCs/>
      </w:rPr>
      <w:t>IZBA ADMINISTRACJI SKARBOWEJ</w:t>
    </w:r>
    <w:r w:rsidRPr="00073B8D">
      <w:rPr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0" w15:restartNumberingAfterBreak="0">
    <w:nsid w:val="039D561D"/>
    <w:multiLevelType w:val="hybridMultilevel"/>
    <w:tmpl w:val="4AF4C848"/>
    <w:lvl w:ilvl="0" w:tplc="04150011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6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8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9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2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7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9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 w15:restartNumberingAfterBreak="0">
    <w:nsid w:val="19191AA8"/>
    <w:multiLevelType w:val="hybridMultilevel"/>
    <w:tmpl w:val="478C519C"/>
    <w:lvl w:ilvl="0" w:tplc="3D3CA858">
      <w:start w:val="1"/>
      <w:numFmt w:val="decimal"/>
      <w:lvlText w:val="%1."/>
      <w:lvlJc w:val="left"/>
      <w:pPr>
        <w:ind w:left="135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A2A5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E5F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2286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D2946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F4E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70F36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22E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B4666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5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7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9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42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24365924"/>
    <w:multiLevelType w:val="hybridMultilevel"/>
    <w:tmpl w:val="A52AE9E6"/>
    <w:lvl w:ilvl="0" w:tplc="C640161E">
      <w:start w:val="4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7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8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0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1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3" w15:restartNumberingAfterBreak="0">
    <w:nsid w:val="2F033350"/>
    <w:multiLevelType w:val="hybridMultilevel"/>
    <w:tmpl w:val="B7804988"/>
    <w:lvl w:ilvl="0" w:tplc="E1FCFC6C">
      <w:start w:val="3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5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7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9" w15:restartNumberingAfterBreak="0">
    <w:nsid w:val="33DA6959"/>
    <w:multiLevelType w:val="multilevel"/>
    <w:tmpl w:val="72AA4848"/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abstractNum w:abstractNumId="60" w15:restartNumberingAfterBreak="0">
    <w:nsid w:val="33E47E13"/>
    <w:multiLevelType w:val="hybridMultilevel"/>
    <w:tmpl w:val="5BFE7D40"/>
    <w:lvl w:ilvl="0" w:tplc="98FC8AF0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2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70" w15:restartNumberingAfterBreak="0">
    <w:nsid w:val="42F619E8"/>
    <w:multiLevelType w:val="hybridMultilevel"/>
    <w:tmpl w:val="4D60B78C"/>
    <w:lvl w:ilvl="0" w:tplc="167AC5E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71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2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73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6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1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4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5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7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8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92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9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5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6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7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8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8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707C063B"/>
    <w:multiLevelType w:val="hybridMultilevel"/>
    <w:tmpl w:val="0CCE945A"/>
    <w:lvl w:ilvl="0" w:tplc="AA2831C2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5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6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2"/>
  </w:num>
  <w:num w:numId="2">
    <w:abstractNumId w:val="78"/>
  </w:num>
  <w:num w:numId="3">
    <w:abstractNumId w:val="35"/>
  </w:num>
  <w:num w:numId="4">
    <w:abstractNumId w:val="22"/>
  </w:num>
  <w:num w:numId="5">
    <w:abstractNumId w:val="104"/>
  </w:num>
  <w:num w:numId="6">
    <w:abstractNumId w:val="32"/>
  </w:num>
  <w:num w:numId="7">
    <w:abstractNumId w:val="77"/>
  </w:num>
  <w:num w:numId="8">
    <w:abstractNumId w:val="108"/>
  </w:num>
  <w:num w:numId="9">
    <w:abstractNumId w:val="68"/>
  </w:num>
  <w:num w:numId="10">
    <w:abstractNumId w:val="94"/>
  </w:num>
  <w:num w:numId="11">
    <w:abstractNumId w:val="26"/>
  </w:num>
  <w:num w:numId="12">
    <w:abstractNumId w:val="64"/>
  </w:num>
  <w:num w:numId="13">
    <w:abstractNumId w:val="49"/>
  </w:num>
  <w:num w:numId="14">
    <w:abstractNumId w:val="14"/>
  </w:num>
  <w:num w:numId="15">
    <w:abstractNumId w:val="100"/>
  </w:num>
  <w:num w:numId="16">
    <w:abstractNumId w:val="113"/>
  </w:num>
  <w:num w:numId="17">
    <w:abstractNumId w:val="67"/>
  </w:num>
  <w:num w:numId="18">
    <w:abstractNumId w:val="36"/>
  </w:num>
  <w:num w:numId="19">
    <w:abstractNumId w:val="56"/>
  </w:num>
  <w:num w:numId="20">
    <w:abstractNumId w:val="43"/>
  </w:num>
  <w:num w:numId="21">
    <w:abstractNumId w:val="65"/>
  </w:num>
  <w:num w:numId="22">
    <w:abstractNumId w:val="114"/>
  </w:num>
  <w:num w:numId="23">
    <w:abstractNumId w:val="74"/>
  </w:num>
  <w:num w:numId="24">
    <w:abstractNumId w:val="105"/>
  </w:num>
  <w:num w:numId="25">
    <w:abstractNumId w:val="106"/>
  </w:num>
  <w:num w:numId="26">
    <w:abstractNumId w:val="23"/>
  </w:num>
  <w:num w:numId="27">
    <w:abstractNumId w:val="86"/>
  </w:num>
  <w:num w:numId="28">
    <w:abstractNumId w:val="92"/>
  </w:num>
  <w:num w:numId="29">
    <w:abstractNumId w:val="9"/>
  </w:num>
  <w:num w:numId="30">
    <w:abstractNumId w:val="72"/>
  </w:num>
  <w:num w:numId="31">
    <w:abstractNumId w:val="73"/>
  </w:num>
  <w:num w:numId="32">
    <w:abstractNumId w:val="52"/>
  </w:num>
  <w:num w:numId="33">
    <w:abstractNumId w:val="42"/>
  </w:num>
  <w:num w:numId="34">
    <w:abstractNumId w:val="95"/>
  </w:num>
  <w:num w:numId="35">
    <w:abstractNumId w:val="6"/>
  </w:num>
  <w:num w:numId="36">
    <w:abstractNumId w:val="62"/>
  </w:num>
  <w:num w:numId="37">
    <w:abstractNumId w:val="8"/>
  </w:num>
  <w:num w:numId="38">
    <w:abstractNumId w:val="93"/>
  </w:num>
  <w:num w:numId="39">
    <w:abstractNumId w:val="118"/>
  </w:num>
  <w:num w:numId="40">
    <w:abstractNumId w:val="83"/>
  </w:num>
  <w:num w:numId="41">
    <w:abstractNumId w:val="33"/>
  </w:num>
  <w:num w:numId="42">
    <w:abstractNumId w:val="76"/>
  </w:num>
  <w:num w:numId="43">
    <w:abstractNumId w:val="110"/>
  </w:num>
  <w:num w:numId="44">
    <w:abstractNumId w:val="13"/>
  </w:num>
  <w:num w:numId="45">
    <w:abstractNumId w:val="12"/>
  </w:num>
  <w:num w:numId="46">
    <w:abstractNumId w:val="69"/>
  </w:num>
  <w:num w:numId="47">
    <w:abstractNumId w:val="20"/>
  </w:num>
  <w:num w:numId="48">
    <w:abstractNumId w:val="71"/>
  </w:num>
  <w:num w:numId="49">
    <w:abstractNumId w:val="34"/>
  </w:num>
  <w:num w:numId="50">
    <w:abstractNumId w:val="109"/>
  </w:num>
  <w:num w:numId="51">
    <w:abstractNumId w:val="87"/>
  </w:num>
  <w:num w:numId="52">
    <w:abstractNumId w:val="89"/>
  </w:num>
  <w:num w:numId="53">
    <w:abstractNumId w:val="115"/>
  </w:num>
  <w:num w:numId="54">
    <w:abstractNumId w:val="80"/>
  </w:num>
  <w:num w:numId="55">
    <w:abstractNumId w:val="16"/>
  </w:num>
  <w:num w:numId="56">
    <w:abstractNumId w:val="24"/>
  </w:num>
  <w:num w:numId="57">
    <w:abstractNumId w:val="38"/>
  </w:num>
  <w:num w:numId="58">
    <w:abstractNumId w:val="28"/>
  </w:num>
  <w:num w:numId="59">
    <w:abstractNumId w:val="117"/>
  </w:num>
  <w:num w:numId="60">
    <w:abstractNumId w:val="7"/>
  </w:num>
  <w:num w:numId="61">
    <w:abstractNumId w:val="84"/>
  </w:num>
  <w:num w:numId="62">
    <w:abstractNumId w:val="40"/>
  </w:num>
  <w:num w:numId="63">
    <w:abstractNumId w:val="107"/>
  </w:num>
  <w:num w:numId="64">
    <w:abstractNumId w:val="116"/>
  </w:num>
  <w:num w:numId="65">
    <w:abstractNumId w:val="21"/>
  </w:num>
  <w:num w:numId="66">
    <w:abstractNumId w:val="37"/>
  </w:num>
  <w:num w:numId="67">
    <w:abstractNumId w:val="44"/>
  </w:num>
  <w:num w:numId="68">
    <w:abstractNumId w:val="46"/>
  </w:num>
  <w:num w:numId="69">
    <w:abstractNumId w:val="18"/>
  </w:num>
  <w:num w:numId="70">
    <w:abstractNumId w:val="103"/>
  </w:num>
  <w:num w:numId="71">
    <w:abstractNumId w:val="39"/>
  </w:num>
  <w:num w:numId="72">
    <w:abstractNumId w:val="99"/>
  </w:num>
  <w:num w:numId="73">
    <w:abstractNumId w:val="63"/>
  </w:num>
  <w:num w:numId="74">
    <w:abstractNumId w:val="97"/>
  </w:num>
  <w:num w:numId="75">
    <w:abstractNumId w:val="90"/>
  </w:num>
  <w:num w:numId="76">
    <w:abstractNumId w:val="15"/>
  </w:num>
  <w:num w:numId="77">
    <w:abstractNumId w:val="31"/>
  </w:num>
  <w:num w:numId="78">
    <w:abstractNumId w:val="50"/>
  </w:num>
  <w:num w:numId="79">
    <w:abstractNumId w:val="98"/>
  </w:num>
  <w:num w:numId="80">
    <w:abstractNumId w:val="81"/>
  </w:num>
  <w:num w:numId="81">
    <w:abstractNumId w:val="57"/>
  </w:num>
  <w:num w:numId="82">
    <w:abstractNumId w:val="119"/>
  </w:num>
  <w:num w:numId="83">
    <w:abstractNumId w:val="25"/>
  </w:num>
  <w:num w:numId="84">
    <w:abstractNumId w:val="11"/>
  </w:num>
  <w:num w:numId="85">
    <w:abstractNumId w:val="61"/>
  </w:num>
  <w:num w:numId="86">
    <w:abstractNumId w:val="75"/>
  </w:num>
  <w:num w:numId="87">
    <w:abstractNumId w:val="19"/>
  </w:num>
  <w:num w:numId="88">
    <w:abstractNumId w:val="48"/>
  </w:num>
  <w:num w:numId="89">
    <w:abstractNumId w:val="27"/>
  </w:num>
  <w:num w:numId="90">
    <w:abstractNumId w:val="41"/>
  </w:num>
  <w:num w:numId="91">
    <w:abstractNumId w:val="79"/>
  </w:num>
  <w:num w:numId="92">
    <w:abstractNumId w:val="17"/>
  </w:num>
  <w:num w:numId="93">
    <w:abstractNumId w:val="55"/>
  </w:num>
  <w:num w:numId="94">
    <w:abstractNumId w:val="66"/>
  </w:num>
  <w:num w:numId="95">
    <w:abstractNumId w:val="54"/>
  </w:num>
  <w:num w:numId="96">
    <w:abstractNumId w:val="101"/>
  </w:num>
  <w:num w:numId="97">
    <w:abstractNumId w:val="47"/>
  </w:num>
  <w:num w:numId="98">
    <w:abstractNumId w:val="102"/>
  </w:num>
  <w:num w:numId="99">
    <w:abstractNumId w:val="88"/>
  </w:num>
  <w:num w:numId="100">
    <w:abstractNumId w:val="82"/>
  </w:num>
  <w:num w:numId="101">
    <w:abstractNumId w:val="51"/>
  </w:num>
  <w:num w:numId="102">
    <w:abstractNumId w:val="58"/>
  </w:num>
  <w:num w:numId="103">
    <w:abstractNumId w:val="85"/>
  </w:num>
  <w:num w:numId="104">
    <w:abstractNumId w:val="0"/>
  </w:num>
  <w:num w:numId="105">
    <w:abstractNumId w:val="111"/>
  </w:num>
  <w:num w:numId="106">
    <w:abstractNumId w:val="60"/>
  </w:num>
  <w:num w:numId="107">
    <w:abstractNumId w:val="30"/>
  </w:num>
  <w:num w:numId="108">
    <w:abstractNumId w:val="91"/>
  </w:num>
  <w:num w:numId="109">
    <w:abstractNumId w:val="59"/>
    <w:lvlOverride w:ilvl="0">
      <w:startOverride w:val="1"/>
    </w:lvlOverride>
  </w:num>
  <w:num w:numId="110">
    <w:abstractNumId w:val="10"/>
  </w:num>
  <w:num w:numId="111">
    <w:abstractNumId w:val="70"/>
  </w:num>
  <w:num w:numId="112">
    <w:abstractNumId w:val="53"/>
  </w:num>
  <w:num w:numId="113">
    <w:abstractNumId w:val="4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573A"/>
    <w:rsid w:val="00006FAF"/>
    <w:rsid w:val="000072F3"/>
    <w:rsid w:val="000073AF"/>
    <w:rsid w:val="00007433"/>
    <w:rsid w:val="0001015D"/>
    <w:rsid w:val="000109A8"/>
    <w:rsid w:val="00010B09"/>
    <w:rsid w:val="0001122B"/>
    <w:rsid w:val="000117F5"/>
    <w:rsid w:val="000119A8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A86"/>
    <w:rsid w:val="00015EF0"/>
    <w:rsid w:val="00015F03"/>
    <w:rsid w:val="00016798"/>
    <w:rsid w:val="00016BED"/>
    <w:rsid w:val="00016FE7"/>
    <w:rsid w:val="0001702D"/>
    <w:rsid w:val="000175EA"/>
    <w:rsid w:val="00017A6B"/>
    <w:rsid w:val="00020143"/>
    <w:rsid w:val="000202DB"/>
    <w:rsid w:val="00020385"/>
    <w:rsid w:val="000207B4"/>
    <w:rsid w:val="00020840"/>
    <w:rsid w:val="00020C78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081"/>
    <w:rsid w:val="00027A20"/>
    <w:rsid w:val="00027A7C"/>
    <w:rsid w:val="00027B5B"/>
    <w:rsid w:val="00027F56"/>
    <w:rsid w:val="000301B3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467C"/>
    <w:rsid w:val="000346A4"/>
    <w:rsid w:val="00034F92"/>
    <w:rsid w:val="00035379"/>
    <w:rsid w:val="0003563D"/>
    <w:rsid w:val="00035B41"/>
    <w:rsid w:val="00035FA9"/>
    <w:rsid w:val="0003631F"/>
    <w:rsid w:val="00036AAD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649"/>
    <w:rsid w:val="000517B6"/>
    <w:rsid w:val="000522BF"/>
    <w:rsid w:val="0005232D"/>
    <w:rsid w:val="00052EC2"/>
    <w:rsid w:val="000536AD"/>
    <w:rsid w:val="00053A2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D87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8BC"/>
    <w:rsid w:val="00075552"/>
    <w:rsid w:val="000757FB"/>
    <w:rsid w:val="00076B17"/>
    <w:rsid w:val="00076C77"/>
    <w:rsid w:val="00076D22"/>
    <w:rsid w:val="00076ED6"/>
    <w:rsid w:val="0007778D"/>
    <w:rsid w:val="00077DB5"/>
    <w:rsid w:val="00080003"/>
    <w:rsid w:val="00080908"/>
    <w:rsid w:val="000809E6"/>
    <w:rsid w:val="00080D1A"/>
    <w:rsid w:val="00080DA3"/>
    <w:rsid w:val="00080ECB"/>
    <w:rsid w:val="00081460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52A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784C"/>
    <w:rsid w:val="00087FCA"/>
    <w:rsid w:val="000906C4"/>
    <w:rsid w:val="0009077E"/>
    <w:rsid w:val="00090FD6"/>
    <w:rsid w:val="00091061"/>
    <w:rsid w:val="00091D9B"/>
    <w:rsid w:val="0009215A"/>
    <w:rsid w:val="00092540"/>
    <w:rsid w:val="00092D98"/>
    <w:rsid w:val="000930FD"/>
    <w:rsid w:val="00093262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A"/>
    <w:rsid w:val="00096BAD"/>
    <w:rsid w:val="00096D7F"/>
    <w:rsid w:val="00096D96"/>
    <w:rsid w:val="00096DCB"/>
    <w:rsid w:val="000977AA"/>
    <w:rsid w:val="00097C49"/>
    <w:rsid w:val="00097F00"/>
    <w:rsid w:val="00097FED"/>
    <w:rsid w:val="000A031F"/>
    <w:rsid w:val="000A0630"/>
    <w:rsid w:val="000A07C5"/>
    <w:rsid w:val="000A0816"/>
    <w:rsid w:val="000A0D6D"/>
    <w:rsid w:val="000A0E81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8F1"/>
    <w:rsid w:val="000B2AF3"/>
    <w:rsid w:val="000B2BAA"/>
    <w:rsid w:val="000B2DB8"/>
    <w:rsid w:val="000B33BE"/>
    <w:rsid w:val="000B35A2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D0303"/>
    <w:rsid w:val="000D036E"/>
    <w:rsid w:val="000D05D0"/>
    <w:rsid w:val="000D0730"/>
    <w:rsid w:val="000D0791"/>
    <w:rsid w:val="000D0F31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E8F"/>
    <w:rsid w:val="000D5FE5"/>
    <w:rsid w:val="000D5FEA"/>
    <w:rsid w:val="000D6017"/>
    <w:rsid w:val="000D6129"/>
    <w:rsid w:val="000D671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445"/>
    <w:rsid w:val="000E3751"/>
    <w:rsid w:val="000E388D"/>
    <w:rsid w:val="000E3B41"/>
    <w:rsid w:val="000E4369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31C"/>
    <w:rsid w:val="000F15D4"/>
    <w:rsid w:val="000F1732"/>
    <w:rsid w:val="000F1F44"/>
    <w:rsid w:val="000F2929"/>
    <w:rsid w:val="000F3330"/>
    <w:rsid w:val="000F3880"/>
    <w:rsid w:val="000F3A3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E8A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A0C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F90"/>
    <w:rsid w:val="00136080"/>
    <w:rsid w:val="00136240"/>
    <w:rsid w:val="001365B3"/>
    <w:rsid w:val="001366FE"/>
    <w:rsid w:val="001369E7"/>
    <w:rsid w:val="0013711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25F0"/>
    <w:rsid w:val="00142664"/>
    <w:rsid w:val="001427E2"/>
    <w:rsid w:val="001429BA"/>
    <w:rsid w:val="00142A17"/>
    <w:rsid w:val="00142EB2"/>
    <w:rsid w:val="00143289"/>
    <w:rsid w:val="001436AA"/>
    <w:rsid w:val="00144795"/>
    <w:rsid w:val="001449CE"/>
    <w:rsid w:val="00144E39"/>
    <w:rsid w:val="00144EA4"/>
    <w:rsid w:val="001456B2"/>
    <w:rsid w:val="00145D09"/>
    <w:rsid w:val="00145D55"/>
    <w:rsid w:val="001466CD"/>
    <w:rsid w:val="00147FC3"/>
    <w:rsid w:val="001507B1"/>
    <w:rsid w:val="00150AD6"/>
    <w:rsid w:val="001522E7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68D5"/>
    <w:rsid w:val="00166D05"/>
    <w:rsid w:val="00166E26"/>
    <w:rsid w:val="00167C81"/>
    <w:rsid w:val="00167C9C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6341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4057"/>
    <w:rsid w:val="0018445F"/>
    <w:rsid w:val="001846AA"/>
    <w:rsid w:val="0018476E"/>
    <w:rsid w:val="00184785"/>
    <w:rsid w:val="001847BD"/>
    <w:rsid w:val="00184EB7"/>
    <w:rsid w:val="00184F19"/>
    <w:rsid w:val="00185197"/>
    <w:rsid w:val="00185211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F94"/>
    <w:rsid w:val="00196302"/>
    <w:rsid w:val="0019687C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B83"/>
    <w:rsid w:val="001B225E"/>
    <w:rsid w:val="001B3304"/>
    <w:rsid w:val="001B3C70"/>
    <w:rsid w:val="001B443F"/>
    <w:rsid w:val="001B47C0"/>
    <w:rsid w:val="001B493E"/>
    <w:rsid w:val="001B4B9A"/>
    <w:rsid w:val="001B67AD"/>
    <w:rsid w:val="001B6B5F"/>
    <w:rsid w:val="001B6BB2"/>
    <w:rsid w:val="001B7227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769"/>
    <w:rsid w:val="001C2B54"/>
    <w:rsid w:val="001C2CF8"/>
    <w:rsid w:val="001C2EA0"/>
    <w:rsid w:val="001C3486"/>
    <w:rsid w:val="001C3A2B"/>
    <w:rsid w:val="001C3E4B"/>
    <w:rsid w:val="001C3E58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73BD"/>
    <w:rsid w:val="001D02A6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B"/>
    <w:rsid w:val="001D57C8"/>
    <w:rsid w:val="001D5D2E"/>
    <w:rsid w:val="001D630B"/>
    <w:rsid w:val="001D6722"/>
    <w:rsid w:val="001D67CF"/>
    <w:rsid w:val="001D6857"/>
    <w:rsid w:val="001D6A05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3518"/>
    <w:rsid w:val="00203546"/>
    <w:rsid w:val="00204223"/>
    <w:rsid w:val="00204430"/>
    <w:rsid w:val="00204EDF"/>
    <w:rsid w:val="002050F6"/>
    <w:rsid w:val="00205197"/>
    <w:rsid w:val="0020595A"/>
    <w:rsid w:val="002062CF"/>
    <w:rsid w:val="0020664E"/>
    <w:rsid w:val="00207003"/>
    <w:rsid w:val="00207178"/>
    <w:rsid w:val="002075D2"/>
    <w:rsid w:val="0020760E"/>
    <w:rsid w:val="0020766F"/>
    <w:rsid w:val="002077B0"/>
    <w:rsid w:val="00207BF6"/>
    <w:rsid w:val="00210389"/>
    <w:rsid w:val="00210D0A"/>
    <w:rsid w:val="00211B9F"/>
    <w:rsid w:val="0021206E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A1C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C1F"/>
    <w:rsid w:val="00226DD7"/>
    <w:rsid w:val="00226E16"/>
    <w:rsid w:val="00226F1E"/>
    <w:rsid w:val="00227201"/>
    <w:rsid w:val="0022757E"/>
    <w:rsid w:val="0022799F"/>
    <w:rsid w:val="00230372"/>
    <w:rsid w:val="002309F9"/>
    <w:rsid w:val="00230B62"/>
    <w:rsid w:val="00231007"/>
    <w:rsid w:val="00231376"/>
    <w:rsid w:val="00231DC4"/>
    <w:rsid w:val="00232B6E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522"/>
    <w:rsid w:val="002431EC"/>
    <w:rsid w:val="0024350C"/>
    <w:rsid w:val="00244264"/>
    <w:rsid w:val="00244333"/>
    <w:rsid w:val="00244A46"/>
    <w:rsid w:val="00244B61"/>
    <w:rsid w:val="00244FC8"/>
    <w:rsid w:val="00245220"/>
    <w:rsid w:val="002459FB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A13"/>
    <w:rsid w:val="00255AF2"/>
    <w:rsid w:val="00256724"/>
    <w:rsid w:val="00256915"/>
    <w:rsid w:val="00256E08"/>
    <w:rsid w:val="002570FA"/>
    <w:rsid w:val="002574FB"/>
    <w:rsid w:val="00257A88"/>
    <w:rsid w:val="002600F6"/>
    <w:rsid w:val="00260339"/>
    <w:rsid w:val="00260B61"/>
    <w:rsid w:val="00261878"/>
    <w:rsid w:val="00261C17"/>
    <w:rsid w:val="00262598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DDC"/>
    <w:rsid w:val="00287F29"/>
    <w:rsid w:val="002902D6"/>
    <w:rsid w:val="00290F9F"/>
    <w:rsid w:val="00290FCB"/>
    <w:rsid w:val="002913B8"/>
    <w:rsid w:val="00291AF5"/>
    <w:rsid w:val="00291DB9"/>
    <w:rsid w:val="00292CDD"/>
    <w:rsid w:val="00292F22"/>
    <w:rsid w:val="00293147"/>
    <w:rsid w:val="00293905"/>
    <w:rsid w:val="00295669"/>
    <w:rsid w:val="0029593F"/>
    <w:rsid w:val="002961BB"/>
    <w:rsid w:val="00296223"/>
    <w:rsid w:val="002969B4"/>
    <w:rsid w:val="00296B2C"/>
    <w:rsid w:val="00296E4E"/>
    <w:rsid w:val="002A017C"/>
    <w:rsid w:val="002A02E8"/>
    <w:rsid w:val="002A0425"/>
    <w:rsid w:val="002A0C57"/>
    <w:rsid w:val="002A12D9"/>
    <w:rsid w:val="002A1518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9E1"/>
    <w:rsid w:val="002B1BBE"/>
    <w:rsid w:val="002B1CE5"/>
    <w:rsid w:val="002B259E"/>
    <w:rsid w:val="002B25BF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73BA"/>
    <w:rsid w:val="002C74F7"/>
    <w:rsid w:val="002C797C"/>
    <w:rsid w:val="002D02D2"/>
    <w:rsid w:val="002D0E54"/>
    <w:rsid w:val="002D107C"/>
    <w:rsid w:val="002D161E"/>
    <w:rsid w:val="002D1769"/>
    <w:rsid w:val="002D1DB1"/>
    <w:rsid w:val="002D1E1F"/>
    <w:rsid w:val="002D1F9D"/>
    <w:rsid w:val="002D235C"/>
    <w:rsid w:val="002D2834"/>
    <w:rsid w:val="002D30D4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D95"/>
    <w:rsid w:val="002E24AC"/>
    <w:rsid w:val="002E263E"/>
    <w:rsid w:val="002E2BBF"/>
    <w:rsid w:val="002E37F7"/>
    <w:rsid w:val="002E382E"/>
    <w:rsid w:val="002E38E7"/>
    <w:rsid w:val="002E3A72"/>
    <w:rsid w:val="002E3FD0"/>
    <w:rsid w:val="002E4B64"/>
    <w:rsid w:val="002E4EF3"/>
    <w:rsid w:val="002E5162"/>
    <w:rsid w:val="002E5380"/>
    <w:rsid w:val="002E5A07"/>
    <w:rsid w:val="002E5F91"/>
    <w:rsid w:val="002E6137"/>
    <w:rsid w:val="002E6537"/>
    <w:rsid w:val="002E6646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91"/>
    <w:rsid w:val="00316A97"/>
    <w:rsid w:val="00316D3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E21"/>
    <w:rsid w:val="00331295"/>
    <w:rsid w:val="003313F4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701F"/>
    <w:rsid w:val="00347040"/>
    <w:rsid w:val="0034772E"/>
    <w:rsid w:val="00347FE9"/>
    <w:rsid w:val="0035008F"/>
    <w:rsid w:val="0035014F"/>
    <w:rsid w:val="00350375"/>
    <w:rsid w:val="003506B5"/>
    <w:rsid w:val="0035090E"/>
    <w:rsid w:val="00350A38"/>
    <w:rsid w:val="00351808"/>
    <w:rsid w:val="00351ED9"/>
    <w:rsid w:val="0035216B"/>
    <w:rsid w:val="00352225"/>
    <w:rsid w:val="00352A92"/>
    <w:rsid w:val="003532F4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4B6"/>
    <w:rsid w:val="003679CE"/>
    <w:rsid w:val="00367CF5"/>
    <w:rsid w:val="003703A9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87"/>
    <w:rsid w:val="00374505"/>
    <w:rsid w:val="00374512"/>
    <w:rsid w:val="00374DF0"/>
    <w:rsid w:val="00375304"/>
    <w:rsid w:val="00375628"/>
    <w:rsid w:val="00376677"/>
    <w:rsid w:val="00376E56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B2"/>
    <w:rsid w:val="00391D4A"/>
    <w:rsid w:val="00392422"/>
    <w:rsid w:val="0039291C"/>
    <w:rsid w:val="00393CBD"/>
    <w:rsid w:val="0039533D"/>
    <w:rsid w:val="00395461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207"/>
    <w:rsid w:val="003A08D7"/>
    <w:rsid w:val="003A092D"/>
    <w:rsid w:val="003A2960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7E"/>
    <w:rsid w:val="003A54FA"/>
    <w:rsid w:val="003A57DA"/>
    <w:rsid w:val="003A5962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763"/>
    <w:rsid w:val="003B6989"/>
    <w:rsid w:val="003B700F"/>
    <w:rsid w:val="003B72F3"/>
    <w:rsid w:val="003B7320"/>
    <w:rsid w:val="003B76FF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B0C"/>
    <w:rsid w:val="003D12C9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684A"/>
    <w:rsid w:val="003E7694"/>
    <w:rsid w:val="003E7A62"/>
    <w:rsid w:val="003F1116"/>
    <w:rsid w:val="003F12C3"/>
    <w:rsid w:val="003F2F9A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1FB"/>
    <w:rsid w:val="003F573F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6270"/>
    <w:rsid w:val="00406DE6"/>
    <w:rsid w:val="004077C1"/>
    <w:rsid w:val="00407E1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6C"/>
    <w:rsid w:val="00413800"/>
    <w:rsid w:val="00413BF5"/>
    <w:rsid w:val="00413D13"/>
    <w:rsid w:val="004140AC"/>
    <w:rsid w:val="0041437C"/>
    <w:rsid w:val="00414798"/>
    <w:rsid w:val="00415548"/>
    <w:rsid w:val="0041576C"/>
    <w:rsid w:val="0041593F"/>
    <w:rsid w:val="00415DB5"/>
    <w:rsid w:val="0041635E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E1A"/>
    <w:rsid w:val="00421E83"/>
    <w:rsid w:val="00421FF9"/>
    <w:rsid w:val="00422AC7"/>
    <w:rsid w:val="0042334E"/>
    <w:rsid w:val="00423384"/>
    <w:rsid w:val="00423CB1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D7B"/>
    <w:rsid w:val="004321AA"/>
    <w:rsid w:val="00432682"/>
    <w:rsid w:val="00432879"/>
    <w:rsid w:val="00432A72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56F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30E0"/>
    <w:rsid w:val="00443B07"/>
    <w:rsid w:val="00443CDB"/>
    <w:rsid w:val="00443CFB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4F4"/>
    <w:rsid w:val="00451946"/>
    <w:rsid w:val="00451CD3"/>
    <w:rsid w:val="00452C2D"/>
    <w:rsid w:val="00452EF2"/>
    <w:rsid w:val="00453312"/>
    <w:rsid w:val="004534F2"/>
    <w:rsid w:val="00453948"/>
    <w:rsid w:val="00453AE2"/>
    <w:rsid w:val="00453FC7"/>
    <w:rsid w:val="0045424A"/>
    <w:rsid w:val="00454ED4"/>
    <w:rsid w:val="00454FF7"/>
    <w:rsid w:val="00455206"/>
    <w:rsid w:val="004554D1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4B3"/>
    <w:rsid w:val="00465500"/>
    <w:rsid w:val="00465DD7"/>
    <w:rsid w:val="004661F8"/>
    <w:rsid w:val="00466275"/>
    <w:rsid w:val="00466500"/>
    <w:rsid w:val="004666CD"/>
    <w:rsid w:val="00466C90"/>
    <w:rsid w:val="0046731A"/>
    <w:rsid w:val="0046734F"/>
    <w:rsid w:val="00467941"/>
    <w:rsid w:val="00467F0A"/>
    <w:rsid w:val="00470146"/>
    <w:rsid w:val="0047025E"/>
    <w:rsid w:val="00470B51"/>
    <w:rsid w:val="00470DEA"/>
    <w:rsid w:val="00471A57"/>
    <w:rsid w:val="00471D66"/>
    <w:rsid w:val="00471DB7"/>
    <w:rsid w:val="0047265F"/>
    <w:rsid w:val="0047291B"/>
    <w:rsid w:val="004730B4"/>
    <w:rsid w:val="0047391D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5744"/>
    <w:rsid w:val="00485D5C"/>
    <w:rsid w:val="00486A67"/>
    <w:rsid w:val="00486B86"/>
    <w:rsid w:val="00486DA7"/>
    <w:rsid w:val="00487D1E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AE5"/>
    <w:rsid w:val="0049643B"/>
    <w:rsid w:val="00496528"/>
    <w:rsid w:val="00496753"/>
    <w:rsid w:val="00496ABC"/>
    <w:rsid w:val="00496DE6"/>
    <w:rsid w:val="004972D7"/>
    <w:rsid w:val="004975BA"/>
    <w:rsid w:val="004A01C0"/>
    <w:rsid w:val="004A0BBC"/>
    <w:rsid w:val="004A1065"/>
    <w:rsid w:val="004A13A4"/>
    <w:rsid w:val="004A1A42"/>
    <w:rsid w:val="004A1AC8"/>
    <w:rsid w:val="004A2AE7"/>
    <w:rsid w:val="004A389F"/>
    <w:rsid w:val="004A38D2"/>
    <w:rsid w:val="004A3B8D"/>
    <w:rsid w:val="004A42FB"/>
    <w:rsid w:val="004A4825"/>
    <w:rsid w:val="004A5E96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DB9"/>
    <w:rsid w:val="004E3437"/>
    <w:rsid w:val="004E3861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B53"/>
    <w:rsid w:val="004F6F26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331A"/>
    <w:rsid w:val="00513627"/>
    <w:rsid w:val="005136D7"/>
    <w:rsid w:val="00514379"/>
    <w:rsid w:val="00514A98"/>
    <w:rsid w:val="005151C9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72F"/>
    <w:rsid w:val="00520E46"/>
    <w:rsid w:val="00521A83"/>
    <w:rsid w:val="00521B67"/>
    <w:rsid w:val="00521F23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A2B"/>
    <w:rsid w:val="00526115"/>
    <w:rsid w:val="005263A1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185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50A2"/>
    <w:rsid w:val="0055525C"/>
    <w:rsid w:val="005559EC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A6F"/>
    <w:rsid w:val="005743F3"/>
    <w:rsid w:val="00574E73"/>
    <w:rsid w:val="0057523A"/>
    <w:rsid w:val="005752D8"/>
    <w:rsid w:val="00575BAE"/>
    <w:rsid w:val="005760E0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3396"/>
    <w:rsid w:val="0058398E"/>
    <w:rsid w:val="00583AF1"/>
    <w:rsid w:val="00583DAE"/>
    <w:rsid w:val="00584AC6"/>
    <w:rsid w:val="00584CE0"/>
    <w:rsid w:val="00584D51"/>
    <w:rsid w:val="00584DC3"/>
    <w:rsid w:val="00585F6D"/>
    <w:rsid w:val="005865A9"/>
    <w:rsid w:val="00586695"/>
    <w:rsid w:val="00586B22"/>
    <w:rsid w:val="005873C3"/>
    <w:rsid w:val="00587D63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6243"/>
    <w:rsid w:val="005968C1"/>
    <w:rsid w:val="00596EF1"/>
    <w:rsid w:val="005971B1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4350"/>
    <w:rsid w:val="005B4768"/>
    <w:rsid w:val="005B4DB8"/>
    <w:rsid w:val="005B4DD4"/>
    <w:rsid w:val="005B55DB"/>
    <w:rsid w:val="005B62BB"/>
    <w:rsid w:val="005B6C6B"/>
    <w:rsid w:val="005B6F4E"/>
    <w:rsid w:val="005B77E6"/>
    <w:rsid w:val="005B7891"/>
    <w:rsid w:val="005B7AAC"/>
    <w:rsid w:val="005C0050"/>
    <w:rsid w:val="005C0216"/>
    <w:rsid w:val="005C144D"/>
    <w:rsid w:val="005C1859"/>
    <w:rsid w:val="005C1866"/>
    <w:rsid w:val="005C1961"/>
    <w:rsid w:val="005C1D04"/>
    <w:rsid w:val="005C27E3"/>
    <w:rsid w:val="005C2A4C"/>
    <w:rsid w:val="005C2B1C"/>
    <w:rsid w:val="005C2D0A"/>
    <w:rsid w:val="005C4284"/>
    <w:rsid w:val="005C42A1"/>
    <w:rsid w:val="005C4801"/>
    <w:rsid w:val="005C5969"/>
    <w:rsid w:val="005C5A87"/>
    <w:rsid w:val="005C61BC"/>
    <w:rsid w:val="005C649C"/>
    <w:rsid w:val="005C6806"/>
    <w:rsid w:val="005C6926"/>
    <w:rsid w:val="005C6C92"/>
    <w:rsid w:val="005C7F60"/>
    <w:rsid w:val="005D01C2"/>
    <w:rsid w:val="005D0431"/>
    <w:rsid w:val="005D0A1C"/>
    <w:rsid w:val="005D0FE0"/>
    <w:rsid w:val="005D1121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8A"/>
    <w:rsid w:val="005D6DE3"/>
    <w:rsid w:val="005D7428"/>
    <w:rsid w:val="005D751D"/>
    <w:rsid w:val="005D7A37"/>
    <w:rsid w:val="005D7F19"/>
    <w:rsid w:val="005E0955"/>
    <w:rsid w:val="005E0DB7"/>
    <w:rsid w:val="005E16C4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24"/>
    <w:rsid w:val="005F48C6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E23"/>
    <w:rsid w:val="00603E9B"/>
    <w:rsid w:val="006045B9"/>
    <w:rsid w:val="00604744"/>
    <w:rsid w:val="006056A8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956"/>
    <w:rsid w:val="00616385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7D5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2060"/>
    <w:rsid w:val="0064230A"/>
    <w:rsid w:val="00642602"/>
    <w:rsid w:val="0064283C"/>
    <w:rsid w:val="0064289E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3C5"/>
    <w:rsid w:val="00650A62"/>
    <w:rsid w:val="00650DE8"/>
    <w:rsid w:val="00650EF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FF7"/>
    <w:rsid w:val="0065712B"/>
    <w:rsid w:val="00657286"/>
    <w:rsid w:val="00657AE8"/>
    <w:rsid w:val="00657EF5"/>
    <w:rsid w:val="006608E1"/>
    <w:rsid w:val="006612AA"/>
    <w:rsid w:val="00662302"/>
    <w:rsid w:val="00662409"/>
    <w:rsid w:val="006628C2"/>
    <w:rsid w:val="00663EA9"/>
    <w:rsid w:val="00664152"/>
    <w:rsid w:val="00664370"/>
    <w:rsid w:val="00664956"/>
    <w:rsid w:val="00664AF6"/>
    <w:rsid w:val="00665016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6392"/>
    <w:rsid w:val="0067640A"/>
    <w:rsid w:val="006764B5"/>
    <w:rsid w:val="006764D9"/>
    <w:rsid w:val="006769C8"/>
    <w:rsid w:val="00676C26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821"/>
    <w:rsid w:val="00687D8A"/>
    <w:rsid w:val="00690802"/>
    <w:rsid w:val="00690D12"/>
    <w:rsid w:val="00690FC1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B27"/>
    <w:rsid w:val="006B1002"/>
    <w:rsid w:val="006B142E"/>
    <w:rsid w:val="006B1AD1"/>
    <w:rsid w:val="006B1B5D"/>
    <w:rsid w:val="006B1E55"/>
    <w:rsid w:val="006B2B79"/>
    <w:rsid w:val="006B2ECA"/>
    <w:rsid w:val="006B3F8C"/>
    <w:rsid w:val="006B4305"/>
    <w:rsid w:val="006B43ED"/>
    <w:rsid w:val="006B4741"/>
    <w:rsid w:val="006B478D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5812"/>
    <w:rsid w:val="006C6146"/>
    <w:rsid w:val="006C61E4"/>
    <w:rsid w:val="006C63D0"/>
    <w:rsid w:val="006C63E5"/>
    <w:rsid w:val="006C659B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503"/>
    <w:rsid w:val="006D656C"/>
    <w:rsid w:val="006D7D78"/>
    <w:rsid w:val="006D7E23"/>
    <w:rsid w:val="006E055B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4CC"/>
    <w:rsid w:val="00700545"/>
    <w:rsid w:val="0070068D"/>
    <w:rsid w:val="00700C51"/>
    <w:rsid w:val="0070150F"/>
    <w:rsid w:val="00701BA1"/>
    <w:rsid w:val="00701DC7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DB"/>
    <w:rsid w:val="00711109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202FE"/>
    <w:rsid w:val="007206B2"/>
    <w:rsid w:val="00720783"/>
    <w:rsid w:val="00720C41"/>
    <w:rsid w:val="00721210"/>
    <w:rsid w:val="00721620"/>
    <w:rsid w:val="00721CCE"/>
    <w:rsid w:val="00722280"/>
    <w:rsid w:val="007228C6"/>
    <w:rsid w:val="007228E7"/>
    <w:rsid w:val="00722959"/>
    <w:rsid w:val="007229D6"/>
    <w:rsid w:val="00722D28"/>
    <w:rsid w:val="00722D79"/>
    <w:rsid w:val="0072340E"/>
    <w:rsid w:val="00723982"/>
    <w:rsid w:val="00723C2F"/>
    <w:rsid w:val="00723E6A"/>
    <w:rsid w:val="007241A3"/>
    <w:rsid w:val="007242F0"/>
    <w:rsid w:val="00724679"/>
    <w:rsid w:val="0072471A"/>
    <w:rsid w:val="00724E6F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304E6"/>
    <w:rsid w:val="007307A9"/>
    <w:rsid w:val="0073088E"/>
    <w:rsid w:val="00730C52"/>
    <w:rsid w:val="00731147"/>
    <w:rsid w:val="00731F61"/>
    <w:rsid w:val="007324D2"/>
    <w:rsid w:val="00732791"/>
    <w:rsid w:val="007329CB"/>
    <w:rsid w:val="00732E28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B82"/>
    <w:rsid w:val="00751D12"/>
    <w:rsid w:val="00752AC2"/>
    <w:rsid w:val="00752BDE"/>
    <w:rsid w:val="0075353C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8FA"/>
    <w:rsid w:val="00757017"/>
    <w:rsid w:val="007571A6"/>
    <w:rsid w:val="00757631"/>
    <w:rsid w:val="0075784F"/>
    <w:rsid w:val="0076095C"/>
    <w:rsid w:val="00761AD4"/>
    <w:rsid w:val="00761F4C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34A9"/>
    <w:rsid w:val="0077384F"/>
    <w:rsid w:val="007738E7"/>
    <w:rsid w:val="00773BCC"/>
    <w:rsid w:val="00773DDE"/>
    <w:rsid w:val="00774349"/>
    <w:rsid w:val="007746D6"/>
    <w:rsid w:val="007749C5"/>
    <w:rsid w:val="00774E52"/>
    <w:rsid w:val="007759E0"/>
    <w:rsid w:val="00775A32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455"/>
    <w:rsid w:val="00780727"/>
    <w:rsid w:val="00780A89"/>
    <w:rsid w:val="00780AB1"/>
    <w:rsid w:val="00780B5E"/>
    <w:rsid w:val="00780D11"/>
    <w:rsid w:val="007814DF"/>
    <w:rsid w:val="0078233D"/>
    <w:rsid w:val="007837EB"/>
    <w:rsid w:val="007843DB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2FF"/>
    <w:rsid w:val="007945FF"/>
    <w:rsid w:val="00794A35"/>
    <w:rsid w:val="00794AA5"/>
    <w:rsid w:val="00794E01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133"/>
    <w:rsid w:val="007B0204"/>
    <w:rsid w:val="007B0332"/>
    <w:rsid w:val="007B0AB0"/>
    <w:rsid w:val="007B1FF3"/>
    <w:rsid w:val="007B28FC"/>
    <w:rsid w:val="007B2BB7"/>
    <w:rsid w:val="007B2DEB"/>
    <w:rsid w:val="007B3C30"/>
    <w:rsid w:val="007B3EB8"/>
    <w:rsid w:val="007B40DC"/>
    <w:rsid w:val="007B4226"/>
    <w:rsid w:val="007B4A34"/>
    <w:rsid w:val="007B4B5D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FAB"/>
    <w:rsid w:val="007C0272"/>
    <w:rsid w:val="007C06CD"/>
    <w:rsid w:val="007C09C6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E7E"/>
    <w:rsid w:val="007D2155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FF2"/>
    <w:rsid w:val="007F5199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1432"/>
    <w:rsid w:val="00802927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CF8"/>
    <w:rsid w:val="00806D2C"/>
    <w:rsid w:val="00807224"/>
    <w:rsid w:val="0080727D"/>
    <w:rsid w:val="00807365"/>
    <w:rsid w:val="00807C4D"/>
    <w:rsid w:val="008102EF"/>
    <w:rsid w:val="00810967"/>
    <w:rsid w:val="0081115A"/>
    <w:rsid w:val="008115B6"/>
    <w:rsid w:val="00811683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C2E"/>
    <w:rsid w:val="00826EEE"/>
    <w:rsid w:val="00826FD8"/>
    <w:rsid w:val="00827473"/>
    <w:rsid w:val="008274DC"/>
    <w:rsid w:val="00827DAA"/>
    <w:rsid w:val="00827E47"/>
    <w:rsid w:val="00830015"/>
    <w:rsid w:val="00830731"/>
    <w:rsid w:val="00830A33"/>
    <w:rsid w:val="00830C19"/>
    <w:rsid w:val="00831463"/>
    <w:rsid w:val="00831635"/>
    <w:rsid w:val="00831681"/>
    <w:rsid w:val="00831CDE"/>
    <w:rsid w:val="00832068"/>
    <w:rsid w:val="0083286B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A24"/>
    <w:rsid w:val="00842A39"/>
    <w:rsid w:val="00842EC2"/>
    <w:rsid w:val="00843273"/>
    <w:rsid w:val="00843755"/>
    <w:rsid w:val="008439F3"/>
    <w:rsid w:val="00843A18"/>
    <w:rsid w:val="00843A87"/>
    <w:rsid w:val="00843C40"/>
    <w:rsid w:val="00843FB9"/>
    <w:rsid w:val="00844D68"/>
    <w:rsid w:val="00844F72"/>
    <w:rsid w:val="008453BC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996"/>
    <w:rsid w:val="00855EE8"/>
    <w:rsid w:val="008561BE"/>
    <w:rsid w:val="00856261"/>
    <w:rsid w:val="00857192"/>
    <w:rsid w:val="008572E3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3670"/>
    <w:rsid w:val="008738A3"/>
    <w:rsid w:val="008738E9"/>
    <w:rsid w:val="00873910"/>
    <w:rsid w:val="0087402B"/>
    <w:rsid w:val="0087426C"/>
    <w:rsid w:val="0087447E"/>
    <w:rsid w:val="0087448E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54D8"/>
    <w:rsid w:val="00885A74"/>
    <w:rsid w:val="00885B69"/>
    <w:rsid w:val="00886171"/>
    <w:rsid w:val="0088620A"/>
    <w:rsid w:val="008862BE"/>
    <w:rsid w:val="0088687E"/>
    <w:rsid w:val="008869DB"/>
    <w:rsid w:val="00887416"/>
    <w:rsid w:val="008876BF"/>
    <w:rsid w:val="00887BFF"/>
    <w:rsid w:val="00887EFB"/>
    <w:rsid w:val="00890388"/>
    <w:rsid w:val="008903C7"/>
    <w:rsid w:val="00890910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47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20F"/>
    <w:rsid w:val="008A473B"/>
    <w:rsid w:val="008A49FF"/>
    <w:rsid w:val="008A4A7B"/>
    <w:rsid w:val="008A5402"/>
    <w:rsid w:val="008A58C7"/>
    <w:rsid w:val="008A5BB0"/>
    <w:rsid w:val="008A60D3"/>
    <w:rsid w:val="008A62B2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60E"/>
    <w:rsid w:val="008B172F"/>
    <w:rsid w:val="008B19C2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AA2"/>
    <w:rsid w:val="008B6DC6"/>
    <w:rsid w:val="008B7210"/>
    <w:rsid w:val="008B798C"/>
    <w:rsid w:val="008C018A"/>
    <w:rsid w:val="008C0204"/>
    <w:rsid w:val="008C04FF"/>
    <w:rsid w:val="008C051D"/>
    <w:rsid w:val="008C08BB"/>
    <w:rsid w:val="008C0CE9"/>
    <w:rsid w:val="008C3502"/>
    <w:rsid w:val="008C3C9A"/>
    <w:rsid w:val="008C3F58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A16"/>
    <w:rsid w:val="008D1D01"/>
    <w:rsid w:val="008D28E6"/>
    <w:rsid w:val="008D2938"/>
    <w:rsid w:val="008D348F"/>
    <w:rsid w:val="008D3769"/>
    <w:rsid w:val="008D3934"/>
    <w:rsid w:val="008D4686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FD7"/>
    <w:rsid w:val="008F5404"/>
    <w:rsid w:val="008F589D"/>
    <w:rsid w:val="008F592F"/>
    <w:rsid w:val="008F5FEA"/>
    <w:rsid w:val="008F6C3A"/>
    <w:rsid w:val="008F709F"/>
    <w:rsid w:val="008F7623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1005"/>
    <w:rsid w:val="009118FF"/>
    <w:rsid w:val="00911BD1"/>
    <w:rsid w:val="00911C15"/>
    <w:rsid w:val="0091296E"/>
    <w:rsid w:val="00912B40"/>
    <w:rsid w:val="00913759"/>
    <w:rsid w:val="00913C9D"/>
    <w:rsid w:val="00913EAF"/>
    <w:rsid w:val="00914186"/>
    <w:rsid w:val="009143BA"/>
    <w:rsid w:val="00914D45"/>
    <w:rsid w:val="00914E59"/>
    <w:rsid w:val="0091562C"/>
    <w:rsid w:val="0091573D"/>
    <w:rsid w:val="00915A37"/>
    <w:rsid w:val="00915E51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40F"/>
    <w:rsid w:val="00920C21"/>
    <w:rsid w:val="00920D16"/>
    <w:rsid w:val="00921A77"/>
    <w:rsid w:val="00921C86"/>
    <w:rsid w:val="00921CAD"/>
    <w:rsid w:val="00921F53"/>
    <w:rsid w:val="00922330"/>
    <w:rsid w:val="0092343B"/>
    <w:rsid w:val="00923B0F"/>
    <w:rsid w:val="00925006"/>
    <w:rsid w:val="0092526C"/>
    <w:rsid w:val="00925396"/>
    <w:rsid w:val="009259BE"/>
    <w:rsid w:val="00925C75"/>
    <w:rsid w:val="00925C96"/>
    <w:rsid w:val="009267A5"/>
    <w:rsid w:val="00926CE0"/>
    <w:rsid w:val="00926DF2"/>
    <w:rsid w:val="00926EC3"/>
    <w:rsid w:val="00927391"/>
    <w:rsid w:val="009274D2"/>
    <w:rsid w:val="009275F5"/>
    <w:rsid w:val="0092789F"/>
    <w:rsid w:val="00927AC5"/>
    <w:rsid w:val="00927E48"/>
    <w:rsid w:val="0093015D"/>
    <w:rsid w:val="009301A3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3E9"/>
    <w:rsid w:val="0094222A"/>
    <w:rsid w:val="0094284A"/>
    <w:rsid w:val="00943895"/>
    <w:rsid w:val="0094390A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D7A"/>
    <w:rsid w:val="00946EBD"/>
    <w:rsid w:val="009472CF"/>
    <w:rsid w:val="0094756C"/>
    <w:rsid w:val="00950203"/>
    <w:rsid w:val="009503A9"/>
    <w:rsid w:val="00950D89"/>
    <w:rsid w:val="009517DA"/>
    <w:rsid w:val="00951C36"/>
    <w:rsid w:val="0095243E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F55"/>
    <w:rsid w:val="0095608C"/>
    <w:rsid w:val="00956AA2"/>
    <w:rsid w:val="00956B81"/>
    <w:rsid w:val="009573AF"/>
    <w:rsid w:val="00957499"/>
    <w:rsid w:val="009579E5"/>
    <w:rsid w:val="00960DD6"/>
    <w:rsid w:val="00961057"/>
    <w:rsid w:val="00961300"/>
    <w:rsid w:val="009613FD"/>
    <w:rsid w:val="00961546"/>
    <w:rsid w:val="00961640"/>
    <w:rsid w:val="0096246F"/>
    <w:rsid w:val="00962595"/>
    <w:rsid w:val="00962943"/>
    <w:rsid w:val="00963275"/>
    <w:rsid w:val="0096330E"/>
    <w:rsid w:val="0096380A"/>
    <w:rsid w:val="0096386A"/>
    <w:rsid w:val="0096402C"/>
    <w:rsid w:val="00964399"/>
    <w:rsid w:val="0096495D"/>
    <w:rsid w:val="00964EAA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276E"/>
    <w:rsid w:val="00972C9C"/>
    <w:rsid w:val="009732B2"/>
    <w:rsid w:val="00973371"/>
    <w:rsid w:val="009734FB"/>
    <w:rsid w:val="00974089"/>
    <w:rsid w:val="00974166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7CE7"/>
    <w:rsid w:val="00987EF8"/>
    <w:rsid w:val="009901FB"/>
    <w:rsid w:val="00990F2E"/>
    <w:rsid w:val="0099107E"/>
    <w:rsid w:val="00991315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7057"/>
    <w:rsid w:val="009A709B"/>
    <w:rsid w:val="009A7225"/>
    <w:rsid w:val="009B0ABB"/>
    <w:rsid w:val="009B0CA4"/>
    <w:rsid w:val="009B119C"/>
    <w:rsid w:val="009B296B"/>
    <w:rsid w:val="009B3FB6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D0562"/>
    <w:rsid w:val="009D0573"/>
    <w:rsid w:val="009D064D"/>
    <w:rsid w:val="009D0A52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A1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2A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E77D6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10224"/>
    <w:rsid w:val="00A103CF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3899"/>
    <w:rsid w:val="00A1401C"/>
    <w:rsid w:val="00A1420A"/>
    <w:rsid w:val="00A144E8"/>
    <w:rsid w:val="00A14BC7"/>
    <w:rsid w:val="00A15469"/>
    <w:rsid w:val="00A15A4E"/>
    <w:rsid w:val="00A15F94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F50"/>
    <w:rsid w:val="00A231CB"/>
    <w:rsid w:val="00A24030"/>
    <w:rsid w:val="00A24123"/>
    <w:rsid w:val="00A2417E"/>
    <w:rsid w:val="00A24AD7"/>
    <w:rsid w:val="00A2504C"/>
    <w:rsid w:val="00A251E5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259"/>
    <w:rsid w:val="00A32331"/>
    <w:rsid w:val="00A33411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79B"/>
    <w:rsid w:val="00A45BE8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2293"/>
    <w:rsid w:val="00A52B66"/>
    <w:rsid w:val="00A533CA"/>
    <w:rsid w:val="00A53E49"/>
    <w:rsid w:val="00A53EB0"/>
    <w:rsid w:val="00A5406D"/>
    <w:rsid w:val="00A5450A"/>
    <w:rsid w:val="00A545A9"/>
    <w:rsid w:val="00A54D9F"/>
    <w:rsid w:val="00A554C6"/>
    <w:rsid w:val="00A55D8B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C3"/>
    <w:rsid w:val="00A60EE4"/>
    <w:rsid w:val="00A61158"/>
    <w:rsid w:val="00A61275"/>
    <w:rsid w:val="00A616EA"/>
    <w:rsid w:val="00A6171A"/>
    <w:rsid w:val="00A62B13"/>
    <w:rsid w:val="00A62C67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61E6"/>
    <w:rsid w:val="00A662D9"/>
    <w:rsid w:val="00A66359"/>
    <w:rsid w:val="00A66FC9"/>
    <w:rsid w:val="00A67505"/>
    <w:rsid w:val="00A6751A"/>
    <w:rsid w:val="00A678A9"/>
    <w:rsid w:val="00A7057A"/>
    <w:rsid w:val="00A70754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AFC"/>
    <w:rsid w:val="00AA0E8C"/>
    <w:rsid w:val="00AA16D4"/>
    <w:rsid w:val="00AA1985"/>
    <w:rsid w:val="00AA1BA0"/>
    <w:rsid w:val="00AA20BF"/>
    <w:rsid w:val="00AA23E2"/>
    <w:rsid w:val="00AA270A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3"/>
    <w:rsid w:val="00AB494A"/>
    <w:rsid w:val="00AB4EA3"/>
    <w:rsid w:val="00AB53ED"/>
    <w:rsid w:val="00AB5442"/>
    <w:rsid w:val="00AB5AD6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737B"/>
    <w:rsid w:val="00AD73C7"/>
    <w:rsid w:val="00AD77E6"/>
    <w:rsid w:val="00AE00D1"/>
    <w:rsid w:val="00AE05DF"/>
    <w:rsid w:val="00AE06B0"/>
    <w:rsid w:val="00AE070C"/>
    <w:rsid w:val="00AE188B"/>
    <w:rsid w:val="00AE1CEB"/>
    <w:rsid w:val="00AE22E1"/>
    <w:rsid w:val="00AE25C1"/>
    <w:rsid w:val="00AE2B4A"/>
    <w:rsid w:val="00AE37BD"/>
    <w:rsid w:val="00AE3EC9"/>
    <w:rsid w:val="00AE419D"/>
    <w:rsid w:val="00AE4E98"/>
    <w:rsid w:val="00AE4EFE"/>
    <w:rsid w:val="00AE62FA"/>
    <w:rsid w:val="00AE659A"/>
    <w:rsid w:val="00AE69A4"/>
    <w:rsid w:val="00AE6B0A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22E"/>
    <w:rsid w:val="00AF34DA"/>
    <w:rsid w:val="00AF3DD7"/>
    <w:rsid w:val="00AF4A04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631"/>
    <w:rsid w:val="00B02F1F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6B8"/>
    <w:rsid w:val="00B10E0F"/>
    <w:rsid w:val="00B1150C"/>
    <w:rsid w:val="00B118FB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E73"/>
    <w:rsid w:val="00B20FC0"/>
    <w:rsid w:val="00B2219C"/>
    <w:rsid w:val="00B22365"/>
    <w:rsid w:val="00B236B0"/>
    <w:rsid w:val="00B23978"/>
    <w:rsid w:val="00B23AA5"/>
    <w:rsid w:val="00B23B5A"/>
    <w:rsid w:val="00B24A5A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061"/>
    <w:rsid w:val="00B4056C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C5D"/>
    <w:rsid w:val="00B478BC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ABA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DFE"/>
    <w:rsid w:val="00B73123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29C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4EE"/>
    <w:rsid w:val="00B91824"/>
    <w:rsid w:val="00B91CF9"/>
    <w:rsid w:val="00B91EC9"/>
    <w:rsid w:val="00B92759"/>
    <w:rsid w:val="00B927EF"/>
    <w:rsid w:val="00B9292B"/>
    <w:rsid w:val="00B92993"/>
    <w:rsid w:val="00B92B7D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87B"/>
    <w:rsid w:val="00B97955"/>
    <w:rsid w:val="00B97ABF"/>
    <w:rsid w:val="00BA060F"/>
    <w:rsid w:val="00BA0623"/>
    <w:rsid w:val="00BA08AE"/>
    <w:rsid w:val="00BA09F8"/>
    <w:rsid w:val="00BA0D4E"/>
    <w:rsid w:val="00BA1222"/>
    <w:rsid w:val="00BA1565"/>
    <w:rsid w:val="00BA1CF2"/>
    <w:rsid w:val="00BA20D1"/>
    <w:rsid w:val="00BA24BC"/>
    <w:rsid w:val="00BA2896"/>
    <w:rsid w:val="00BA2C62"/>
    <w:rsid w:val="00BA3226"/>
    <w:rsid w:val="00BA33ED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35"/>
    <w:rsid w:val="00BA52B6"/>
    <w:rsid w:val="00BA531A"/>
    <w:rsid w:val="00BA5338"/>
    <w:rsid w:val="00BA5458"/>
    <w:rsid w:val="00BA5475"/>
    <w:rsid w:val="00BA64E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F3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C"/>
    <w:rsid w:val="00BC4B1E"/>
    <w:rsid w:val="00BC4BA0"/>
    <w:rsid w:val="00BC4CC4"/>
    <w:rsid w:val="00BC5454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2D4"/>
    <w:rsid w:val="00BD4715"/>
    <w:rsid w:val="00BD4BB0"/>
    <w:rsid w:val="00BD4CA6"/>
    <w:rsid w:val="00BD4E60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4A19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10782"/>
    <w:rsid w:val="00C10A2C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2225"/>
    <w:rsid w:val="00C2287C"/>
    <w:rsid w:val="00C22F8B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3CD8"/>
    <w:rsid w:val="00C4465D"/>
    <w:rsid w:val="00C44665"/>
    <w:rsid w:val="00C44A89"/>
    <w:rsid w:val="00C45176"/>
    <w:rsid w:val="00C45547"/>
    <w:rsid w:val="00C4599F"/>
    <w:rsid w:val="00C459B8"/>
    <w:rsid w:val="00C45CB2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0FC4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2282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70E6"/>
    <w:rsid w:val="00C77121"/>
    <w:rsid w:val="00C77DD2"/>
    <w:rsid w:val="00C8051B"/>
    <w:rsid w:val="00C8055B"/>
    <w:rsid w:val="00C806A6"/>
    <w:rsid w:val="00C80B9A"/>
    <w:rsid w:val="00C80C29"/>
    <w:rsid w:val="00C812BC"/>
    <w:rsid w:val="00C8189D"/>
    <w:rsid w:val="00C81D2C"/>
    <w:rsid w:val="00C82ECE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E9C"/>
    <w:rsid w:val="00C867AC"/>
    <w:rsid w:val="00C86C01"/>
    <w:rsid w:val="00C86DC2"/>
    <w:rsid w:val="00C87518"/>
    <w:rsid w:val="00C8759F"/>
    <w:rsid w:val="00C87C0F"/>
    <w:rsid w:val="00C90278"/>
    <w:rsid w:val="00C905ED"/>
    <w:rsid w:val="00C90FF4"/>
    <w:rsid w:val="00C913FE"/>
    <w:rsid w:val="00C9147A"/>
    <w:rsid w:val="00C92D5C"/>
    <w:rsid w:val="00C92F2F"/>
    <w:rsid w:val="00C93933"/>
    <w:rsid w:val="00C93DF1"/>
    <w:rsid w:val="00C93EFC"/>
    <w:rsid w:val="00C94AEE"/>
    <w:rsid w:val="00C9516E"/>
    <w:rsid w:val="00C9537B"/>
    <w:rsid w:val="00C95E3E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50B9"/>
    <w:rsid w:val="00CB5457"/>
    <w:rsid w:val="00CB582B"/>
    <w:rsid w:val="00CB5BB5"/>
    <w:rsid w:val="00CB6093"/>
    <w:rsid w:val="00CB66EB"/>
    <w:rsid w:val="00CB67FC"/>
    <w:rsid w:val="00CB6BC9"/>
    <w:rsid w:val="00CB6CD3"/>
    <w:rsid w:val="00CB70A2"/>
    <w:rsid w:val="00CB7136"/>
    <w:rsid w:val="00CB725E"/>
    <w:rsid w:val="00CB73D1"/>
    <w:rsid w:val="00CB7428"/>
    <w:rsid w:val="00CB7512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DCD"/>
    <w:rsid w:val="00CC7DE6"/>
    <w:rsid w:val="00CD0918"/>
    <w:rsid w:val="00CD0DBF"/>
    <w:rsid w:val="00CD1002"/>
    <w:rsid w:val="00CD1FC9"/>
    <w:rsid w:val="00CD282F"/>
    <w:rsid w:val="00CD2FB3"/>
    <w:rsid w:val="00CD32E6"/>
    <w:rsid w:val="00CD332C"/>
    <w:rsid w:val="00CD333B"/>
    <w:rsid w:val="00CD36A5"/>
    <w:rsid w:val="00CD396D"/>
    <w:rsid w:val="00CD5A11"/>
    <w:rsid w:val="00CD5AA9"/>
    <w:rsid w:val="00CD5AE7"/>
    <w:rsid w:val="00CD60C6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DB1"/>
    <w:rsid w:val="00D10A16"/>
    <w:rsid w:val="00D10A1A"/>
    <w:rsid w:val="00D10F2C"/>
    <w:rsid w:val="00D111CD"/>
    <w:rsid w:val="00D11243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547C"/>
    <w:rsid w:val="00D258A4"/>
    <w:rsid w:val="00D266CF"/>
    <w:rsid w:val="00D26CA1"/>
    <w:rsid w:val="00D26E4E"/>
    <w:rsid w:val="00D301CD"/>
    <w:rsid w:val="00D30ACF"/>
    <w:rsid w:val="00D30D3F"/>
    <w:rsid w:val="00D3128C"/>
    <w:rsid w:val="00D31B45"/>
    <w:rsid w:val="00D31DF8"/>
    <w:rsid w:val="00D32454"/>
    <w:rsid w:val="00D32648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242"/>
    <w:rsid w:val="00D47BCA"/>
    <w:rsid w:val="00D47C91"/>
    <w:rsid w:val="00D5000B"/>
    <w:rsid w:val="00D503A8"/>
    <w:rsid w:val="00D50510"/>
    <w:rsid w:val="00D50C8D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4101"/>
    <w:rsid w:val="00D6462F"/>
    <w:rsid w:val="00D6473F"/>
    <w:rsid w:val="00D64B5A"/>
    <w:rsid w:val="00D65706"/>
    <w:rsid w:val="00D658E1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1AF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B86"/>
    <w:rsid w:val="00D90C87"/>
    <w:rsid w:val="00D90E97"/>
    <w:rsid w:val="00D91015"/>
    <w:rsid w:val="00D9114C"/>
    <w:rsid w:val="00D91248"/>
    <w:rsid w:val="00D915D7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C2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77F"/>
    <w:rsid w:val="00DA4C1B"/>
    <w:rsid w:val="00DA5238"/>
    <w:rsid w:val="00DA544C"/>
    <w:rsid w:val="00DA5E26"/>
    <w:rsid w:val="00DA6378"/>
    <w:rsid w:val="00DA67CE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D6"/>
    <w:rsid w:val="00DB1D91"/>
    <w:rsid w:val="00DB21C6"/>
    <w:rsid w:val="00DB2916"/>
    <w:rsid w:val="00DB2A29"/>
    <w:rsid w:val="00DB2AEB"/>
    <w:rsid w:val="00DB2E62"/>
    <w:rsid w:val="00DB35C9"/>
    <w:rsid w:val="00DB5224"/>
    <w:rsid w:val="00DB589B"/>
    <w:rsid w:val="00DB5B78"/>
    <w:rsid w:val="00DB5BA4"/>
    <w:rsid w:val="00DB7528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52DC"/>
    <w:rsid w:val="00DD592F"/>
    <w:rsid w:val="00DD5A6E"/>
    <w:rsid w:val="00DD66C5"/>
    <w:rsid w:val="00DD6E05"/>
    <w:rsid w:val="00DD72C2"/>
    <w:rsid w:val="00DD7829"/>
    <w:rsid w:val="00DD7EA1"/>
    <w:rsid w:val="00DE01E6"/>
    <w:rsid w:val="00DE148E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6DB"/>
    <w:rsid w:val="00DE5E4F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44CF"/>
    <w:rsid w:val="00E149B5"/>
    <w:rsid w:val="00E1528E"/>
    <w:rsid w:val="00E154E4"/>
    <w:rsid w:val="00E162D0"/>
    <w:rsid w:val="00E16CE2"/>
    <w:rsid w:val="00E16EF6"/>
    <w:rsid w:val="00E17502"/>
    <w:rsid w:val="00E176E4"/>
    <w:rsid w:val="00E179F9"/>
    <w:rsid w:val="00E17B22"/>
    <w:rsid w:val="00E20180"/>
    <w:rsid w:val="00E20A05"/>
    <w:rsid w:val="00E21EBE"/>
    <w:rsid w:val="00E21FA8"/>
    <w:rsid w:val="00E220B9"/>
    <w:rsid w:val="00E2254E"/>
    <w:rsid w:val="00E2264A"/>
    <w:rsid w:val="00E2301D"/>
    <w:rsid w:val="00E2433F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D46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897"/>
    <w:rsid w:val="00E36B5C"/>
    <w:rsid w:val="00E37C46"/>
    <w:rsid w:val="00E37FBF"/>
    <w:rsid w:val="00E40072"/>
    <w:rsid w:val="00E40262"/>
    <w:rsid w:val="00E40D34"/>
    <w:rsid w:val="00E40FA9"/>
    <w:rsid w:val="00E41322"/>
    <w:rsid w:val="00E41CFE"/>
    <w:rsid w:val="00E42545"/>
    <w:rsid w:val="00E426CE"/>
    <w:rsid w:val="00E4311E"/>
    <w:rsid w:val="00E43801"/>
    <w:rsid w:val="00E44E44"/>
    <w:rsid w:val="00E44FDC"/>
    <w:rsid w:val="00E4523E"/>
    <w:rsid w:val="00E4582A"/>
    <w:rsid w:val="00E45A9B"/>
    <w:rsid w:val="00E45D89"/>
    <w:rsid w:val="00E47EDD"/>
    <w:rsid w:val="00E502CE"/>
    <w:rsid w:val="00E50423"/>
    <w:rsid w:val="00E50CE5"/>
    <w:rsid w:val="00E50D68"/>
    <w:rsid w:val="00E5108E"/>
    <w:rsid w:val="00E51B87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F5B"/>
    <w:rsid w:val="00E666E2"/>
    <w:rsid w:val="00E66CA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645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925"/>
    <w:rsid w:val="00E76BC8"/>
    <w:rsid w:val="00E7748C"/>
    <w:rsid w:val="00E77600"/>
    <w:rsid w:val="00E77F50"/>
    <w:rsid w:val="00E8047C"/>
    <w:rsid w:val="00E80736"/>
    <w:rsid w:val="00E81786"/>
    <w:rsid w:val="00E81E22"/>
    <w:rsid w:val="00E81F86"/>
    <w:rsid w:val="00E82901"/>
    <w:rsid w:val="00E8307E"/>
    <w:rsid w:val="00E83171"/>
    <w:rsid w:val="00E8321E"/>
    <w:rsid w:val="00E8349E"/>
    <w:rsid w:val="00E8388A"/>
    <w:rsid w:val="00E8399B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189E"/>
    <w:rsid w:val="00E91ED9"/>
    <w:rsid w:val="00E92F3B"/>
    <w:rsid w:val="00E93099"/>
    <w:rsid w:val="00E934C2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6010"/>
    <w:rsid w:val="00E966CE"/>
    <w:rsid w:val="00E96C24"/>
    <w:rsid w:val="00E96CAC"/>
    <w:rsid w:val="00E96D3D"/>
    <w:rsid w:val="00E96E10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6565"/>
    <w:rsid w:val="00EA6A9B"/>
    <w:rsid w:val="00EA7358"/>
    <w:rsid w:val="00EA7374"/>
    <w:rsid w:val="00EA7A57"/>
    <w:rsid w:val="00EA7CC2"/>
    <w:rsid w:val="00EB047F"/>
    <w:rsid w:val="00EB0D8B"/>
    <w:rsid w:val="00EB191A"/>
    <w:rsid w:val="00EB192C"/>
    <w:rsid w:val="00EB1C8D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3F3"/>
    <w:rsid w:val="00EC39D5"/>
    <w:rsid w:val="00EC407C"/>
    <w:rsid w:val="00EC5AEE"/>
    <w:rsid w:val="00EC6667"/>
    <w:rsid w:val="00EC66F2"/>
    <w:rsid w:val="00EC6CAC"/>
    <w:rsid w:val="00EC778C"/>
    <w:rsid w:val="00EC78CB"/>
    <w:rsid w:val="00ED02CD"/>
    <w:rsid w:val="00ED057E"/>
    <w:rsid w:val="00ED0CA6"/>
    <w:rsid w:val="00ED158B"/>
    <w:rsid w:val="00ED1A7E"/>
    <w:rsid w:val="00ED1F01"/>
    <w:rsid w:val="00ED200D"/>
    <w:rsid w:val="00ED2E64"/>
    <w:rsid w:val="00ED2F29"/>
    <w:rsid w:val="00ED2F63"/>
    <w:rsid w:val="00ED30BE"/>
    <w:rsid w:val="00ED3399"/>
    <w:rsid w:val="00ED3406"/>
    <w:rsid w:val="00ED38CC"/>
    <w:rsid w:val="00ED3A62"/>
    <w:rsid w:val="00ED3B45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6520"/>
    <w:rsid w:val="00EE6818"/>
    <w:rsid w:val="00EE686E"/>
    <w:rsid w:val="00EE7559"/>
    <w:rsid w:val="00EE76B7"/>
    <w:rsid w:val="00EE7877"/>
    <w:rsid w:val="00EE7ADF"/>
    <w:rsid w:val="00EF047E"/>
    <w:rsid w:val="00EF0BCC"/>
    <w:rsid w:val="00EF0E0F"/>
    <w:rsid w:val="00EF1BDA"/>
    <w:rsid w:val="00EF2191"/>
    <w:rsid w:val="00EF21B6"/>
    <w:rsid w:val="00EF28EA"/>
    <w:rsid w:val="00EF3131"/>
    <w:rsid w:val="00EF3359"/>
    <w:rsid w:val="00EF3855"/>
    <w:rsid w:val="00EF3A7C"/>
    <w:rsid w:val="00EF3BAE"/>
    <w:rsid w:val="00EF4582"/>
    <w:rsid w:val="00EF46D5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A25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B04"/>
    <w:rsid w:val="00F03C58"/>
    <w:rsid w:val="00F03C9A"/>
    <w:rsid w:val="00F04434"/>
    <w:rsid w:val="00F045C8"/>
    <w:rsid w:val="00F04A40"/>
    <w:rsid w:val="00F04B5A"/>
    <w:rsid w:val="00F04B9C"/>
    <w:rsid w:val="00F04EF9"/>
    <w:rsid w:val="00F05031"/>
    <w:rsid w:val="00F0573C"/>
    <w:rsid w:val="00F0580C"/>
    <w:rsid w:val="00F0589D"/>
    <w:rsid w:val="00F06182"/>
    <w:rsid w:val="00F06A3C"/>
    <w:rsid w:val="00F06C9C"/>
    <w:rsid w:val="00F06CAA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704C"/>
    <w:rsid w:val="00F1710D"/>
    <w:rsid w:val="00F17141"/>
    <w:rsid w:val="00F17323"/>
    <w:rsid w:val="00F175E3"/>
    <w:rsid w:val="00F20011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C5F"/>
    <w:rsid w:val="00F550BD"/>
    <w:rsid w:val="00F55688"/>
    <w:rsid w:val="00F563CB"/>
    <w:rsid w:val="00F56578"/>
    <w:rsid w:val="00F56B54"/>
    <w:rsid w:val="00F56FDC"/>
    <w:rsid w:val="00F57117"/>
    <w:rsid w:val="00F5752A"/>
    <w:rsid w:val="00F57660"/>
    <w:rsid w:val="00F576D4"/>
    <w:rsid w:val="00F57C69"/>
    <w:rsid w:val="00F57DD1"/>
    <w:rsid w:val="00F6064C"/>
    <w:rsid w:val="00F60684"/>
    <w:rsid w:val="00F60712"/>
    <w:rsid w:val="00F60920"/>
    <w:rsid w:val="00F61637"/>
    <w:rsid w:val="00F618B2"/>
    <w:rsid w:val="00F618E4"/>
    <w:rsid w:val="00F61B57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141F"/>
    <w:rsid w:val="00F71A09"/>
    <w:rsid w:val="00F72075"/>
    <w:rsid w:val="00F72F94"/>
    <w:rsid w:val="00F731C3"/>
    <w:rsid w:val="00F73279"/>
    <w:rsid w:val="00F732F6"/>
    <w:rsid w:val="00F73D68"/>
    <w:rsid w:val="00F73DB0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F08"/>
    <w:rsid w:val="00F955AB"/>
    <w:rsid w:val="00F96279"/>
    <w:rsid w:val="00F96612"/>
    <w:rsid w:val="00F96CE9"/>
    <w:rsid w:val="00F972CB"/>
    <w:rsid w:val="00F97313"/>
    <w:rsid w:val="00F9747A"/>
    <w:rsid w:val="00F974F8"/>
    <w:rsid w:val="00F97E3F"/>
    <w:rsid w:val="00F97EFC"/>
    <w:rsid w:val="00FA0130"/>
    <w:rsid w:val="00FA07F2"/>
    <w:rsid w:val="00FA0A1C"/>
    <w:rsid w:val="00FA1320"/>
    <w:rsid w:val="00FA1811"/>
    <w:rsid w:val="00FA1F67"/>
    <w:rsid w:val="00FA3CEB"/>
    <w:rsid w:val="00FA664D"/>
    <w:rsid w:val="00FA6857"/>
    <w:rsid w:val="00FA6D66"/>
    <w:rsid w:val="00FA70FC"/>
    <w:rsid w:val="00FA7790"/>
    <w:rsid w:val="00FA7B6D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9B3"/>
    <w:rsid w:val="00FC6AEB"/>
    <w:rsid w:val="00FC6C76"/>
    <w:rsid w:val="00FC6F04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BE"/>
    <w:rsid w:val="00FD323F"/>
    <w:rsid w:val="00FD3C75"/>
    <w:rsid w:val="00FD4B10"/>
    <w:rsid w:val="00FD510C"/>
    <w:rsid w:val="00FD5124"/>
    <w:rsid w:val="00FD5729"/>
    <w:rsid w:val="00FD57B5"/>
    <w:rsid w:val="00FD6FE6"/>
    <w:rsid w:val="00FD72B0"/>
    <w:rsid w:val="00FD7A90"/>
    <w:rsid w:val="00FD7E46"/>
    <w:rsid w:val="00FD7EB3"/>
    <w:rsid w:val="00FE026D"/>
    <w:rsid w:val="00FE070B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7213"/>
    <w:rsid w:val="00FE7C3D"/>
    <w:rsid w:val="00FF04AD"/>
    <w:rsid w:val="00FF097E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21F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qFormat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erwin.gulinski@mf.gov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as.kielce@mf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as.kielce@mf.gov.pl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" TargetMode="External"/><Relationship Id="rId2" Type="http://schemas.openxmlformats.org/officeDocument/2006/relationships/hyperlink" Target="http://www.swietokrzyskie.kas.gov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569D0-3E75-42BD-9D23-C2AA49A1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49</TotalTime>
  <Pages>5</Pages>
  <Words>1453</Words>
  <Characters>8722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Zaproszenie do złożenia oferty</vt:lpstr>
      <vt:lpstr>Szablon pisma eP</vt:lpstr>
    </vt:vector>
  </TitlesOfParts>
  <Company>Izba Administracji Skarbowej w Kielcach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 do złożenia oferty</dc:title>
  <dc:subject>Zabezpieczenie czap kominowych</dc:subject>
  <dc:creator>-</dc:creator>
  <cp:revision>20</cp:revision>
  <cp:lastPrinted>2024-03-26T11:49:00Z</cp:lastPrinted>
  <dcterms:created xsi:type="dcterms:W3CDTF">2024-06-11T10:03:00Z</dcterms:created>
  <dcterms:modified xsi:type="dcterms:W3CDTF">2024-07-30T10:58:00Z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2601-ILN.260.7.2024.17</vt:lpwstr>
  </property>
  <property fmtid="{D5CDD505-2E9C-101B-9397-08002B2CF9AE}" pid="4" name="UNPPisma">
    <vt:lpwstr>2601-24-041580</vt:lpwstr>
  </property>
  <property fmtid="{D5CDD505-2E9C-101B-9397-08002B2CF9AE}" pid="5" name="ZnakSprawy">
    <vt:lpwstr>2601-ILN.260.7.2024</vt:lpwstr>
  </property>
  <property fmtid="{D5CDD505-2E9C-101B-9397-08002B2CF9AE}" pid="6" name="ZnakSprawy2">
    <vt:lpwstr>Znak sprawy: 2601-ILN.260.7.2024</vt:lpwstr>
  </property>
  <property fmtid="{D5CDD505-2E9C-101B-9397-08002B2CF9AE}" pid="7" name="AktualnaDataSlownie">
    <vt:lpwstr>25 lipca 2024</vt:lpwstr>
  </property>
  <property fmtid="{D5CDD505-2E9C-101B-9397-08002B2CF9AE}" pid="8" name="ZnakSprawyPrzedPrzeniesieniem">
    <vt:lpwstr/>
  </property>
  <property fmtid="{D5CDD505-2E9C-101B-9397-08002B2CF9AE}" pid="9" name="Autor">
    <vt:lpwstr>Guliński Erwin</vt:lpwstr>
  </property>
  <property fmtid="{D5CDD505-2E9C-101B-9397-08002B2CF9AE}" pid="10" name="Autor2">
    <vt:lpwstr>Erwin Guliński</vt:lpwstr>
  </property>
  <property fmtid="{D5CDD505-2E9C-101B-9397-08002B2CF9AE}" pid="11" name="AutorInicjaly">
    <vt:lpwstr>EG4</vt:lpwstr>
  </property>
  <property fmtid="{D5CDD505-2E9C-101B-9397-08002B2CF9AE}" pid="12" name="AutorNrTelefonu">
    <vt:lpwstr>(41) 364-26-32</vt:lpwstr>
  </property>
  <property fmtid="{D5CDD505-2E9C-101B-9397-08002B2CF9AE}" pid="13" name="AutorEmail">
    <vt:lpwstr>erwin.gulinski@mf.gov.pl</vt:lpwstr>
  </property>
  <property fmtid="{D5CDD505-2E9C-101B-9397-08002B2CF9AE}" pid="14" name="Stanowisko">
    <vt:lpwstr>samodzielny referent</vt:lpwstr>
  </property>
  <property fmtid="{D5CDD505-2E9C-101B-9397-08002B2CF9AE}" pid="15" name="OpisPisma">
    <vt:lpwstr>Zaproszenie do złożenia oferty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2024-07-25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BIP/WYKONAWCY</vt:lpwstr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41 36-42-613</vt:lpwstr>
  </property>
  <property fmtid="{D5CDD505-2E9C-101B-9397-08002B2CF9AE}" pid="50" name="PolaDodatkowe6">
    <vt:lpwstr>41 36-42-613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